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2F0E4D1" w14:textId="77777777" w:rsidTr="00987DB5">
        <w:tc>
          <w:tcPr>
            <w:tcW w:w="9498" w:type="dxa"/>
          </w:tcPr>
          <w:p w14:paraId="12F0E4C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F0E4E5" wp14:editId="12F0E4E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F0E4C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2F0E4C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2F0E4D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2F0E4D2" w14:textId="50BB7A64" w:rsidR="0033636C" w:rsidRPr="00C536E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36E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536E5" w:rsidRPr="00C536E5">
            <w:rPr>
              <w:rFonts w:ascii="Times New Roman" w:hAnsi="Times New Roman"/>
              <w:sz w:val="28"/>
              <w:szCs w:val="28"/>
            </w:rPr>
            <w:t>29 ноября 2023 года</w:t>
          </w:r>
        </w:sdtContent>
      </w:sdt>
      <w:r w:rsidRPr="00C536E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536E5" w:rsidRPr="00C536E5">
            <w:rPr>
              <w:rFonts w:ascii="Times New Roman" w:hAnsi="Times New Roman"/>
              <w:sz w:val="28"/>
              <w:szCs w:val="28"/>
            </w:rPr>
            <w:t>726</w:t>
          </w:r>
        </w:sdtContent>
      </w:sdt>
    </w:p>
    <w:p w14:paraId="12F0E4D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2F0E4D4" w14:textId="77777777" w:rsidR="004F7271" w:rsidRPr="004F7271" w:rsidRDefault="004F7271" w:rsidP="004F727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F7271">
        <w:rPr>
          <w:rFonts w:ascii="Times New Roman" w:eastAsia="Times New Roman" w:hAnsi="Times New Roman"/>
          <w:b/>
          <w:sz w:val="28"/>
          <w:szCs w:val="28"/>
        </w:rPr>
        <w:t>Об утверждении Порядка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</w:t>
      </w:r>
    </w:p>
    <w:p w14:paraId="12F0E4D5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F0E4D6" w14:textId="036B3A93" w:rsidR="004F7271" w:rsidRPr="004F7271" w:rsidRDefault="004F7271" w:rsidP="00E145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06.10.2003 № 131-ФЗ </w:t>
      </w:r>
      <w:r w:rsidR="00E1454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от 13.07.2020 №</w:t>
      </w:r>
      <w:r w:rsidR="00DE4A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>189-ФЗ «О государственном (муниципальном) социальном</w:t>
      </w:r>
      <w:bookmarkStart w:id="0" w:name="_GoBack"/>
      <w:bookmarkEnd w:id="0"/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заказе на оказание государственных (муниципальных) услуг в социальной сфере»</w:t>
      </w:r>
      <w:r w:rsidR="002462E7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36 Устава муниципального образования «Городской округ </w:t>
      </w:r>
      <w:proofErr w:type="spellStart"/>
      <w:r w:rsidR="002462E7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2462E7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муниципального образования «Городской округ </w:t>
      </w:r>
      <w:proofErr w:type="spellStart"/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4F727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2F0E4D7" w14:textId="43B2BD25" w:rsidR="004F7271" w:rsidRPr="004F7271" w:rsidRDefault="004F7271" w:rsidP="00E14544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7271">
        <w:rPr>
          <w:rFonts w:ascii="Times New Roman" w:eastAsia="Times New Roman" w:hAnsi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Утвердить </w:t>
      </w: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</w:t>
      </w:r>
      <w:r w:rsidR="00DE4A6C">
        <w:rPr>
          <w:rFonts w:ascii="Times New Roman" w:eastAsia="Times New Roman" w:hAnsi="Times New Roman"/>
          <w:sz w:val="28"/>
          <w:szCs w:val="28"/>
          <w:lang w:eastAsia="ru-RU"/>
        </w:rPr>
        <w:t>на территории</w:t>
      </w: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</w:t>
      </w:r>
      <w:r w:rsidR="00DE4A6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DE4A6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</w:t>
      </w:r>
      <w:proofErr w:type="spellStart"/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F7271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4F72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(прилагается).</w:t>
      </w:r>
    </w:p>
    <w:p w14:paraId="12F0E4D8" w14:textId="74CC2AE6" w:rsidR="004F7271" w:rsidRPr="004F7271" w:rsidRDefault="000F34E6" w:rsidP="00E1454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Pr="004F7271">
        <w:rPr>
          <w:rFonts w:ascii="Times New Roman" w:eastAsia="Times New Roman" w:hAnsi="Times New Roman"/>
          <w:sz w:val="28"/>
          <w:szCs w:val="28"/>
        </w:rPr>
        <w:t>публикова</w:t>
      </w:r>
      <w:r>
        <w:rPr>
          <w:rFonts w:ascii="Times New Roman" w:eastAsia="Times New Roman" w:hAnsi="Times New Roman"/>
          <w:sz w:val="28"/>
          <w:szCs w:val="28"/>
        </w:rPr>
        <w:t>ть</w:t>
      </w:r>
      <w:r w:rsidRPr="004F727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</w:t>
      </w:r>
      <w:r w:rsidRPr="004F7271">
        <w:rPr>
          <w:rFonts w:ascii="Times New Roman" w:eastAsia="Times New Roman" w:hAnsi="Times New Roman"/>
          <w:sz w:val="28"/>
          <w:szCs w:val="28"/>
        </w:rPr>
        <w:t xml:space="preserve">астоящее постановление </w:t>
      </w:r>
      <w:r w:rsidR="004F7271" w:rsidRPr="004F7271">
        <w:rPr>
          <w:rFonts w:ascii="Times New Roman" w:eastAsia="Times New Roman" w:hAnsi="Times New Roman"/>
          <w:sz w:val="28"/>
          <w:szCs w:val="28"/>
        </w:rPr>
        <w:t>в газете «Знамя труда» и разме</w:t>
      </w:r>
      <w:r w:rsidR="00E14544">
        <w:rPr>
          <w:rFonts w:ascii="Times New Roman" w:eastAsia="Times New Roman" w:hAnsi="Times New Roman"/>
          <w:sz w:val="28"/>
          <w:szCs w:val="28"/>
        </w:rPr>
        <w:t>стить</w:t>
      </w:r>
      <w:r w:rsidR="004F7271" w:rsidRPr="004F7271">
        <w:rPr>
          <w:rFonts w:ascii="Times New Roman" w:eastAsia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</w:t>
      </w:r>
      <w:proofErr w:type="spellStart"/>
      <w:r w:rsidR="004F7271" w:rsidRPr="004F7271">
        <w:rPr>
          <w:rFonts w:ascii="Times New Roman" w:eastAsia="Times New Roman" w:hAnsi="Times New Roman"/>
          <w:sz w:val="28"/>
          <w:szCs w:val="28"/>
        </w:rPr>
        <w:t>Ногликский</w:t>
      </w:r>
      <w:proofErr w:type="spellEnd"/>
      <w:r w:rsidR="004F7271" w:rsidRPr="004F7271">
        <w:rPr>
          <w:rFonts w:ascii="Times New Roman" w:eastAsia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12F0E4DA" w14:textId="79667A76" w:rsidR="004F7271" w:rsidRPr="00E14544" w:rsidRDefault="004F7271" w:rsidP="009C782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F7271">
        <w:rPr>
          <w:rFonts w:ascii="Times New Roman" w:eastAsia="Times New Roman" w:hAnsi="Times New Roman"/>
          <w:sz w:val="28"/>
          <w:szCs w:val="28"/>
        </w:rPr>
        <w:t xml:space="preserve"> </w:t>
      </w:r>
      <w:r w:rsidR="00E14544">
        <w:rPr>
          <w:rFonts w:ascii="Times New Roman" w:eastAsia="Times New Roman" w:hAnsi="Times New Roman"/>
          <w:sz w:val="28"/>
          <w:szCs w:val="28"/>
        </w:rPr>
        <w:t>Настоящее п</w:t>
      </w:r>
      <w:r w:rsidRPr="00E14544">
        <w:rPr>
          <w:rFonts w:ascii="Times New Roman" w:eastAsia="Times New Roman" w:hAnsi="Times New Roman"/>
          <w:sz w:val="28"/>
          <w:szCs w:val="28"/>
        </w:rPr>
        <w:t>остановление вступает в силу со дня его подписания и распространяется на правоотношения, возникш</w:t>
      </w:r>
      <w:r w:rsidR="00E14544" w:rsidRPr="00E14544">
        <w:rPr>
          <w:rFonts w:ascii="Times New Roman" w:eastAsia="Times New Roman" w:hAnsi="Times New Roman"/>
          <w:sz w:val="28"/>
          <w:szCs w:val="28"/>
        </w:rPr>
        <w:t>и</w:t>
      </w:r>
      <w:r w:rsidRPr="00E14544">
        <w:rPr>
          <w:rFonts w:ascii="Times New Roman" w:eastAsia="Times New Roman" w:hAnsi="Times New Roman"/>
          <w:sz w:val="28"/>
          <w:szCs w:val="28"/>
        </w:rPr>
        <w:t>е с 01 декабря 2023 года.</w:t>
      </w:r>
    </w:p>
    <w:p w14:paraId="12F0E4DB" w14:textId="77777777" w:rsidR="00E609BC" w:rsidRPr="00D12794" w:rsidRDefault="00E609BC" w:rsidP="00E1454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0A68D2" w14:textId="6B74FB13" w:rsidR="00E14544" w:rsidRDefault="00E14544" w:rsidP="00E1454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F7271">
        <w:rPr>
          <w:rFonts w:ascii="Times New Roman" w:eastAsia="Times New Roman" w:hAnsi="Times New Roman"/>
          <w:sz w:val="28"/>
          <w:szCs w:val="28"/>
        </w:rPr>
        <w:lastRenderedPageBreak/>
        <w:t>Контроль за исполн</w:t>
      </w:r>
      <w:r>
        <w:rPr>
          <w:rFonts w:ascii="Times New Roman" w:eastAsia="Times New Roman" w:hAnsi="Times New Roman"/>
          <w:sz w:val="28"/>
          <w:szCs w:val="28"/>
        </w:rPr>
        <w:t xml:space="preserve">ением настоящего постановления возложить на вице-мэра муниципального образования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Я.С.</w:t>
      </w:r>
    </w:p>
    <w:p w14:paraId="5814475C" w14:textId="77777777" w:rsidR="00E14544" w:rsidRDefault="00E14544" w:rsidP="00E14544">
      <w:pPr>
        <w:pStyle w:val="a8"/>
        <w:rPr>
          <w:rFonts w:ascii="Times New Roman" w:eastAsia="Times New Roman" w:hAnsi="Times New Roman"/>
          <w:sz w:val="28"/>
          <w:szCs w:val="28"/>
        </w:rPr>
      </w:pPr>
    </w:p>
    <w:p w14:paraId="12F0E4DC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F0E4D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2F0E4DF" w14:textId="0709085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4F7271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4F727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4F7271">
        <w:rPr>
          <w:rFonts w:ascii="Times New Roman" w:hAnsi="Times New Roman"/>
          <w:sz w:val="28"/>
          <w:szCs w:val="28"/>
        </w:rPr>
        <w:t>»</w:t>
      </w:r>
      <w:r w:rsidR="004F7271">
        <w:rPr>
          <w:rFonts w:ascii="Times New Roman" w:hAnsi="Times New Roman"/>
          <w:sz w:val="28"/>
          <w:szCs w:val="28"/>
        </w:rPr>
        <w:tab/>
      </w:r>
      <w:r w:rsidR="004F7271">
        <w:rPr>
          <w:rFonts w:ascii="Times New Roman" w:hAnsi="Times New Roman"/>
          <w:sz w:val="28"/>
          <w:szCs w:val="28"/>
        </w:rPr>
        <w:tab/>
      </w:r>
      <w:r w:rsidR="004F7271">
        <w:rPr>
          <w:rFonts w:ascii="Times New Roman" w:hAnsi="Times New Roman"/>
          <w:sz w:val="28"/>
          <w:szCs w:val="28"/>
        </w:rPr>
        <w:tab/>
      </w:r>
      <w:r w:rsidR="004F7271">
        <w:rPr>
          <w:rFonts w:ascii="Times New Roman" w:hAnsi="Times New Roman"/>
          <w:sz w:val="28"/>
          <w:szCs w:val="28"/>
        </w:rPr>
        <w:tab/>
      </w:r>
      <w:r w:rsidR="004F7271">
        <w:rPr>
          <w:rFonts w:ascii="Times New Roman" w:hAnsi="Times New Roman"/>
          <w:sz w:val="28"/>
          <w:szCs w:val="28"/>
        </w:rPr>
        <w:tab/>
        <w:t xml:space="preserve">     </w:t>
      </w:r>
      <w:r w:rsidR="00E14544"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F727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12F0E4E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2F0E4E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2F0E4E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2F0E4E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2F0E4E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14544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A9033" w14:textId="77777777" w:rsidR="00E322DA" w:rsidRDefault="00E322DA" w:rsidP="0033636C">
      <w:pPr>
        <w:spacing w:after="0" w:line="240" w:lineRule="auto"/>
      </w:pPr>
      <w:r>
        <w:separator/>
      </w:r>
    </w:p>
  </w:endnote>
  <w:endnote w:type="continuationSeparator" w:id="0">
    <w:p w14:paraId="312E16E9" w14:textId="77777777" w:rsidR="00E322DA" w:rsidRDefault="00E322D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0E4EB" w14:textId="2FF7E9E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77A92" w14:textId="77777777" w:rsidR="00E322DA" w:rsidRDefault="00E322DA" w:rsidP="0033636C">
      <w:pPr>
        <w:spacing w:after="0" w:line="240" w:lineRule="auto"/>
      </w:pPr>
      <w:r>
        <w:separator/>
      </w:r>
    </w:p>
  </w:footnote>
  <w:footnote w:type="continuationSeparator" w:id="0">
    <w:p w14:paraId="4D5B8937" w14:textId="77777777" w:rsidR="00E322DA" w:rsidRDefault="00E322D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8424999"/>
      <w:docPartObj>
        <w:docPartGallery w:val="Page Numbers (Top of Page)"/>
        <w:docPartUnique/>
      </w:docPartObj>
    </w:sdtPr>
    <w:sdtEndPr/>
    <w:sdtContent>
      <w:p w14:paraId="47F0BB6B" w14:textId="2CF49153" w:rsidR="00E14544" w:rsidRDefault="00E145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6E5">
          <w:rPr>
            <w:noProof/>
          </w:rPr>
          <w:t>2</w:t>
        </w:r>
        <w:r>
          <w:fldChar w:fldCharType="end"/>
        </w:r>
      </w:p>
    </w:sdtContent>
  </w:sdt>
  <w:p w14:paraId="4BAE8557" w14:textId="77777777" w:rsidR="00E14544" w:rsidRDefault="00E1454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50E3D"/>
    <w:multiLevelType w:val="hybridMultilevel"/>
    <w:tmpl w:val="3C42FF88"/>
    <w:lvl w:ilvl="0" w:tplc="3CB0A82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E26364"/>
    <w:multiLevelType w:val="hybridMultilevel"/>
    <w:tmpl w:val="622462C6"/>
    <w:lvl w:ilvl="0" w:tplc="908A86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7488"/>
    <w:rsid w:val="000F34E6"/>
    <w:rsid w:val="00185FEC"/>
    <w:rsid w:val="001E1F9F"/>
    <w:rsid w:val="002003DC"/>
    <w:rsid w:val="002462E7"/>
    <w:rsid w:val="0033636C"/>
    <w:rsid w:val="003851E6"/>
    <w:rsid w:val="003E4257"/>
    <w:rsid w:val="004F7271"/>
    <w:rsid w:val="00520CBF"/>
    <w:rsid w:val="008629FA"/>
    <w:rsid w:val="00987DB5"/>
    <w:rsid w:val="00AC72C8"/>
    <w:rsid w:val="00B10ED9"/>
    <w:rsid w:val="00B25688"/>
    <w:rsid w:val="00C02849"/>
    <w:rsid w:val="00C536E5"/>
    <w:rsid w:val="00D12794"/>
    <w:rsid w:val="00D67BD8"/>
    <w:rsid w:val="00DE4A6C"/>
    <w:rsid w:val="00DF7897"/>
    <w:rsid w:val="00E14544"/>
    <w:rsid w:val="00E322DA"/>
    <w:rsid w:val="00E37B8A"/>
    <w:rsid w:val="00E609BC"/>
    <w:rsid w:val="00F0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E4C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145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3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36E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0389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0389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11F01"/>
    <w:rsid w:val="0063639B"/>
    <w:rsid w:val="0070389D"/>
    <w:rsid w:val="00B13DA8"/>
    <w:rsid w:val="00C95804"/>
    <w:rsid w:val="00CF735B"/>
    <w:rsid w:val="00D961A2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29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2023-11-29T00:26:00Z</cp:lastPrinted>
  <dcterms:created xsi:type="dcterms:W3CDTF">2020-04-07T04:52:00Z</dcterms:created>
  <dcterms:modified xsi:type="dcterms:W3CDTF">2023-11-29T00:27:00Z</dcterms:modified>
</cp:coreProperties>
</file>