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08BFE68" w14:textId="77777777" w:rsidTr="00987DB5">
        <w:tc>
          <w:tcPr>
            <w:tcW w:w="9498" w:type="dxa"/>
          </w:tcPr>
          <w:p w14:paraId="108BFE64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08BFE7F" wp14:editId="108BFE8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8BFE65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08BFE66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08BFE67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08BFE69" w14:textId="791FED06" w:rsidR="0033636C" w:rsidRPr="00F37B42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F37B4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AE5490" w:rsidRPr="00F37B42">
            <w:rPr>
              <w:rFonts w:ascii="Times New Roman" w:hAnsi="Times New Roman"/>
              <w:sz w:val="28"/>
              <w:szCs w:val="28"/>
            </w:rPr>
            <w:t>06 февраля 2024 года</w:t>
          </w:r>
        </w:sdtContent>
      </w:sdt>
      <w:r w:rsidRPr="00F37B42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AE5490" w:rsidRPr="00F37B42">
            <w:rPr>
              <w:rFonts w:ascii="Times New Roman" w:hAnsi="Times New Roman"/>
              <w:sz w:val="28"/>
              <w:szCs w:val="28"/>
            </w:rPr>
            <w:t>72</w:t>
          </w:r>
        </w:sdtContent>
      </w:sdt>
    </w:p>
    <w:bookmarkEnd w:id="0"/>
    <w:p w14:paraId="108BFE6A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108BFE6C" w14:textId="34C35420" w:rsidR="00185FEC" w:rsidRDefault="004A6DBC" w:rsidP="001207EE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DD6675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Pr="00DD6675">
        <w:rPr>
          <w:rFonts w:ascii="Times New Roman" w:hAnsi="Times New Roman"/>
          <w:b/>
          <w:sz w:val="28"/>
          <w:szCs w:val="28"/>
        </w:rPr>
        <w:br/>
        <w:t>муниципального образования «Го</w:t>
      </w:r>
      <w:r>
        <w:rPr>
          <w:rFonts w:ascii="Times New Roman" w:hAnsi="Times New Roman"/>
          <w:b/>
          <w:sz w:val="28"/>
          <w:szCs w:val="28"/>
        </w:rPr>
        <w:t xml:space="preserve">родской округ Ногликский» </w:t>
      </w:r>
      <w:r>
        <w:rPr>
          <w:rFonts w:ascii="Times New Roman" w:hAnsi="Times New Roman"/>
          <w:b/>
          <w:sz w:val="28"/>
          <w:szCs w:val="28"/>
        </w:rPr>
        <w:br/>
        <w:t>от 05 марта 2022 года № 86</w:t>
      </w:r>
    </w:p>
    <w:p w14:paraId="3A252AFC" w14:textId="785D8D56" w:rsidR="004A6DBC" w:rsidRPr="007821D3" w:rsidRDefault="004A6DBC" w:rsidP="004A6DB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821D3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D6D27A" wp14:editId="19556591">
                <wp:simplePos x="0" y="0"/>
                <wp:positionH relativeFrom="column">
                  <wp:posOffset>1167765</wp:posOffset>
                </wp:positionH>
                <wp:positionV relativeFrom="paragraph">
                  <wp:posOffset>635634</wp:posOffset>
                </wp:positionV>
                <wp:extent cx="0" cy="0"/>
                <wp:effectExtent l="0" t="0" r="0" b="0"/>
                <wp:wrapNone/>
                <wp:docPr id="1017900997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4866D5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1.95pt,50.05pt" to="91.95pt,5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" strokecolor="#ed7d31" strokeweight="1.5pt">
                <v:stroke joinstyle="miter"/>
              </v:line>
            </w:pict>
          </mc:Fallback>
        </mc:AlternateContent>
      </w:r>
      <w:r w:rsidRPr="007821D3">
        <w:rPr>
          <w:rFonts w:ascii="Times New Roman" w:hAnsi="Times New Roman"/>
          <w:sz w:val="28"/>
          <w:szCs w:val="28"/>
        </w:rPr>
        <w:t>В соответствии с постановлением Правительства Сахалинской области от 30.05.2022 № 203 «Об утверждении Краткосрочного плана реализаций региональной программы «Капитальный ремонт общего имущества в многоквартирных домах, расположенных на территории Сахалинской области, на 2014 - 2043 годы», утвержденной постановлением Правительства Сахалинской области от 28.04.</w:t>
      </w:r>
      <w:r w:rsidR="001207EE">
        <w:rPr>
          <w:rFonts w:ascii="Times New Roman" w:hAnsi="Times New Roman"/>
          <w:sz w:val="28"/>
          <w:szCs w:val="28"/>
        </w:rPr>
        <w:t>2014 № 199, на 2023 – 2025 годы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821D3">
        <w:rPr>
          <w:rFonts w:ascii="Times New Roman" w:hAnsi="Times New Roman"/>
          <w:sz w:val="28"/>
          <w:szCs w:val="28"/>
        </w:rPr>
        <w:t xml:space="preserve">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7821D3">
        <w:rPr>
          <w:rFonts w:ascii="Times New Roman" w:hAnsi="Times New Roman"/>
          <w:b/>
          <w:sz w:val="28"/>
          <w:szCs w:val="28"/>
        </w:rPr>
        <w:t>ПОСТАНОВЛЯЕТ:</w:t>
      </w:r>
    </w:p>
    <w:p w14:paraId="3EEEE3BC" w14:textId="77777777" w:rsidR="004A6DBC" w:rsidRPr="003B0367" w:rsidRDefault="004A6DBC" w:rsidP="004A6DB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1D3">
        <w:rPr>
          <w:rFonts w:ascii="Times New Roman" w:hAnsi="Times New Roman"/>
          <w:sz w:val="28"/>
          <w:szCs w:val="28"/>
        </w:rPr>
        <w:t xml:space="preserve">1. Внести изменения в краткосрочный план реализации региональной программы капитального ремонта общего имущества в многоквартирных домах муниципального образования «Городской округ Ногликский» на 2023-2025 годы, </w:t>
      </w:r>
      <w:r w:rsidRPr="003B0367">
        <w:rPr>
          <w:rFonts w:ascii="Times New Roman" w:hAnsi="Times New Roman"/>
          <w:sz w:val="28"/>
          <w:szCs w:val="28"/>
        </w:rPr>
        <w:t>утверждённый постановлением администрации муниципального образования «Городской округ Ногликский» от 05 марта 2022 года № 86 «Об утверждении краткосрочного плана реализации региональной программы капита</w:t>
      </w:r>
      <w:r>
        <w:rPr>
          <w:rFonts w:ascii="Times New Roman" w:hAnsi="Times New Roman"/>
          <w:sz w:val="28"/>
          <w:szCs w:val="28"/>
        </w:rPr>
        <w:t>льного ремонта общего имущества</w:t>
      </w:r>
      <w:r w:rsidRPr="003B0367">
        <w:rPr>
          <w:rFonts w:ascii="Times New Roman" w:hAnsi="Times New Roman"/>
          <w:sz w:val="28"/>
          <w:szCs w:val="28"/>
        </w:rPr>
        <w:t xml:space="preserve"> в многоквартирных д</w:t>
      </w:r>
      <w:r>
        <w:rPr>
          <w:rFonts w:ascii="Times New Roman" w:hAnsi="Times New Roman"/>
          <w:sz w:val="28"/>
          <w:szCs w:val="28"/>
        </w:rPr>
        <w:t>омах муниципального образования</w:t>
      </w:r>
      <w:r w:rsidRPr="003B0367">
        <w:rPr>
          <w:rFonts w:ascii="Times New Roman" w:hAnsi="Times New Roman"/>
          <w:sz w:val="28"/>
          <w:szCs w:val="28"/>
        </w:rPr>
        <w:t xml:space="preserve"> «Городской округ Ногликский» на 2023-2025 годы», изложив его в новой редакции (прилагается).</w:t>
      </w:r>
    </w:p>
    <w:p w14:paraId="108BFE77" w14:textId="08A2082E" w:rsidR="008629FA" w:rsidRDefault="004A6DBC" w:rsidP="004A6D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7821D3">
        <w:rPr>
          <w:rFonts w:ascii="Times New Roman" w:hAnsi="Times New Roman"/>
          <w:sz w:val="28"/>
          <w:szCs w:val="28"/>
        </w:rPr>
        <w:t xml:space="preserve">2. </w:t>
      </w:r>
      <w:r w:rsidRPr="007821D3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Контроль за исполнением настоящего постановления возложить на первого вице-мэра муниципального образования «Городской округ Ногликский» Водолагу О.В.</w:t>
      </w:r>
    </w:p>
    <w:p w14:paraId="51346DEE" w14:textId="77777777" w:rsidR="004F1256" w:rsidRDefault="004F1256" w:rsidP="004A6D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</w:p>
    <w:p w14:paraId="4BE34B54" w14:textId="77777777" w:rsidR="004A6DBC" w:rsidRDefault="004A6DBC" w:rsidP="004A6DB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7851C78" w14:textId="77777777" w:rsidR="004A6DBC" w:rsidRPr="00D12794" w:rsidRDefault="004A6DBC" w:rsidP="004A6DB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08BFE78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08BFE79" w14:textId="22F825CF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  <w:r w:rsidR="00E105A2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E105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108BFE7E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4A6DBC">
      <w:footerReference w:type="default" r:id="rId7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BFE83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108BFE84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BFE85" w14:textId="68537B0E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BFE81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108BFE82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207EE"/>
    <w:rsid w:val="00185FEC"/>
    <w:rsid w:val="001E1F9F"/>
    <w:rsid w:val="002003DC"/>
    <w:rsid w:val="0033636C"/>
    <w:rsid w:val="003E4257"/>
    <w:rsid w:val="00465846"/>
    <w:rsid w:val="004A6DBC"/>
    <w:rsid w:val="004F1256"/>
    <w:rsid w:val="00520CBF"/>
    <w:rsid w:val="008629FA"/>
    <w:rsid w:val="00987DB5"/>
    <w:rsid w:val="00AC72C8"/>
    <w:rsid w:val="00AE5490"/>
    <w:rsid w:val="00B10ED9"/>
    <w:rsid w:val="00B25688"/>
    <w:rsid w:val="00C02849"/>
    <w:rsid w:val="00D12794"/>
    <w:rsid w:val="00D67BD8"/>
    <w:rsid w:val="00DF7897"/>
    <w:rsid w:val="00E105A2"/>
    <w:rsid w:val="00E37B8A"/>
    <w:rsid w:val="00E609BC"/>
    <w:rsid w:val="00F3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BFE6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F37B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37B4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9143CA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9143CA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9143CA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4</cp:revision>
  <cp:lastPrinted>2024-02-06T04:26:00Z</cp:lastPrinted>
  <dcterms:created xsi:type="dcterms:W3CDTF">2024-02-06T04:22:00Z</dcterms:created>
  <dcterms:modified xsi:type="dcterms:W3CDTF">2024-02-06T04:26:00Z</dcterms:modified>
</cp:coreProperties>
</file>