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FA4E9F" w14:textId="77777777" w:rsidTr="00987DB5">
        <w:tc>
          <w:tcPr>
            <w:tcW w:w="9498" w:type="dxa"/>
          </w:tcPr>
          <w:p w14:paraId="1BFA4E9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FA4EB6" wp14:editId="1BFA4EB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A4E9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FA4E9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FA4E9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FA4EA0" w14:textId="3FAF63CB" w:rsidR="0033636C" w:rsidRPr="005A2CF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A2CF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17476">
            <w:rPr>
              <w:rFonts w:ascii="Times New Roman" w:hAnsi="Times New Roman"/>
              <w:sz w:val="28"/>
              <w:szCs w:val="28"/>
            </w:rPr>
            <w:t>22 декабря 2022 года</w:t>
          </w:r>
        </w:sdtContent>
      </w:sdt>
      <w:r w:rsidRPr="005A2CF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17476" w:rsidRPr="00D17476">
            <w:rPr>
              <w:rFonts w:ascii="Times New Roman" w:hAnsi="Times New Roman"/>
              <w:sz w:val="28"/>
              <w:szCs w:val="28"/>
            </w:rPr>
            <w:t>733</w:t>
          </w:r>
        </w:sdtContent>
      </w:sdt>
    </w:p>
    <w:p w14:paraId="1BFA4EA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E1FFAE3" w14:textId="77777777" w:rsidR="00FD47F8" w:rsidRDefault="00FD47F8" w:rsidP="005A2CF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графика согласования номенклатуры дел,</w:t>
      </w:r>
    </w:p>
    <w:p w14:paraId="6A4A404A" w14:textId="1DFA13A6" w:rsidR="00FD47F8" w:rsidRDefault="00FD47F8" w:rsidP="005A2CFA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упорядочения и передачи документов в муниципальное казенное учреждение «Архив Ногликского района» </w:t>
      </w:r>
      <w:r w:rsidR="00706005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>на 2023 год</w:t>
      </w:r>
    </w:p>
    <w:p w14:paraId="037217FF" w14:textId="77777777" w:rsidR="00706005" w:rsidRDefault="00706005" w:rsidP="005A2C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98FF60" w14:textId="3CB24E27" w:rsidR="00FD47F8" w:rsidRPr="005B7D77" w:rsidRDefault="00FD47F8" w:rsidP="005A2C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D77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>16 Федерального</w:t>
      </w:r>
      <w:r w:rsidRPr="005B7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5B7D7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06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06.10.2003 № 131-ФЗ «Об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бщих принципах организации местного самоуправления в Российской Федерации»</w:t>
      </w:r>
      <w:r w:rsidRPr="005B7D77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706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5B7D7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</w:r>
      <w:r w:rsidRPr="005A2CF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289CDBC" w14:textId="1386DA31" w:rsidR="00FD47F8" w:rsidRDefault="00FD47F8" w:rsidP="00A807EB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5B7D7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Утвердить </w:t>
      </w:r>
      <w:r w:rsidR="00A807E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рафик согласования, упорядочения и передачи документов </w:t>
      </w:r>
      <w:r w:rsidR="00A807EB" w:rsidRPr="00A807EB">
        <w:rPr>
          <w:rFonts w:ascii="Times New Roman" w:eastAsia="Times New Roman" w:hAnsi="Times New Roman"/>
          <w:sz w:val="28"/>
          <w:szCs w:val="28"/>
          <w:lang w:eastAsia="ru-RU"/>
        </w:rPr>
        <w:t>организаций – источников комплектования</w:t>
      </w:r>
      <w:r w:rsidR="00A807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 МКУ «Архив Ногликского района» на 2023 год (прилагается).</w:t>
      </w:r>
    </w:p>
    <w:p w14:paraId="7BA66030" w14:textId="77777777" w:rsidR="00FD47F8" w:rsidRPr="009C4769" w:rsidRDefault="00FD47F8" w:rsidP="0070600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C476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 w:cs="Times New Roman"/>
          <w:sz w:val="28"/>
          <w:szCs w:val="28"/>
        </w:rPr>
        <w:t xml:space="preserve">27 декабря 2021 года № 743 «Об утверждении графика согласования номенклатуры дел, упорядочения и передачи документов в МКУ </w:t>
      </w:r>
      <w:r w:rsidRPr="009C4769">
        <w:rPr>
          <w:rFonts w:ascii="Times New Roman" w:hAnsi="Times New Roman" w:cs="Times New Roman"/>
          <w:sz w:val="28"/>
          <w:szCs w:val="28"/>
        </w:rPr>
        <w:t>«Архив Ногликского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на 2022 год».</w:t>
      </w:r>
    </w:p>
    <w:p w14:paraId="38C508CD" w14:textId="77777777" w:rsidR="00FD47F8" w:rsidRDefault="00FD47F8" w:rsidP="00706005">
      <w:pPr>
        <w:pStyle w:val="ConsPlusNormal"/>
        <w:widowControl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Руководителям учреждений, организаций и предприятий муниципального образования «Городской округ Ногликский» обеспечить упорядочение и передачу документов в МКУ «Архив Ногликского района» в соответствии с графиком.</w:t>
      </w:r>
    </w:p>
    <w:p w14:paraId="79EF7883" w14:textId="67B0737C" w:rsidR="00FD47F8" w:rsidRPr="005B7D77" w:rsidRDefault="00FD47F8" w:rsidP="005A2C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B7D77">
        <w:rPr>
          <w:rFonts w:ascii="Times New Roman" w:hAnsi="Times New Roman" w:cs="Times New Roman"/>
          <w:sz w:val="28"/>
          <w:szCs w:val="28"/>
        </w:rPr>
        <w:t xml:space="preserve"> </w:t>
      </w:r>
      <w:r w:rsidR="005F6F4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5F6F4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5F6F4F" w:rsidRPr="005B7D7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</w:t>
      </w:r>
      <w:r w:rsidRPr="005B7D77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="00706005">
        <w:rPr>
          <w:rFonts w:ascii="Times New Roman" w:hAnsi="Times New Roman" w:cs="Times New Roman"/>
          <w:sz w:val="28"/>
          <w:szCs w:val="28"/>
        </w:rPr>
        <w:t>теле</w:t>
      </w:r>
      <w:r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 w:rsidR="005A2CF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5A2CFA">
        <w:rPr>
          <w:rFonts w:ascii="Times New Roman" w:hAnsi="Times New Roman" w:cs="Times New Roman"/>
          <w:sz w:val="28"/>
          <w:szCs w:val="28"/>
        </w:rPr>
        <w:t>»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</w:p>
    <w:p w14:paraId="1BFA4EAE" w14:textId="77777777" w:rsidR="008629FA" w:rsidRPr="00D12794" w:rsidRDefault="008629FA" w:rsidP="005A2CF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FA4EA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Мэр муниципального образования</w:t>
      </w:r>
    </w:p>
    <w:p w14:paraId="1BFA4EB4" w14:textId="17F57A3E" w:rsidR="008629FA" w:rsidRPr="00D12794" w:rsidRDefault="008629FA" w:rsidP="00FD4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A2CFA">
        <w:rPr>
          <w:rFonts w:ascii="Times New Roman" w:hAnsi="Times New Roman"/>
          <w:sz w:val="28"/>
          <w:szCs w:val="28"/>
        </w:rPr>
        <w:tab/>
      </w:r>
      <w:r w:rsidR="005A2CFA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A2C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BFA4EB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06005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A4EB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BFA4EB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A4EBC" w14:textId="5CCAEA5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A4EB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BFA4EB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5A2CFA"/>
    <w:rsid w:val="005F6F4F"/>
    <w:rsid w:val="00706005"/>
    <w:rsid w:val="008629FA"/>
    <w:rsid w:val="008E6412"/>
    <w:rsid w:val="00987DB5"/>
    <w:rsid w:val="00A807EB"/>
    <w:rsid w:val="00AC72C8"/>
    <w:rsid w:val="00B10ED9"/>
    <w:rsid w:val="00B25688"/>
    <w:rsid w:val="00C02849"/>
    <w:rsid w:val="00D12794"/>
    <w:rsid w:val="00D17476"/>
    <w:rsid w:val="00D67BD8"/>
    <w:rsid w:val="00DF7897"/>
    <w:rsid w:val="00E37B8A"/>
    <w:rsid w:val="00E609BC"/>
    <w:rsid w:val="00FD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4E9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FD47F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No Spacing"/>
    <w:uiPriority w:val="1"/>
    <w:qFormat/>
    <w:rsid w:val="00A807E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54FA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54FA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54FA9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2022-12-22T00:53:00Z</dcterms:modified>
</cp:coreProperties>
</file>