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2DC5448" w14:textId="77777777" w:rsidTr="00987DB5">
        <w:tc>
          <w:tcPr>
            <w:tcW w:w="9498" w:type="dxa"/>
          </w:tcPr>
          <w:p w14:paraId="12DC544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DC545F" wp14:editId="12DC546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DC544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2DC544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2DC544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2DC5449" w14:textId="1AA8DD9B" w:rsidR="0033636C" w:rsidRPr="00CE02F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E02F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2047F">
            <w:rPr>
              <w:rFonts w:ascii="Times New Roman" w:hAnsi="Times New Roman"/>
              <w:sz w:val="28"/>
              <w:szCs w:val="28"/>
            </w:rPr>
            <w:t>22 декабря 2022 года</w:t>
          </w:r>
        </w:sdtContent>
      </w:sdt>
      <w:r w:rsidRPr="00CE02F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2047F" w:rsidRPr="00C2047F">
            <w:rPr>
              <w:rFonts w:ascii="Times New Roman" w:hAnsi="Times New Roman"/>
              <w:sz w:val="28"/>
              <w:szCs w:val="28"/>
            </w:rPr>
            <w:t>734</w:t>
          </w:r>
        </w:sdtContent>
      </w:sdt>
    </w:p>
    <w:p w14:paraId="12DC544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2DC544C" w14:textId="18A8A1D1" w:rsidR="00185FEC" w:rsidRPr="00361FA6" w:rsidRDefault="0033636C" w:rsidP="00361FA6">
      <w:pPr>
        <w:jc w:val="center"/>
        <w:rPr>
          <w:rFonts w:ascii="Times New Roman" w:hAnsi="Times New Roman"/>
          <w:b/>
          <w:sz w:val="28"/>
          <w:szCs w:val="28"/>
        </w:rPr>
      </w:pPr>
      <w:r w:rsidRPr="00E206A2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14:paraId="4CB0E5D3" w14:textId="77777777" w:rsidR="00C2047F" w:rsidRDefault="00C2047F" w:rsidP="00CE02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7D266E" w14:textId="5B4A4E76" w:rsidR="00361FA6" w:rsidRPr="00DF7063" w:rsidRDefault="00361FA6" w:rsidP="00CE02F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услуг», </w:t>
      </w:r>
      <w:r w:rsidRPr="0054790D">
        <w:rPr>
          <w:rFonts w:ascii="Times New Roman" w:hAnsi="Times New Roman" w:cs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F706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E381DCF" w14:textId="2AE4148F" w:rsidR="00361FA6" w:rsidRPr="0054790D" w:rsidRDefault="00361FA6" w:rsidP="00CE02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361FA6">
        <w:rPr>
          <w:rFonts w:ascii="Times New Roman" w:hAnsi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4348EA94" w14:textId="74F335E2" w:rsidR="00361FA6" w:rsidRPr="0054790D" w:rsidRDefault="00846A58" w:rsidP="00CE02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1FA6" w:rsidRPr="0054790D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361FA6">
        <w:rPr>
          <w:rFonts w:ascii="Times New Roman" w:hAnsi="Times New Roman" w:cs="Times New Roman"/>
          <w:sz w:val="28"/>
          <w:szCs w:val="28"/>
        </w:rPr>
        <w:br/>
      </w:r>
      <w:r w:rsidR="00361FA6"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F5C0662" w14:textId="14705A7E" w:rsidR="00361FA6" w:rsidRDefault="00846A58" w:rsidP="00CE02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1FA6">
        <w:rPr>
          <w:rFonts w:ascii="Times New Roman" w:hAnsi="Times New Roman" w:cs="Times New Roman"/>
          <w:sz w:val="28"/>
          <w:szCs w:val="28"/>
        </w:rPr>
        <w:t xml:space="preserve">. </w:t>
      </w:r>
      <w:r w:rsidR="00361FA6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12DC5457" w14:textId="4AE3833B" w:rsidR="008629FA" w:rsidRPr="00D12794" w:rsidRDefault="00846A58" w:rsidP="00CE02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61FA6" w:rsidRPr="0054790D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361FA6">
        <w:rPr>
          <w:rFonts w:ascii="Times New Roman" w:hAnsi="Times New Roman"/>
          <w:sz w:val="28"/>
          <w:szCs w:val="28"/>
        </w:rPr>
        <w:br/>
      </w:r>
      <w:r w:rsidR="00361FA6" w:rsidRPr="0054790D">
        <w:rPr>
          <w:rFonts w:ascii="Times New Roman" w:hAnsi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0AF57384" w14:textId="77777777" w:rsidR="00361FA6" w:rsidRDefault="00361FA6" w:rsidP="00CE02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466AE4" w14:textId="77777777" w:rsidR="00CE02FF" w:rsidRDefault="00CE02FF" w:rsidP="00CE02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DC545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2DC545E" w14:textId="79412C9D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«Городской</w:t>
      </w:r>
      <w:r w:rsidR="00361FA6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361FA6">
        <w:rPr>
          <w:rFonts w:ascii="Times New Roman" w:hAnsi="Times New Roman"/>
          <w:sz w:val="28"/>
          <w:szCs w:val="28"/>
        </w:rPr>
        <w:tab/>
      </w:r>
      <w:r w:rsidR="00361FA6">
        <w:rPr>
          <w:rFonts w:ascii="Times New Roman" w:hAnsi="Times New Roman"/>
          <w:sz w:val="28"/>
          <w:szCs w:val="28"/>
        </w:rPr>
        <w:tab/>
      </w:r>
      <w:r w:rsidR="00361FA6">
        <w:rPr>
          <w:rFonts w:ascii="Times New Roman" w:hAnsi="Times New Roman"/>
          <w:sz w:val="28"/>
          <w:szCs w:val="28"/>
        </w:rPr>
        <w:tab/>
      </w:r>
      <w:r w:rsidR="00361FA6">
        <w:rPr>
          <w:rFonts w:ascii="Times New Roman" w:hAnsi="Times New Roman"/>
          <w:sz w:val="28"/>
          <w:szCs w:val="28"/>
        </w:rPr>
        <w:tab/>
      </w:r>
      <w:r w:rsidR="00361FA6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61F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C546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2DC546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C5465" w14:textId="32AEC60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C546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2DC546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61FA6"/>
    <w:rsid w:val="003E4257"/>
    <w:rsid w:val="00520CBF"/>
    <w:rsid w:val="00846A58"/>
    <w:rsid w:val="008629FA"/>
    <w:rsid w:val="00987DB5"/>
    <w:rsid w:val="00AC72C8"/>
    <w:rsid w:val="00B10ED9"/>
    <w:rsid w:val="00B25688"/>
    <w:rsid w:val="00C02849"/>
    <w:rsid w:val="00C2047F"/>
    <w:rsid w:val="00CE02FF"/>
    <w:rsid w:val="00D12794"/>
    <w:rsid w:val="00D67BD8"/>
    <w:rsid w:val="00DF7897"/>
    <w:rsid w:val="00E206A2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544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361FA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1FA6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0427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0427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0427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2022-12-22T04:41:00Z</dcterms:modified>
</cp:coreProperties>
</file>