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7B5581B" w14:textId="77777777" w:rsidTr="00987DB5">
        <w:tc>
          <w:tcPr>
            <w:tcW w:w="9498" w:type="dxa"/>
          </w:tcPr>
          <w:p w14:paraId="37B5581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7B55832" wp14:editId="37B5583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B55818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7B55819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7B5581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7B5581C" w14:textId="38F2ECB4" w:rsidR="0033636C" w:rsidRPr="004220C9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20C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220C9" w:rsidRPr="004220C9">
            <w:rPr>
              <w:rFonts w:ascii="Times New Roman" w:hAnsi="Times New Roman"/>
              <w:sz w:val="28"/>
              <w:szCs w:val="28"/>
            </w:rPr>
            <w:t>25 ноября 2024 года</w:t>
          </w:r>
        </w:sdtContent>
      </w:sdt>
      <w:r w:rsidRPr="004220C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220C9" w:rsidRPr="004220C9">
            <w:rPr>
              <w:rFonts w:ascii="Times New Roman" w:hAnsi="Times New Roman"/>
              <w:sz w:val="28"/>
              <w:szCs w:val="28"/>
            </w:rPr>
            <w:t>734</w:t>
          </w:r>
        </w:sdtContent>
      </w:sdt>
    </w:p>
    <w:p w14:paraId="37B5581D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C5C2BD0" w14:textId="77777777" w:rsidR="008D734F" w:rsidRDefault="0033636C" w:rsidP="008D73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70F4A">
        <w:rPr>
          <w:rFonts w:ascii="Times New Roman" w:hAnsi="Times New Roman"/>
          <w:b/>
          <w:sz w:val="28"/>
          <w:szCs w:val="28"/>
        </w:rPr>
        <w:t>О внесении изменени</w:t>
      </w:r>
      <w:r w:rsidR="008D734F">
        <w:rPr>
          <w:rFonts w:ascii="Times New Roman" w:hAnsi="Times New Roman"/>
          <w:b/>
          <w:sz w:val="28"/>
          <w:szCs w:val="28"/>
        </w:rPr>
        <w:t>й в постановление администрации</w:t>
      </w:r>
    </w:p>
    <w:p w14:paraId="69605C8E" w14:textId="77777777" w:rsidR="008D734F" w:rsidRDefault="0033636C" w:rsidP="008D73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70F4A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670F4A">
        <w:rPr>
          <w:rFonts w:ascii="Times New Roman" w:hAnsi="Times New Roman"/>
          <w:b/>
          <w:sz w:val="28"/>
          <w:szCs w:val="28"/>
        </w:rPr>
        <w:t>«</w:t>
      </w:r>
      <w:r w:rsidRPr="00670F4A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670F4A">
        <w:rPr>
          <w:rFonts w:ascii="Times New Roman" w:hAnsi="Times New Roman"/>
          <w:b/>
          <w:sz w:val="28"/>
          <w:szCs w:val="28"/>
        </w:rPr>
        <w:t>»</w:t>
      </w:r>
    </w:p>
    <w:p w14:paraId="37B5581E" w14:textId="30CBA4A7" w:rsidR="0033636C" w:rsidRPr="00670F4A" w:rsidRDefault="0033636C" w:rsidP="008D73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70F4A">
        <w:rPr>
          <w:rFonts w:ascii="Times New Roman" w:hAnsi="Times New Roman"/>
          <w:b/>
          <w:sz w:val="28"/>
          <w:szCs w:val="28"/>
        </w:rPr>
        <w:t>от 14.10.2020 № 507</w:t>
      </w:r>
    </w:p>
    <w:p w14:paraId="37B5581F" w14:textId="77777777" w:rsidR="00185FEC" w:rsidRDefault="00185FEC" w:rsidP="008D73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E8A0529" w14:textId="65F802B7" w:rsidR="00EB36DA" w:rsidRDefault="00A56676" w:rsidP="008D73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постановлением Правительства Российской Федерации от 29.03.2024 № 398 «О внесении изменений в постановление Правительства Российской Федерации от 21</w:t>
      </w:r>
      <w:r w:rsidR="008D734F">
        <w:rPr>
          <w:rFonts w:ascii="Times New Roman" w:hAnsi="Times New Roman"/>
          <w:sz w:val="28"/>
          <w:szCs w:val="28"/>
        </w:rPr>
        <w:t xml:space="preserve">.12.2021 </w:t>
      </w:r>
      <w:r>
        <w:rPr>
          <w:rFonts w:ascii="Times New Roman" w:hAnsi="Times New Roman"/>
          <w:sz w:val="28"/>
          <w:szCs w:val="28"/>
        </w:rPr>
        <w:t xml:space="preserve">№ 2382», постановлением </w:t>
      </w:r>
      <w:r w:rsidR="00BB7789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равительства Сахалинской области от 24.09.2024 № 339 «О внесении изменений в некоторые нормативные правовые акты Правительства Сахалинской области в сфере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образования», руководствуясь ст. 36 Устава муниципального образования «Городской округ Ногликский», администрация муниципального образования «</w:t>
      </w:r>
      <w:r w:rsidR="00BB7789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ородской округ Ногликский» </w:t>
      </w:r>
      <w:r w:rsidRPr="00A56676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14:paraId="194BA20D" w14:textId="33A429AB" w:rsidR="00D15ADD" w:rsidRDefault="009D0DDF" w:rsidP="009D0DDF">
      <w:pPr>
        <w:pStyle w:val="a8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EB36DA">
        <w:rPr>
          <w:rFonts w:ascii="Times New Roman" w:hAnsi="Times New Roman"/>
          <w:sz w:val="28"/>
          <w:szCs w:val="28"/>
        </w:rPr>
        <w:t xml:space="preserve">Внести в постановление </w:t>
      </w:r>
      <w:r w:rsidR="00BB7789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«Городской округ Ногликский» </w:t>
      </w:r>
      <w:r w:rsidR="000E6C21">
        <w:rPr>
          <w:rFonts w:ascii="Times New Roman" w:hAnsi="Times New Roman"/>
          <w:sz w:val="28"/>
          <w:szCs w:val="28"/>
        </w:rPr>
        <w:t xml:space="preserve">от 14.10.2020 № 507 </w:t>
      </w:r>
      <w:r w:rsidR="00BB7789">
        <w:rPr>
          <w:rFonts w:ascii="Times New Roman" w:hAnsi="Times New Roman"/>
          <w:sz w:val="28"/>
          <w:szCs w:val="28"/>
        </w:rPr>
        <w:t>«</w:t>
      </w:r>
      <w:r w:rsidR="00D15ADD">
        <w:rPr>
          <w:rFonts w:ascii="Times New Roman" w:hAnsi="Times New Roman"/>
          <w:sz w:val="28"/>
          <w:szCs w:val="28"/>
        </w:rPr>
        <w:t>О</w:t>
      </w:r>
      <w:r w:rsidR="00BB7789">
        <w:rPr>
          <w:rFonts w:ascii="Times New Roman" w:hAnsi="Times New Roman"/>
          <w:sz w:val="28"/>
          <w:szCs w:val="28"/>
        </w:rPr>
        <w:t>б установлении и выплате ежемесячного денежного вознаграждения за классное руководство педагогическим работникам муниципальных образовательных учреждени</w:t>
      </w:r>
      <w:r w:rsidR="00D15ADD">
        <w:rPr>
          <w:rFonts w:ascii="Times New Roman" w:hAnsi="Times New Roman"/>
          <w:sz w:val="28"/>
          <w:szCs w:val="28"/>
        </w:rPr>
        <w:t>й</w:t>
      </w:r>
      <w:r w:rsidR="00BB7789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D15ADD">
        <w:rPr>
          <w:rFonts w:ascii="Times New Roman" w:hAnsi="Times New Roman"/>
          <w:sz w:val="28"/>
          <w:szCs w:val="28"/>
        </w:rPr>
        <w:t xml:space="preserve"> «Городской округ Ногликский»,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программы»</w:t>
      </w:r>
      <w:r w:rsidR="000E6C21">
        <w:rPr>
          <w:rFonts w:ascii="Times New Roman" w:hAnsi="Times New Roman"/>
          <w:sz w:val="28"/>
          <w:szCs w:val="28"/>
        </w:rPr>
        <w:t xml:space="preserve"> (далее </w:t>
      </w:r>
      <w:r w:rsidR="00154F4A">
        <w:rPr>
          <w:rFonts w:ascii="Times New Roman" w:hAnsi="Times New Roman"/>
          <w:sz w:val="28"/>
          <w:szCs w:val="28"/>
        </w:rPr>
        <w:t>-</w:t>
      </w:r>
      <w:r w:rsidR="000E6C21">
        <w:rPr>
          <w:rFonts w:ascii="Times New Roman" w:hAnsi="Times New Roman"/>
          <w:sz w:val="28"/>
          <w:szCs w:val="28"/>
        </w:rPr>
        <w:t xml:space="preserve"> Постановление)</w:t>
      </w:r>
      <w:r w:rsidR="00EB36DA">
        <w:rPr>
          <w:rFonts w:ascii="Times New Roman" w:hAnsi="Times New Roman"/>
          <w:sz w:val="28"/>
          <w:szCs w:val="28"/>
        </w:rPr>
        <w:t xml:space="preserve">, </w:t>
      </w:r>
      <w:r w:rsidR="00D15ADD">
        <w:rPr>
          <w:rFonts w:ascii="Times New Roman" w:hAnsi="Times New Roman"/>
          <w:sz w:val="28"/>
          <w:szCs w:val="28"/>
        </w:rPr>
        <w:t>следующие изменения:</w:t>
      </w:r>
    </w:p>
    <w:p w14:paraId="6116EB69" w14:textId="11EA057E" w:rsidR="00EB36DA" w:rsidRPr="009D0DDF" w:rsidRDefault="009D0DDF" w:rsidP="009D0DD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0DDF">
        <w:rPr>
          <w:rFonts w:ascii="Times New Roman" w:hAnsi="Times New Roman"/>
          <w:sz w:val="28"/>
          <w:szCs w:val="28"/>
        </w:rPr>
        <w:t xml:space="preserve">1.1. </w:t>
      </w:r>
      <w:r w:rsidR="00D15ADD" w:rsidRPr="009D0DDF">
        <w:rPr>
          <w:rFonts w:ascii="Times New Roman" w:hAnsi="Times New Roman"/>
          <w:sz w:val="28"/>
          <w:szCs w:val="28"/>
        </w:rPr>
        <w:t>П</w:t>
      </w:r>
      <w:r w:rsidR="00EB36DA" w:rsidRPr="009D0DDF">
        <w:rPr>
          <w:rFonts w:ascii="Times New Roman" w:hAnsi="Times New Roman"/>
          <w:sz w:val="28"/>
          <w:szCs w:val="28"/>
        </w:rPr>
        <w:t>ункт 1</w:t>
      </w:r>
      <w:r w:rsidR="00D15ADD" w:rsidRPr="009D0DDF">
        <w:rPr>
          <w:rFonts w:ascii="Times New Roman" w:hAnsi="Times New Roman"/>
          <w:sz w:val="28"/>
          <w:szCs w:val="28"/>
        </w:rPr>
        <w:t xml:space="preserve"> </w:t>
      </w:r>
      <w:r w:rsidR="001C26DD" w:rsidRPr="009D0DDF">
        <w:rPr>
          <w:rFonts w:ascii="Times New Roman" w:hAnsi="Times New Roman"/>
          <w:sz w:val="28"/>
          <w:szCs w:val="28"/>
        </w:rPr>
        <w:t>П</w:t>
      </w:r>
      <w:r w:rsidR="00D15ADD" w:rsidRPr="009D0DDF">
        <w:rPr>
          <w:rFonts w:ascii="Times New Roman" w:hAnsi="Times New Roman"/>
          <w:sz w:val="28"/>
          <w:szCs w:val="28"/>
        </w:rPr>
        <w:t xml:space="preserve">остановления изложить </w:t>
      </w:r>
      <w:r w:rsidR="00EB36DA" w:rsidRPr="009D0DDF">
        <w:rPr>
          <w:rFonts w:ascii="Times New Roman" w:hAnsi="Times New Roman"/>
          <w:sz w:val="28"/>
          <w:szCs w:val="28"/>
        </w:rPr>
        <w:t>в следующей редакции:</w:t>
      </w:r>
    </w:p>
    <w:p w14:paraId="583BD5C3" w14:textId="12A1DC89" w:rsidR="00EB36DA" w:rsidRDefault="00EB36DA" w:rsidP="009D0DDF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 Установить ежемесячное денежное вознаграждение за классное руководство педагогическим работникам муниципальных образовательных учреждений муниципального образования «Городской округ Ногликский», реализующих программы начального общего, основного общего и среднего общего образования, в том числе адаптированные основные общеобразовательные программы, в размере 10 000 рублей</w:t>
      </w:r>
      <w:r w:rsidR="00FE103C">
        <w:rPr>
          <w:rFonts w:ascii="Times New Roman" w:hAnsi="Times New Roman"/>
          <w:sz w:val="28"/>
          <w:szCs w:val="28"/>
        </w:rPr>
        <w:t xml:space="preserve"> (но не более двух выплат ежемесячного денежного вознаграждения 1 педагогическому </w:t>
      </w:r>
      <w:r w:rsidR="00FE103C">
        <w:rPr>
          <w:rFonts w:ascii="Times New Roman" w:hAnsi="Times New Roman"/>
          <w:sz w:val="28"/>
          <w:szCs w:val="28"/>
        </w:rPr>
        <w:lastRenderedPageBreak/>
        <w:t xml:space="preserve">работнику при условии осуществления классного руководства в 2 и более классах) с учетом установленных трудовым законодательством Российской Федерации </w:t>
      </w:r>
      <w:r w:rsidR="006D1D52">
        <w:rPr>
          <w:rFonts w:ascii="Times New Roman" w:hAnsi="Times New Roman"/>
          <w:sz w:val="28"/>
          <w:szCs w:val="28"/>
        </w:rPr>
        <w:t>отчислений по социальному страхованию в государственные внебюджетные фонды Российской Федерации (Фонд пенсионного и социального страхования Российской Федерации на страховые взносы, Федеральный фонд обязательного медицинского страхования на обязательное медицинское страхование, а также с учетом страховых взносов на обязательное социальное страхование от несчастных случаев на производстве и профессиональных заболеваний), районных коэффициентов к заработной плате, установленных решением органов государственной власти СССР или Федеральных органов государственной власти, за работу в районах Крайнего Севера и приравненных к ним местностях с особыми климатическими условиями и процентной надбавки к заработной плате за стаж работы в районах Крайнего Севера и приравненных к ним местностях, а также за работу в других районах (местностях)</w:t>
      </w:r>
      <w:r w:rsidR="001C26DD">
        <w:rPr>
          <w:rFonts w:ascii="Times New Roman" w:hAnsi="Times New Roman"/>
          <w:sz w:val="28"/>
          <w:szCs w:val="28"/>
        </w:rPr>
        <w:t xml:space="preserve"> </w:t>
      </w:r>
      <w:r w:rsidR="006D1D52">
        <w:rPr>
          <w:rFonts w:ascii="Times New Roman" w:hAnsi="Times New Roman"/>
          <w:sz w:val="28"/>
          <w:szCs w:val="28"/>
        </w:rPr>
        <w:t>с особыми климатическими условиями, включая выплату части отпускных, начисленной с суммы выплаченного вознаграждения, учтенного в расчете средней заработной платы.».</w:t>
      </w:r>
    </w:p>
    <w:p w14:paraId="6E7B4DA6" w14:textId="3CDAE2E6" w:rsidR="005543EB" w:rsidRPr="001C26DD" w:rsidRDefault="009D0DDF" w:rsidP="009D0DDF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1C26DD">
        <w:rPr>
          <w:rFonts w:ascii="Times New Roman" w:hAnsi="Times New Roman"/>
          <w:sz w:val="28"/>
          <w:szCs w:val="28"/>
        </w:rPr>
        <w:t>Положение о выплате ежемесячного денежного вознаграждения за классное руководство педагогическим работникам муниципальных образовательных учреждений муниципального образования «Городской округ Ногликский»,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программы, изложить в новой редакции</w:t>
      </w:r>
      <w:r w:rsidR="003C3120">
        <w:rPr>
          <w:rFonts w:ascii="Times New Roman" w:hAnsi="Times New Roman"/>
          <w:sz w:val="28"/>
          <w:szCs w:val="28"/>
        </w:rPr>
        <w:t>,</w:t>
      </w:r>
      <w:r w:rsidR="001C26DD">
        <w:rPr>
          <w:rFonts w:ascii="Times New Roman" w:hAnsi="Times New Roman"/>
          <w:sz w:val="28"/>
          <w:szCs w:val="28"/>
        </w:rPr>
        <w:t xml:space="preserve"> согласно </w:t>
      </w:r>
      <w:proofErr w:type="gramStart"/>
      <w:r w:rsidR="001C26DD">
        <w:rPr>
          <w:rFonts w:ascii="Times New Roman" w:hAnsi="Times New Roman"/>
          <w:sz w:val="28"/>
          <w:szCs w:val="28"/>
        </w:rPr>
        <w:t>приложени</w:t>
      </w:r>
      <w:r w:rsidR="003C3120">
        <w:rPr>
          <w:rFonts w:ascii="Times New Roman" w:hAnsi="Times New Roman"/>
          <w:sz w:val="28"/>
          <w:szCs w:val="28"/>
        </w:rPr>
        <w:t>ю</w:t>
      </w:r>
      <w:proofErr w:type="gramEnd"/>
      <w:r w:rsidR="00154F4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14:paraId="457ADA12" w14:textId="7D49CA80" w:rsidR="002C1598" w:rsidRDefault="009D0DDF" w:rsidP="009D0DDF">
      <w:pPr>
        <w:pStyle w:val="a8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</w:t>
      </w:r>
      <w:r w:rsidR="005543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Настоящее постановление вступает в силу с момента его официального опубликования и распространяет свое действие на правоотношения, возникшие </w:t>
      </w:r>
      <w:r w:rsidR="005543EB" w:rsidRPr="00212FB7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AD0DE2" w:rsidRPr="00212FB7">
        <w:rPr>
          <w:rFonts w:ascii="Times New Roman" w:eastAsia="Times New Roman" w:hAnsi="Times New Roman"/>
          <w:sz w:val="28"/>
          <w:szCs w:val="28"/>
          <w:lang w:eastAsia="ru-RU"/>
        </w:rPr>
        <w:t xml:space="preserve">01 </w:t>
      </w:r>
      <w:r w:rsidR="0062780F" w:rsidRPr="00212FB7">
        <w:rPr>
          <w:rFonts w:ascii="Times New Roman" w:eastAsia="Times New Roman" w:hAnsi="Times New Roman"/>
          <w:sz w:val="28"/>
          <w:szCs w:val="28"/>
          <w:lang w:eastAsia="ru-RU"/>
        </w:rPr>
        <w:t>марта</w:t>
      </w:r>
      <w:r w:rsidR="00AD0DE2" w:rsidRPr="00212FB7">
        <w:rPr>
          <w:rFonts w:ascii="Times New Roman" w:eastAsia="Times New Roman" w:hAnsi="Times New Roman"/>
          <w:sz w:val="28"/>
          <w:szCs w:val="28"/>
          <w:lang w:eastAsia="ru-RU"/>
        </w:rPr>
        <w:t xml:space="preserve"> 2024 года.</w:t>
      </w:r>
    </w:p>
    <w:p w14:paraId="2A469514" w14:textId="3EC46BA0" w:rsidR="00AD0DE2" w:rsidRDefault="009D0DDF" w:rsidP="009D0DDF">
      <w:pPr>
        <w:pStyle w:val="a8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 </w:t>
      </w:r>
      <w:r w:rsidR="00AD0D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1FCB4214" w14:textId="18DFC367" w:rsidR="00F875AE" w:rsidRPr="0040749F" w:rsidRDefault="009D0DDF" w:rsidP="009D0DDF">
      <w:pPr>
        <w:pStyle w:val="a8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4. </w:t>
      </w:r>
      <w:r w:rsidR="00F875A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Контроль за исполнением настоящего постановления возложить на вице-мэра муниципального образования «Городской округ Ногликский» </w:t>
      </w:r>
      <w:proofErr w:type="spellStart"/>
      <w:r w:rsidR="00F875A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Русанова</w:t>
      </w:r>
      <w:proofErr w:type="spellEnd"/>
      <w:r w:rsidR="00F875A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Я.С.</w:t>
      </w:r>
    </w:p>
    <w:p w14:paraId="150CB4B7" w14:textId="77777777" w:rsidR="002C1598" w:rsidRPr="0040749F" w:rsidRDefault="002C1598" w:rsidP="009D0DDF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37B5582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7B5582B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7B5582C" w14:textId="65ADE88D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3C3C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8D734F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B55836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7B55837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B55834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7B55835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1745170"/>
      <w:docPartObj>
        <w:docPartGallery w:val="Page Numbers (Top of Page)"/>
        <w:docPartUnique/>
      </w:docPartObj>
    </w:sdtPr>
    <w:sdtEndPr/>
    <w:sdtContent>
      <w:p w14:paraId="6FD1AFDD" w14:textId="59411815" w:rsidR="008D734F" w:rsidRDefault="008D734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20C9">
          <w:rPr>
            <w:noProof/>
          </w:rPr>
          <w:t>2</w:t>
        </w:r>
        <w:r>
          <w:fldChar w:fldCharType="end"/>
        </w:r>
      </w:p>
    </w:sdtContent>
  </w:sdt>
  <w:p w14:paraId="6D22B4EE" w14:textId="77777777" w:rsidR="008D734F" w:rsidRDefault="008D734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E53F5"/>
    <w:multiLevelType w:val="hybridMultilevel"/>
    <w:tmpl w:val="80608998"/>
    <w:lvl w:ilvl="0" w:tplc="C57E12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153455"/>
    <w:multiLevelType w:val="multilevel"/>
    <w:tmpl w:val="A2482C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" w15:restartNumberingAfterBreak="0">
    <w:nsid w:val="1E18325F"/>
    <w:multiLevelType w:val="hybridMultilevel"/>
    <w:tmpl w:val="70E446C0"/>
    <w:lvl w:ilvl="0" w:tplc="C5806EE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2D5F75"/>
    <w:multiLevelType w:val="hybridMultilevel"/>
    <w:tmpl w:val="73CE30C8"/>
    <w:lvl w:ilvl="0" w:tplc="8796EE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D711FEC"/>
    <w:multiLevelType w:val="hybridMultilevel"/>
    <w:tmpl w:val="46EC4D4A"/>
    <w:lvl w:ilvl="0" w:tplc="6BDA2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077DD"/>
    <w:rsid w:val="00053BD0"/>
    <w:rsid w:val="000E6C21"/>
    <w:rsid w:val="00154F4A"/>
    <w:rsid w:val="001612D7"/>
    <w:rsid w:val="00185FEC"/>
    <w:rsid w:val="001C26DD"/>
    <w:rsid w:val="001E1F9F"/>
    <w:rsid w:val="002003DC"/>
    <w:rsid w:val="00212FB7"/>
    <w:rsid w:val="002C1598"/>
    <w:rsid w:val="00310A62"/>
    <w:rsid w:val="0033636C"/>
    <w:rsid w:val="003430D6"/>
    <w:rsid w:val="003C3120"/>
    <w:rsid w:val="003C3CA6"/>
    <w:rsid w:val="003E4257"/>
    <w:rsid w:val="004220C9"/>
    <w:rsid w:val="00520CBF"/>
    <w:rsid w:val="005543EB"/>
    <w:rsid w:val="0062780F"/>
    <w:rsid w:val="00670F4A"/>
    <w:rsid w:val="006D1D52"/>
    <w:rsid w:val="008629FA"/>
    <w:rsid w:val="008A38CA"/>
    <w:rsid w:val="008C6C5C"/>
    <w:rsid w:val="008D734F"/>
    <w:rsid w:val="00987DB5"/>
    <w:rsid w:val="009D0DDF"/>
    <w:rsid w:val="00A56676"/>
    <w:rsid w:val="00AC72C8"/>
    <w:rsid w:val="00AD0DE2"/>
    <w:rsid w:val="00B10ED9"/>
    <w:rsid w:val="00B25688"/>
    <w:rsid w:val="00BB7789"/>
    <w:rsid w:val="00C02849"/>
    <w:rsid w:val="00D12794"/>
    <w:rsid w:val="00D15ADD"/>
    <w:rsid w:val="00D67BD8"/>
    <w:rsid w:val="00DB219B"/>
    <w:rsid w:val="00DF7897"/>
    <w:rsid w:val="00E37B8A"/>
    <w:rsid w:val="00E609BC"/>
    <w:rsid w:val="00EB36DA"/>
    <w:rsid w:val="00F0077D"/>
    <w:rsid w:val="00F67A33"/>
    <w:rsid w:val="00F875AE"/>
    <w:rsid w:val="00FA7790"/>
    <w:rsid w:val="00FE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5581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A56676"/>
    <w:pPr>
      <w:ind w:left="720"/>
      <w:contextualSpacing/>
    </w:pPr>
  </w:style>
  <w:style w:type="table" w:styleId="a9">
    <w:name w:val="Table Grid"/>
    <w:basedOn w:val="a1"/>
    <w:uiPriority w:val="39"/>
    <w:rsid w:val="002C1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0F3165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0F3165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F3165"/>
    <w:rsid w:val="001612D7"/>
    <w:rsid w:val="00B13DA8"/>
    <w:rsid w:val="00C95804"/>
    <w:rsid w:val="00CF735B"/>
    <w:rsid w:val="00E7774E"/>
    <w:rsid w:val="00F0077D"/>
    <w:rsid w:val="00F67A33"/>
    <w:rsid w:val="00FA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2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3</cp:revision>
  <dcterms:created xsi:type="dcterms:W3CDTF">2024-11-25T06:40:00Z</dcterms:created>
  <dcterms:modified xsi:type="dcterms:W3CDTF">2024-11-25T06:44:00Z</dcterms:modified>
</cp:coreProperties>
</file>