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1288725" w14:textId="77777777" w:rsidTr="00987DB5">
        <w:tc>
          <w:tcPr>
            <w:tcW w:w="9498" w:type="dxa"/>
          </w:tcPr>
          <w:p w14:paraId="1128872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288756" wp14:editId="1128875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28872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128872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128872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1288726" w14:textId="0C395C85" w:rsidR="0033636C" w:rsidRPr="00A949E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A949E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949EE" w:rsidRPr="00A949EE">
            <w:rPr>
              <w:rFonts w:ascii="Times New Roman" w:hAnsi="Times New Roman"/>
              <w:sz w:val="28"/>
              <w:szCs w:val="28"/>
            </w:rPr>
            <w:t>29 ноября 2023 года</w:t>
          </w:r>
        </w:sdtContent>
      </w:sdt>
      <w:r w:rsidRPr="00A949E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949EE" w:rsidRPr="00A949EE">
            <w:rPr>
              <w:rFonts w:ascii="Times New Roman" w:hAnsi="Times New Roman"/>
              <w:sz w:val="28"/>
              <w:szCs w:val="28"/>
            </w:rPr>
            <w:t>734</w:t>
          </w:r>
        </w:sdtContent>
      </w:sdt>
    </w:p>
    <w:bookmarkEnd w:id="0"/>
    <w:p w14:paraId="1128872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1288729" w14:textId="76F3F57C" w:rsidR="0033636C" w:rsidRPr="000F010E" w:rsidRDefault="0033636C" w:rsidP="000F0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010E">
        <w:rPr>
          <w:rFonts w:ascii="Times New Roman" w:hAnsi="Times New Roman"/>
          <w:b/>
          <w:sz w:val="28"/>
          <w:szCs w:val="28"/>
        </w:rPr>
        <w:t>О внесении изме</w:t>
      </w:r>
      <w:r w:rsidR="000F010E">
        <w:rPr>
          <w:rFonts w:ascii="Times New Roman" w:hAnsi="Times New Roman"/>
          <w:b/>
          <w:sz w:val="28"/>
          <w:szCs w:val="28"/>
        </w:rPr>
        <w:t>нений в муниципальную программу</w:t>
      </w:r>
      <w:r w:rsidRPr="000F010E">
        <w:rPr>
          <w:rFonts w:ascii="Times New Roman" w:hAnsi="Times New Roman"/>
          <w:b/>
          <w:sz w:val="28"/>
          <w:szCs w:val="28"/>
        </w:rPr>
        <w:t xml:space="preserve"> </w:t>
      </w:r>
      <w:r w:rsidR="008C52D2">
        <w:rPr>
          <w:rFonts w:ascii="Times New Roman" w:hAnsi="Times New Roman"/>
          <w:b/>
          <w:sz w:val="28"/>
          <w:szCs w:val="28"/>
        </w:rPr>
        <w:br/>
      </w:r>
      <w:r w:rsidRPr="000F010E">
        <w:rPr>
          <w:rFonts w:ascii="Times New Roman" w:hAnsi="Times New Roman"/>
          <w:b/>
          <w:sz w:val="28"/>
          <w:szCs w:val="28"/>
        </w:rPr>
        <w:t xml:space="preserve">«Развитие образования в муниципальном образовании </w:t>
      </w:r>
      <w:r w:rsidR="008C52D2">
        <w:rPr>
          <w:rFonts w:ascii="Times New Roman" w:hAnsi="Times New Roman"/>
          <w:b/>
          <w:sz w:val="28"/>
          <w:szCs w:val="28"/>
        </w:rPr>
        <w:br/>
      </w:r>
      <w:r w:rsidRPr="000F010E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Pr="000F010E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0F010E">
        <w:rPr>
          <w:rFonts w:ascii="Times New Roman" w:hAnsi="Times New Roman"/>
          <w:b/>
          <w:sz w:val="28"/>
          <w:szCs w:val="28"/>
        </w:rPr>
        <w:t xml:space="preserve">», утвержденную постановлением администрации </w:t>
      </w:r>
      <w:r w:rsidR="0014015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8C52D2">
        <w:rPr>
          <w:rFonts w:ascii="Times New Roman" w:hAnsi="Times New Roman"/>
          <w:b/>
          <w:sz w:val="28"/>
          <w:szCs w:val="28"/>
        </w:rPr>
        <w:br/>
      </w:r>
      <w:r w:rsidR="00140157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="00140157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140157">
        <w:rPr>
          <w:rFonts w:ascii="Times New Roman" w:hAnsi="Times New Roman"/>
          <w:b/>
          <w:sz w:val="28"/>
          <w:szCs w:val="28"/>
        </w:rPr>
        <w:t>»</w:t>
      </w:r>
      <w:r w:rsidR="008C52D2">
        <w:rPr>
          <w:rFonts w:ascii="Times New Roman" w:hAnsi="Times New Roman"/>
          <w:b/>
          <w:sz w:val="28"/>
          <w:szCs w:val="28"/>
        </w:rPr>
        <w:t xml:space="preserve"> </w:t>
      </w:r>
      <w:r w:rsidRPr="000F010E">
        <w:rPr>
          <w:rFonts w:ascii="Times New Roman" w:hAnsi="Times New Roman"/>
          <w:b/>
          <w:sz w:val="28"/>
          <w:szCs w:val="28"/>
        </w:rPr>
        <w:t>от 13.04.2015 № 253</w:t>
      </w:r>
    </w:p>
    <w:p w14:paraId="1128872A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28872B" w14:textId="485A2554" w:rsidR="00140157" w:rsidRDefault="000F010E" w:rsidP="00EE4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В соответствии с Федера</w:t>
      </w:r>
      <w:r w:rsidR="008C52D2">
        <w:rPr>
          <w:rFonts w:ascii="Times New Roman" w:eastAsiaTheme="minorEastAsia" w:hAnsi="Times New Roman" w:cstheme="minorBidi"/>
          <w:sz w:val="28"/>
          <w:szCs w:val="28"/>
          <w:lang w:eastAsia="ru-RU"/>
        </w:rPr>
        <w:t>льным законом от 13.07.2020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№</w:t>
      </w:r>
      <w:r w:rsidR="005F14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189-ФЗ </w:t>
      </w:r>
      <w:r w:rsidR="008C52D2">
        <w:rPr>
          <w:rFonts w:ascii="Times New Roman" w:eastAsiaTheme="minorEastAsia" w:hAnsi="Times New Roman" w:cstheme="minorBidi"/>
          <w:sz w:val="28"/>
          <w:szCs w:val="28"/>
          <w:lang w:eastAsia="ru-RU"/>
        </w:rPr>
        <w:br/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</w:t>
      </w:r>
      <w:r w:rsidR="00DC2EBF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189-ФЗ), </w:t>
      </w:r>
      <w:r w:rsidR="00140157" w:rsidRPr="00B03F4A">
        <w:rPr>
          <w:rFonts w:ascii="Times New Roman" w:hAnsi="Times New Roman"/>
          <w:sz w:val="28"/>
          <w:szCs w:val="28"/>
        </w:rPr>
        <w:t xml:space="preserve">в целях внедрения на территории муниципального образования «Городской округ </w:t>
      </w:r>
      <w:proofErr w:type="spellStart"/>
      <w:r w:rsidR="00140157" w:rsidRPr="00B03F4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140157" w:rsidRPr="00B03F4A">
        <w:rPr>
          <w:rFonts w:ascii="Times New Roman" w:hAnsi="Times New Roman"/>
          <w:sz w:val="28"/>
          <w:szCs w:val="28"/>
        </w:rPr>
        <w:t xml:space="preserve">» Целевой модели развития региональных систем дополнительного образования детей, утвержденной </w:t>
      </w:r>
      <w:r w:rsidR="00140157">
        <w:rPr>
          <w:rFonts w:ascii="Times New Roman" w:hAnsi="Times New Roman"/>
          <w:sz w:val="28"/>
          <w:szCs w:val="28"/>
        </w:rPr>
        <w:t xml:space="preserve">Приказом Министерства Просвещения Российской Федерации от 03 сентября 2019 года № 467, </w:t>
      </w:r>
      <w:r w:rsidR="00140157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36 Устава муниципального образования «Городской округ </w:t>
      </w:r>
      <w:proofErr w:type="spellStart"/>
      <w:r w:rsidR="00140157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140157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781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0157" w:rsidRPr="0032651D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образовани</w:t>
      </w:r>
      <w:r w:rsidR="00140157">
        <w:rPr>
          <w:rFonts w:ascii="Times New Roman" w:eastAsia="Times New Roman" w:hAnsi="Times New Roman"/>
          <w:sz w:val="28"/>
          <w:szCs w:val="28"/>
          <w:lang w:eastAsia="ru-RU"/>
        </w:rPr>
        <w:t xml:space="preserve">я «Городской округ </w:t>
      </w:r>
      <w:proofErr w:type="spellStart"/>
      <w:r w:rsidR="00140157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140157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140157" w:rsidRPr="0032651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128872C" w14:textId="469BC935" w:rsidR="000F010E" w:rsidRDefault="000F010E" w:rsidP="00EE4BFF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Внести в муниципальную программу «Развитие образования в муниципальном образовании «Городской округ </w:t>
      </w:r>
      <w:proofErr w:type="spellStart"/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», утвержденную постановлением муниципального образования «Городской округ </w:t>
      </w:r>
      <w:proofErr w:type="spellStart"/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» от 13.04.2015 №</w:t>
      </w:r>
      <w:r w:rsidR="008C52D2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253 «Об утверждении муниципальной программы «Развитие образования в муниципальном образовании «Городской округ </w:t>
      </w:r>
      <w:proofErr w:type="spellStart"/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» (</w:t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 xml:space="preserve">в редакции от 09.07.2015 № 461, от 27.08.2015 № 623, </w:t>
      </w:r>
      <w:r w:rsidR="008C52D2">
        <w:rPr>
          <w:rFonts w:ascii="Times New Roman" w:eastAsiaTheme="minorEastAsia" w:hAnsi="Times New Roman"/>
          <w:sz w:val="28"/>
          <w:szCs w:val="28"/>
          <w:lang w:eastAsia="ru-RU"/>
        </w:rPr>
        <w:br/>
        <w:t xml:space="preserve">от 25.01.2016 № 22, </w:t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>от</w:t>
      </w:r>
      <w:r w:rsidR="008C52D2">
        <w:rPr>
          <w:rFonts w:ascii="Times New Roman" w:eastAsiaTheme="minorEastAsia" w:hAnsi="Times New Roman"/>
          <w:sz w:val="28"/>
          <w:szCs w:val="28"/>
          <w:lang w:eastAsia="ru-RU"/>
        </w:rPr>
        <w:t xml:space="preserve"> 31.08.2016 № 665, от 21.02.2017 № 137, от 27.07.2017</w:t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8C52D2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>№ 494, от 27.09.2017 № 702, от 31.10.2017 № 844, 20.11.201</w:t>
      </w:r>
      <w:r w:rsidR="008C52D2">
        <w:rPr>
          <w:rFonts w:ascii="Times New Roman" w:eastAsiaTheme="minorEastAsia" w:hAnsi="Times New Roman"/>
          <w:sz w:val="28"/>
          <w:szCs w:val="28"/>
          <w:lang w:eastAsia="ru-RU"/>
        </w:rPr>
        <w:t xml:space="preserve">7 № 941, </w:t>
      </w:r>
      <w:r w:rsidR="008C52D2">
        <w:rPr>
          <w:rFonts w:ascii="Times New Roman" w:eastAsiaTheme="minorEastAsia" w:hAnsi="Times New Roman"/>
          <w:sz w:val="28"/>
          <w:szCs w:val="28"/>
          <w:lang w:eastAsia="ru-RU"/>
        </w:rPr>
        <w:br/>
        <w:t xml:space="preserve">от 06.12.2017 № 1029, </w:t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27.02.2018 № 206, от 25.04.2018 № 422, от 23.05.2018 № 486, от 03.07.2018 № 630, от 12.09.2018 № 843, от 22.11.2018 № 1133, </w:t>
      </w:r>
      <w:r w:rsidR="008C52D2">
        <w:rPr>
          <w:rFonts w:ascii="Times New Roman" w:eastAsiaTheme="minorEastAsia" w:hAnsi="Times New Roman"/>
          <w:sz w:val="28"/>
          <w:szCs w:val="28"/>
          <w:lang w:eastAsia="ru-RU"/>
        </w:rPr>
        <w:br/>
        <w:t xml:space="preserve">от 25.12.2018 № 1255, </w:t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19.04.2019 № 256, от 16.05.2019 № 335, от 19.06.2019 № 463, от 11.09.2019 № 691, от 28.11.2019 № 862, от 13.12.2019 № 896, </w:t>
      </w:r>
      <w:r w:rsidR="008C52D2">
        <w:rPr>
          <w:rFonts w:ascii="Times New Roman" w:eastAsiaTheme="minorEastAsia" w:hAnsi="Times New Roman"/>
          <w:sz w:val="28"/>
          <w:szCs w:val="28"/>
          <w:lang w:eastAsia="ru-RU"/>
        </w:rPr>
        <w:br/>
        <w:t xml:space="preserve">от 11.02.2020 № 76, </w:t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>от 10.03.2020 № 111, от 27.04.2020 № 207,</w:t>
      </w:r>
      <w:r w:rsidR="00CC0397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24.09.2020 </w:t>
      </w:r>
      <w:r w:rsidR="008C52D2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 xml:space="preserve">№ 469, от 30.03.2021 № 176, от 09.08.2021 № 444, от 30.09.2021 № 539, </w:t>
      </w:r>
      <w:r w:rsidR="008C52D2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06.05.2022 № 212, от 05.07.2022 </w:t>
      </w:r>
      <w:r w:rsidR="008C52D2">
        <w:rPr>
          <w:rFonts w:ascii="Times New Roman" w:eastAsiaTheme="minorEastAsia" w:hAnsi="Times New Roman"/>
          <w:sz w:val="28"/>
          <w:szCs w:val="28"/>
          <w:lang w:eastAsia="ru-RU"/>
        </w:rPr>
        <w:t xml:space="preserve">№ </w:t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t xml:space="preserve">339, от 26.12.2022 № 740, от 03.04.2023 </w:t>
      </w:r>
      <w:r w:rsidRPr="00140157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№ 211, от 09.06.2023 № 367, от 29.06.2023 № 419)</w:t>
      </w:r>
      <w:r w:rsidR="008A6340">
        <w:rPr>
          <w:rFonts w:ascii="Times New Roman" w:eastAsiaTheme="minorEastAsia" w:hAnsi="Times New Roman"/>
          <w:sz w:val="28"/>
          <w:szCs w:val="28"/>
          <w:lang w:eastAsia="ru-RU"/>
        </w:rPr>
        <w:t xml:space="preserve"> (далее – Программа)</w:t>
      </w: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следующие изменения:</w:t>
      </w:r>
    </w:p>
    <w:p w14:paraId="37E5CF53" w14:textId="3FA16D49" w:rsidR="0053252D" w:rsidRPr="001B3713" w:rsidRDefault="00E23C52" w:rsidP="001B3713">
      <w:pPr>
        <w:pStyle w:val="a9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>В разделе «</w:t>
      </w:r>
      <w:r w:rsidRPr="001B3713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Ц</w:t>
      </w:r>
      <w:r w:rsidR="001B3713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елевые индикаторы и показатели </w:t>
      </w:r>
      <w:r w:rsidRPr="001B3713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муниципальной программы»</w:t>
      </w:r>
      <w:r w:rsidRP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Паспорта муниципальной программы «Развитие образования в муниципальном образовании «Городской округ </w:t>
      </w:r>
      <w:proofErr w:type="spellStart"/>
      <w:r w:rsidRP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>», пунк</w:t>
      </w:r>
      <w:r w:rsid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>т</w:t>
      </w:r>
      <w:r w:rsidRP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18 изложить в новой редакции:</w:t>
      </w:r>
    </w:p>
    <w:p w14:paraId="471A6492" w14:textId="41A113AE" w:rsidR="00E23C52" w:rsidRPr="001B3713" w:rsidRDefault="00E23C52" w:rsidP="00133CD3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>«Доля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сфере».</w:t>
      </w:r>
    </w:p>
    <w:p w14:paraId="0E2CF1EF" w14:textId="60412D2A" w:rsidR="00E23C52" w:rsidRPr="001B3713" w:rsidRDefault="00E23C52" w:rsidP="001B3713">
      <w:pPr>
        <w:pStyle w:val="a9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В </w:t>
      </w:r>
      <w:r w:rsidRPr="00E23C52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разделе </w:t>
      </w:r>
      <w:r w:rsidRP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>«</w:t>
      </w:r>
      <w:r w:rsidRPr="001B3713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</w:t>
      </w:r>
      <w:r w:rsidRPr="001B3713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»</w:t>
      </w:r>
      <w:r w:rsidRP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Паспорта муниципальной программы «Развитие образования в муниципальном образовании «Городской округ </w:t>
      </w:r>
      <w:proofErr w:type="spellStart"/>
      <w:r w:rsidRP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>», пункт 18 изложить в новой редакции:</w:t>
      </w:r>
    </w:p>
    <w:p w14:paraId="549A8CCE" w14:textId="39A1490F" w:rsidR="00E23C52" w:rsidRDefault="00E23C52" w:rsidP="001B3713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«</w:t>
      </w:r>
      <w:r w:rsidRPr="00E23C52">
        <w:rPr>
          <w:rFonts w:ascii="Times New Roman" w:eastAsiaTheme="minorEastAsia" w:hAnsi="Times New Roman" w:cstheme="minorBidi"/>
          <w:sz w:val="28"/>
          <w:szCs w:val="28"/>
          <w:lang w:eastAsia="ru-RU"/>
        </w:rPr>
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 w:rsidR="008A2183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>-</w:t>
      </w:r>
      <w:r w:rsidR="008A2183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1B3713">
        <w:rPr>
          <w:rFonts w:ascii="Times New Roman" w:eastAsiaTheme="minorEastAsia" w:hAnsi="Times New Roman" w:cstheme="minorBidi"/>
          <w:sz w:val="28"/>
          <w:szCs w:val="28"/>
          <w:lang w:eastAsia="ru-RU"/>
        </w:rPr>
        <w:t>3%»</w:t>
      </w:r>
      <w:r w:rsidR="008A2183"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</w:p>
    <w:p w14:paraId="1128872E" w14:textId="4D8FDA68" w:rsidR="000F010E" w:rsidRPr="008A6340" w:rsidRDefault="001B3713" w:rsidP="001B3713">
      <w:pPr>
        <w:pStyle w:val="a9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2A3B38">
        <w:rPr>
          <w:rFonts w:ascii="Times New Roman" w:eastAsiaTheme="minorEastAsia" w:hAnsi="Times New Roman" w:cstheme="minorBidi"/>
          <w:sz w:val="28"/>
          <w:szCs w:val="28"/>
          <w:lang w:eastAsia="ru-RU"/>
        </w:rPr>
        <w:t>В разделе</w:t>
      </w:r>
      <w:r w:rsidR="000232FD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0232FD" w:rsidRPr="000232FD">
        <w:rPr>
          <w:rFonts w:ascii="Times New Roman" w:eastAsiaTheme="minorEastAsia" w:hAnsi="Times New Roman" w:cstheme="minorBidi"/>
          <w:sz w:val="28"/>
          <w:szCs w:val="28"/>
          <w:lang w:eastAsia="ru-RU"/>
        </w:rPr>
        <w:t>2</w:t>
      </w:r>
      <w:r w:rsidR="000F010E" w:rsidRPr="008A6340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«Характеристика (содержание) проблемы и обоснование необходимости е</w:t>
      </w:r>
      <w:r w:rsidR="002A3B38">
        <w:rPr>
          <w:rFonts w:ascii="Times New Roman" w:eastAsiaTheme="minorEastAsia" w:hAnsi="Times New Roman" w:cstheme="minorBidi"/>
          <w:sz w:val="28"/>
          <w:szCs w:val="28"/>
          <w:lang w:eastAsia="ru-RU"/>
        </w:rPr>
        <w:t>ё решения программными методами</w:t>
      </w:r>
      <w:r w:rsidR="0030570A">
        <w:rPr>
          <w:rFonts w:ascii="Times New Roman" w:eastAsiaTheme="minorEastAsia" w:hAnsi="Times New Roman" w:cstheme="minorBidi"/>
          <w:sz w:val="28"/>
          <w:szCs w:val="28"/>
          <w:lang w:eastAsia="ru-RU"/>
        </w:rPr>
        <w:t>»</w:t>
      </w:r>
      <w:r w:rsidR="000F010E" w:rsidRPr="008A6340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2A3B38">
        <w:rPr>
          <w:rFonts w:ascii="Times New Roman" w:eastAsiaTheme="minorEastAsia" w:hAnsi="Times New Roman" w:cstheme="minorBidi"/>
          <w:sz w:val="28"/>
          <w:szCs w:val="28"/>
          <w:lang w:eastAsia="ru-RU"/>
        </w:rPr>
        <w:t>ч</w:t>
      </w:r>
      <w:r w:rsidR="000232FD">
        <w:rPr>
          <w:rFonts w:ascii="Times New Roman" w:eastAsiaTheme="minorEastAsia" w:hAnsi="Times New Roman" w:cstheme="minorBidi"/>
          <w:sz w:val="28"/>
          <w:szCs w:val="28"/>
          <w:lang w:eastAsia="ru-RU"/>
        </w:rPr>
        <w:t>асть 2</w:t>
      </w:r>
      <w:r w:rsidR="002A3B38" w:rsidRPr="008A6340">
        <w:rPr>
          <w:rFonts w:ascii="Times New Roman" w:eastAsiaTheme="minorEastAsia" w:hAnsi="Times New Roman" w:cstheme="minorBidi"/>
          <w:sz w:val="28"/>
          <w:szCs w:val="28"/>
          <w:lang w:eastAsia="ru-RU"/>
        </w:rPr>
        <w:t>.3 «В системе воспитания и дополнительного образования детей»</w:t>
      </w:r>
      <w:r w:rsidR="002A3B38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0F010E" w:rsidRPr="008A6340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изложить в новой редакции: </w:t>
      </w:r>
    </w:p>
    <w:p w14:paraId="1128872F" w14:textId="39BEDD40" w:rsidR="000F010E" w:rsidRPr="000F010E" w:rsidRDefault="000F010E" w:rsidP="005325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«В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31.03.2022 №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678-р,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1642, Указом Президента Российской Федерации от 01.06.2012 №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761, Приказом Министерства Просвещения России от 03.09.2019 №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муниципальном образовании «Городской округ </w:t>
      </w:r>
      <w:proofErr w:type="spellStart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» обеспечивается персонифицированный учет и</w:t>
      </w:r>
      <w:r w:rsidR="008A6340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</w:t>
      </w:r>
      <w:r w:rsidR="004170D4">
        <w:rPr>
          <w:rFonts w:ascii="Times New Roman" w:eastAsiaTheme="minorEastAsia" w:hAnsi="Times New Roman" w:cstheme="minorBidi"/>
          <w:sz w:val="28"/>
          <w:szCs w:val="28"/>
          <w:lang w:eastAsia="ru-RU"/>
        </w:rPr>
        <w:t>общеобразовательным</w:t>
      </w:r>
      <w:r w:rsidR="00EE4BFF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программам. 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</w:t>
      </w:r>
      <w:r w:rsidR="00EE4BFF">
        <w:rPr>
          <w:rFonts w:ascii="Times New Roman" w:eastAsiaTheme="minorEastAsia" w:hAnsi="Times New Roman" w:cstheme="minorBidi"/>
          <w:sz w:val="28"/>
          <w:szCs w:val="28"/>
          <w:lang w:eastAsia="ru-RU"/>
        </w:rPr>
        <w:br/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№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189-ФЗ), в том числе с применением предусмотренного пунктом 1 части 2 статьи 9 Федерального закона №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189-ФЗ способа отбора исполнителей услуг в рамках персонифицированного финансирования дополнительного образования детей. Реализуемый финансово-экономический механизм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С целью обеспечения использования социальных сертификатов на получение муниципальных услуг в социальной сфере администрация муниципального образования «Городской округ </w:t>
      </w:r>
      <w:proofErr w:type="spellStart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» в лице Департамента социальной политики администрации муниципального образования «Городской округ </w:t>
      </w:r>
      <w:proofErr w:type="spellStart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»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муниципальном образовании «Городской округ </w:t>
      </w:r>
      <w:proofErr w:type="spellStart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».</w:t>
      </w:r>
    </w:p>
    <w:p w14:paraId="11288730" w14:textId="3A1DFCD0" w:rsidR="000F010E" w:rsidRPr="00EE4BFF" w:rsidRDefault="000F010E" w:rsidP="00EE4BFF">
      <w:pPr>
        <w:pStyle w:val="a9"/>
        <w:numPr>
          <w:ilvl w:val="1"/>
          <w:numId w:val="1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EE4BFF">
        <w:rPr>
          <w:rFonts w:ascii="Times New Roman" w:eastAsiaTheme="minorEastAsia" w:hAnsi="Times New Roman" w:cstheme="minorBidi"/>
          <w:sz w:val="28"/>
          <w:szCs w:val="28"/>
          <w:lang w:eastAsia="ru-RU"/>
        </w:rPr>
        <w:t>В разделе 8 «Методика оценки эффективности реал</w:t>
      </w:r>
      <w:r w:rsidR="00140157" w:rsidRPr="00EE4BFF">
        <w:rPr>
          <w:rFonts w:ascii="Times New Roman" w:eastAsiaTheme="minorEastAsia" w:hAnsi="Times New Roman" w:cstheme="minorBidi"/>
          <w:sz w:val="28"/>
          <w:szCs w:val="28"/>
          <w:lang w:eastAsia="ru-RU"/>
        </w:rPr>
        <w:t>из</w:t>
      </w:r>
      <w:r w:rsidR="004A088A" w:rsidRPr="00EE4BFF">
        <w:rPr>
          <w:rFonts w:ascii="Times New Roman" w:eastAsiaTheme="minorEastAsia" w:hAnsi="Times New Roman" w:cstheme="minorBidi"/>
          <w:sz w:val="28"/>
          <w:szCs w:val="28"/>
          <w:lang w:eastAsia="ru-RU"/>
        </w:rPr>
        <w:t>ации муниципальной программы</w:t>
      </w:r>
      <w:r w:rsidR="00962E1F" w:rsidRPr="00EE4BFF">
        <w:rPr>
          <w:rFonts w:ascii="Times New Roman" w:eastAsiaTheme="minorEastAsia" w:hAnsi="Times New Roman" w:cstheme="minorBidi"/>
          <w:sz w:val="28"/>
          <w:szCs w:val="28"/>
          <w:lang w:eastAsia="ru-RU"/>
        </w:rPr>
        <w:t>»</w:t>
      </w:r>
      <w:r w:rsidR="00140157" w:rsidRPr="00EE4BFF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п</w:t>
      </w:r>
      <w:r w:rsidRPr="00EE4BFF">
        <w:rPr>
          <w:rFonts w:ascii="Times New Roman" w:eastAsiaTheme="minorEastAsia" w:hAnsi="Times New Roman" w:cstheme="minorBidi"/>
          <w:sz w:val="28"/>
          <w:szCs w:val="28"/>
          <w:lang w:eastAsia="ru-RU"/>
        </w:rPr>
        <w:t>оказатель 22 изложить в новой редакции:</w:t>
      </w:r>
    </w:p>
    <w:p w14:paraId="11288731" w14:textId="5711EA0A" w:rsidR="000F010E" w:rsidRPr="000F010E" w:rsidRDefault="000F010E" w:rsidP="00EE4B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«Доля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 w:rsidR="008A6340"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</w:p>
    <w:p w14:paraId="11288732" w14:textId="5ECB87C0" w:rsidR="000F010E" w:rsidRPr="000F010E" w:rsidRDefault="000F010E" w:rsidP="00EE4B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14:paraId="11288733" w14:textId="6A2E2928" w:rsidR="000F010E" w:rsidRPr="000F010E" w:rsidRDefault="000F010E" w:rsidP="00EE4B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Определяется отношением числа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сфере, к общей численности детей в возрасте от 5 до 18 лет, проживающих на территории муниципальног</w:t>
      </w:r>
      <w:r w:rsidR="00781B0A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о образования «Городской округ </w:t>
      </w:r>
      <w:proofErr w:type="spellStart"/>
      <w:r w:rsidR="00781B0A">
        <w:rPr>
          <w:rFonts w:ascii="Times New Roman" w:eastAsiaTheme="minorEastAsia" w:hAnsi="Times New Roman" w:cstheme="minorBidi"/>
          <w:sz w:val="28"/>
          <w:szCs w:val="28"/>
          <w:lang w:eastAsia="ru-RU"/>
        </w:rPr>
        <w:t>Н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огликский</w:t>
      </w:r>
      <w:proofErr w:type="spellEnd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».</w:t>
      </w:r>
    </w:p>
    <w:p w14:paraId="11288734" w14:textId="643DFCE0" w:rsidR="000F010E" w:rsidRPr="000F010E" w:rsidRDefault="000F010E" w:rsidP="00EE4B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Рассчитывается по формуле: </w:t>
      </w:r>
      <w:proofErr w:type="spellStart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Спф</w:t>
      </w:r>
      <w:proofErr w:type="spellEnd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= (</w:t>
      </w:r>
      <w:proofErr w:type="spellStart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Чдспф</w:t>
      </w:r>
      <w:proofErr w:type="spellEnd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/ Ч5-18) *100%, где:</w:t>
      </w:r>
    </w:p>
    <w:p w14:paraId="11288735" w14:textId="751C62B2" w:rsidR="000F010E" w:rsidRPr="000F010E" w:rsidRDefault="00EE4BFF" w:rsidP="00EE4B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Чдспф</w:t>
      </w:r>
      <w:proofErr w:type="spellEnd"/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-</w:t>
      </w:r>
      <w:r w:rsidR="000F010E"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;</w:t>
      </w:r>
    </w:p>
    <w:p w14:paraId="11288736" w14:textId="549DE70F" w:rsidR="000F010E" w:rsidRDefault="000F010E" w:rsidP="00EE4B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Ч5-18 - численность детей в возрасте от 5 до 18 лет, проживающих на территории муниципального образования «Городской округ </w:t>
      </w:r>
      <w:proofErr w:type="spellStart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».</w:t>
      </w:r>
      <w:r w:rsidR="008A2183">
        <w:rPr>
          <w:rFonts w:ascii="Times New Roman" w:eastAsiaTheme="minorEastAsia" w:hAnsi="Times New Roman" w:cstheme="minorBidi"/>
          <w:sz w:val="28"/>
          <w:szCs w:val="28"/>
          <w:lang w:eastAsia="ru-RU"/>
        </w:rPr>
        <w:t>».</w:t>
      </w:r>
    </w:p>
    <w:p w14:paraId="3291E9D4" w14:textId="44E32F19" w:rsidR="00DC039C" w:rsidRDefault="00DC039C" w:rsidP="00DC039C">
      <w:pPr>
        <w:pStyle w:val="a9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В приложении 1 «Сведения о показателях (индикаторах) муниципальной программы и их значениях», индикатор 18 изложить в новой редакции: </w:t>
      </w:r>
    </w:p>
    <w:p w14:paraId="4F9F689F" w14:textId="376EB4EB" w:rsidR="00DC039C" w:rsidRPr="00DC039C" w:rsidRDefault="00DC039C" w:rsidP="00DC039C">
      <w:pPr>
        <w:pStyle w:val="a9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«</w:t>
      </w:r>
      <w:r w:rsidRPr="000F010E">
        <w:rPr>
          <w:rFonts w:ascii="Times New Roman" w:eastAsiaTheme="minorEastAsia" w:hAnsi="Times New Roman" w:cstheme="minorBidi"/>
          <w:sz w:val="28"/>
          <w:szCs w:val="28"/>
          <w:lang w:eastAsia="ru-RU"/>
        </w:rPr>
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».</w:t>
      </w:r>
    </w:p>
    <w:p w14:paraId="1128874A" w14:textId="1878474A" w:rsidR="000F010E" w:rsidRDefault="007E77C2" w:rsidP="00EE4BFF">
      <w:pPr>
        <w:pStyle w:val="a9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</w:t>
      </w:r>
      <w:r w:rsidR="00EE4BFF">
        <w:rPr>
          <w:rFonts w:ascii="Times New Roman" w:eastAsiaTheme="minorEastAsia" w:hAnsi="Times New Roman" w:cstheme="minorBidi"/>
          <w:sz w:val="28"/>
          <w:szCs w:val="28"/>
          <w:lang w:eastAsia="ru-RU"/>
        </w:rPr>
        <w:t>одраздел 3.1</w:t>
      </w:r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«Реализация Концепции развития воспитания в системе образования Сахалинской области на территории муниципального образования «Городской округ </w:t>
      </w:r>
      <w:proofErr w:type="spellStart"/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» раздел</w:t>
      </w:r>
      <w:r w:rsidR="008A6340">
        <w:rPr>
          <w:rFonts w:ascii="Times New Roman" w:eastAsiaTheme="minorEastAsia" w:hAnsi="Times New Roman" w:cstheme="minorBidi"/>
          <w:sz w:val="28"/>
          <w:szCs w:val="28"/>
          <w:lang w:eastAsia="ru-RU"/>
        </w:rPr>
        <w:t>а</w:t>
      </w:r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3 «Развитие системы воспитания, дополнительного образования и социальной защиты детей» приложе</w:t>
      </w:r>
      <w:r w:rsidR="004170D4">
        <w:rPr>
          <w:rFonts w:ascii="Times New Roman" w:eastAsiaTheme="minorEastAsia" w:hAnsi="Times New Roman" w:cstheme="minorBidi"/>
          <w:sz w:val="28"/>
          <w:szCs w:val="28"/>
          <w:lang w:eastAsia="ru-RU"/>
        </w:rPr>
        <w:t>ния 2 части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2 «Перечень программных мероприятий муниципальной программы «Развитие образования в муниципальном образовании «Городской округ </w:t>
      </w:r>
      <w:proofErr w:type="spellStart"/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»</w:t>
      </w:r>
      <w:r w:rsidR="00A05D4C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дополнить пунктом 7 следующего содержания:</w:t>
      </w:r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</w:p>
    <w:p w14:paraId="5953A10C" w14:textId="77777777" w:rsidR="00214F17" w:rsidRDefault="00214F17" w:rsidP="00214F17">
      <w:pPr>
        <w:pStyle w:val="a9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</w:p>
    <w:tbl>
      <w:tblPr>
        <w:tblStyle w:val="a8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48"/>
        <w:gridCol w:w="1799"/>
        <w:gridCol w:w="1461"/>
        <w:gridCol w:w="1327"/>
        <w:gridCol w:w="2410"/>
      </w:tblGrid>
      <w:tr w:rsidR="00DC2EBF" w:rsidRPr="00BA1019" w14:paraId="2760A20C" w14:textId="6C120B2D" w:rsidTr="00214F17">
        <w:tc>
          <w:tcPr>
            <w:tcW w:w="511" w:type="dxa"/>
            <w:vMerge w:val="restart"/>
            <w:tcBorders>
              <w:left w:val="single" w:sz="4" w:space="0" w:color="auto"/>
            </w:tcBorders>
          </w:tcPr>
          <w:p w14:paraId="2C1DB89F" w14:textId="56207E77" w:rsidR="00DC2EBF" w:rsidRPr="00BA1019" w:rsidRDefault="00DC2EBF" w:rsidP="00214F17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8" w:type="dxa"/>
            <w:vMerge w:val="restart"/>
          </w:tcPr>
          <w:p w14:paraId="228D12BB" w14:textId="2517DE8B" w:rsidR="00DC2EBF" w:rsidRPr="00BA1019" w:rsidRDefault="00DC2EBF" w:rsidP="0021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799" w:type="dxa"/>
            <w:vMerge w:val="restart"/>
          </w:tcPr>
          <w:p w14:paraId="5EF2AEFD" w14:textId="3EA6DD85" w:rsidR="00DC2EBF" w:rsidRPr="00BA1019" w:rsidRDefault="00DC2EBF" w:rsidP="0021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788" w:type="dxa"/>
            <w:gridSpan w:val="2"/>
          </w:tcPr>
          <w:p w14:paraId="0FC09E96" w14:textId="29D68562" w:rsidR="00DC2EBF" w:rsidRPr="00BA1019" w:rsidRDefault="00DC2EBF" w:rsidP="0021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14:paraId="6B90A6EC" w14:textId="565F9A1E" w:rsidR="00DC2EBF" w:rsidRPr="00BA1019" w:rsidRDefault="00DC2EBF" w:rsidP="0021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Ожидаемый результат реализации мероприятий</w:t>
            </w:r>
          </w:p>
        </w:tc>
      </w:tr>
      <w:tr w:rsidR="00DC2EBF" w:rsidRPr="00BA1019" w14:paraId="755A0133" w14:textId="5A234A8C" w:rsidTr="00214F17">
        <w:tc>
          <w:tcPr>
            <w:tcW w:w="511" w:type="dxa"/>
            <w:vMerge/>
            <w:tcBorders>
              <w:left w:val="single" w:sz="4" w:space="0" w:color="auto"/>
            </w:tcBorders>
          </w:tcPr>
          <w:p w14:paraId="5A2A08D0" w14:textId="77777777" w:rsidR="00DC2EBF" w:rsidRPr="00BA1019" w:rsidRDefault="00DC2EBF" w:rsidP="00EE4B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</w:tcPr>
          <w:p w14:paraId="29726E05" w14:textId="1AE18EA5" w:rsidR="00DC2EBF" w:rsidRPr="00BA1019" w:rsidRDefault="00DC2EBF" w:rsidP="00EE4B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vMerge/>
          </w:tcPr>
          <w:p w14:paraId="3B70029D" w14:textId="74883BFE" w:rsidR="00DC2EBF" w:rsidRPr="00BA1019" w:rsidRDefault="00DC2EBF" w:rsidP="00EE4B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</w:tcPr>
          <w:p w14:paraId="5321266A" w14:textId="1CE8737F" w:rsidR="00DC2EBF" w:rsidRPr="00BA1019" w:rsidRDefault="00DC2EBF" w:rsidP="00EE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Начало реализации</w:t>
            </w:r>
          </w:p>
        </w:tc>
        <w:tc>
          <w:tcPr>
            <w:tcW w:w="1327" w:type="dxa"/>
          </w:tcPr>
          <w:p w14:paraId="39CB8122" w14:textId="35267AD3" w:rsidR="00DC2EBF" w:rsidRPr="00BA1019" w:rsidRDefault="00DC2EBF" w:rsidP="00214F17">
            <w:pPr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Окончание реализации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4F25B9E9" w14:textId="77777777" w:rsidR="00DC2EBF" w:rsidRPr="00BA1019" w:rsidRDefault="00DC2EBF" w:rsidP="00EE4B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214F17" w:rsidRPr="00BA1019" w14:paraId="35B74CA2" w14:textId="495BD0A6" w:rsidTr="00214F17">
        <w:tc>
          <w:tcPr>
            <w:tcW w:w="511" w:type="dxa"/>
            <w:tcBorders>
              <w:left w:val="single" w:sz="4" w:space="0" w:color="auto"/>
            </w:tcBorders>
          </w:tcPr>
          <w:p w14:paraId="396A9728" w14:textId="074C57BF" w:rsidR="00214F17" w:rsidRPr="00BA1019" w:rsidRDefault="00214F17" w:rsidP="00EE4B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8" w:type="dxa"/>
          </w:tcPr>
          <w:p w14:paraId="45DF0BC5" w14:textId="5EDA5D8F" w:rsidR="00214F17" w:rsidRPr="00BA1019" w:rsidRDefault="00214F17" w:rsidP="00214F17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Социальный заказ на оказание муниципальных услуг в социальной сфере на реализацию дополнительных общеразвивающих программ для детей</w:t>
            </w:r>
          </w:p>
        </w:tc>
        <w:tc>
          <w:tcPr>
            <w:tcW w:w="1799" w:type="dxa"/>
          </w:tcPr>
          <w:p w14:paraId="5482960C" w14:textId="0D13A64A" w:rsidR="00214F17" w:rsidRPr="00BA1019" w:rsidRDefault="00214F17" w:rsidP="0021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Департамент социальной политики/ Руководители ОУ</w:t>
            </w:r>
          </w:p>
        </w:tc>
        <w:tc>
          <w:tcPr>
            <w:tcW w:w="1461" w:type="dxa"/>
          </w:tcPr>
          <w:p w14:paraId="30C31FC7" w14:textId="7AE1B9C4" w:rsidR="00214F17" w:rsidRPr="00BA1019" w:rsidRDefault="00214F17" w:rsidP="0021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7" w:type="dxa"/>
          </w:tcPr>
          <w:p w14:paraId="48A6F1D4" w14:textId="7C7B2C89" w:rsidR="00214F17" w:rsidRPr="00BA1019" w:rsidRDefault="00214F17" w:rsidP="0021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798385E" w14:textId="5C2748B6" w:rsidR="00214F17" w:rsidRPr="00BA1019" w:rsidRDefault="00214F17" w:rsidP="00F9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Введение и обеспечение муниципальных услуг на реализацию дополнительных общеразвивающих программ для детей, </w:t>
            </w:r>
            <w:r w:rsidRPr="00F95B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подразумевающ</w:t>
            </w:r>
            <w:r w:rsidR="00F95B5E" w:rsidRPr="00F95B5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их </w:t>
            </w:r>
            <w:r w:rsidRPr="00BA101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предоставление детям именных сертификатов дополнительного образования</w:t>
            </w:r>
          </w:p>
        </w:tc>
      </w:tr>
    </w:tbl>
    <w:p w14:paraId="0762F971" w14:textId="77777777" w:rsidR="004529B4" w:rsidRPr="004529B4" w:rsidRDefault="004529B4" w:rsidP="00EE4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</w:p>
    <w:p w14:paraId="1F3CF2EC" w14:textId="5BE0540E" w:rsidR="004F015A" w:rsidRPr="004F015A" w:rsidRDefault="004F015A" w:rsidP="00214F17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7E77C2">
        <w:rPr>
          <w:rFonts w:ascii="Times New Roman" w:eastAsiaTheme="minorEastAsia" w:hAnsi="Times New Roman" w:cstheme="minorBidi"/>
          <w:sz w:val="28"/>
          <w:szCs w:val="28"/>
          <w:lang w:eastAsia="ru-RU"/>
        </w:rPr>
        <w:t>П</w:t>
      </w:r>
      <w:r w:rsidR="00EE4BFF">
        <w:rPr>
          <w:rFonts w:ascii="Times New Roman" w:eastAsiaTheme="minorEastAsia" w:hAnsi="Times New Roman" w:cstheme="minorBidi"/>
          <w:sz w:val="28"/>
          <w:szCs w:val="28"/>
          <w:lang w:eastAsia="ru-RU"/>
        </w:rPr>
        <w:t>одраздел 3.1</w:t>
      </w:r>
      <w:r w:rsidR="007E77C2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«Реализация Концепции развития воспитания в системе образования Сахалинской области на территории муниципального образования «Городской округ </w:t>
      </w:r>
      <w:proofErr w:type="spellStart"/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» раздел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а</w:t>
      </w: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3 «Развитие системы воспитания, дополнительного образования и социальной защиты детей» приложения </w:t>
      </w:r>
      <w:r w:rsidR="00931E44">
        <w:rPr>
          <w:rFonts w:ascii="Times New Roman" w:eastAsiaTheme="minorEastAsia" w:hAnsi="Times New Roman" w:cstheme="minorBidi"/>
          <w:sz w:val="28"/>
          <w:szCs w:val="28"/>
          <w:lang w:eastAsia="ru-RU"/>
        </w:rPr>
        <w:t>3</w:t>
      </w:r>
      <w:r w:rsidR="001136B6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части </w:t>
      </w: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2 «</w:t>
      </w:r>
      <w:r w:rsidR="00931E44">
        <w:rPr>
          <w:rFonts w:ascii="Times New Roman" w:eastAsiaTheme="minorEastAsia" w:hAnsi="Times New Roman" w:cstheme="minorBidi"/>
          <w:sz w:val="28"/>
          <w:szCs w:val="28"/>
          <w:lang w:eastAsia="ru-RU"/>
        </w:rPr>
        <w:t>Ресурсное обеспечение</w:t>
      </w: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муниципальной программы «Развитие образования в муниципальном образовании «Городской округ </w:t>
      </w:r>
      <w:proofErr w:type="spellStart"/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» </w:t>
      </w:r>
      <w:r w:rsidR="00931E44">
        <w:rPr>
          <w:rFonts w:ascii="Times New Roman" w:eastAsiaTheme="minorEastAsia" w:hAnsi="Times New Roman" w:cstheme="minorBidi"/>
          <w:sz w:val="28"/>
          <w:szCs w:val="28"/>
          <w:lang w:eastAsia="ru-RU"/>
        </w:rPr>
        <w:t>изложить в нов</w:t>
      </w:r>
      <w:r w:rsidR="00404018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ой редакции согласно </w:t>
      </w:r>
      <w:proofErr w:type="gramStart"/>
      <w:r w:rsidR="00404018">
        <w:rPr>
          <w:rFonts w:ascii="Times New Roman" w:eastAsiaTheme="minorEastAsia" w:hAnsi="Times New Roman" w:cstheme="minorBidi"/>
          <w:sz w:val="28"/>
          <w:szCs w:val="28"/>
          <w:lang w:eastAsia="ru-RU"/>
        </w:rPr>
        <w:t>приложению</w:t>
      </w:r>
      <w:proofErr w:type="gramEnd"/>
      <w:r w:rsidR="00244BD2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931E44">
        <w:rPr>
          <w:rFonts w:ascii="Times New Roman" w:eastAsiaTheme="minorEastAsia" w:hAnsi="Times New Roman" w:cstheme="minorBidi"/>
          <w:sz w:val="28"/>
          <w:szCs w:val="28"/>
          <w:lang w:eastAsia="ru-RU"/>
        </w:rPr>
        <w:t>к настоящему постановлению.</w:t>
      </w:r>
    </w:p>
    <w:p w14:paraId="1128874B" w14:textId="464E7439" w:rsidR="000F010E" w:rsidRDefault="00214F17" w:rsidP="00EE4BFF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О</w:t>
      </w:r>
      <w:r w:rsidR="00F00FED">
        <w:rPr>
          <w:rFonts w:ascii="Times New Roman" w:eastAsiaTheme="minorEastAsia" w:hAnsi="Times New Roman" w:cstheme="minorBidi"/>
          <w:sz w:val="28"/>
          <w:szCs w:val="28"/>
          <w:lang w:eastAsia="ru-RU"/>
        </w:rPr>
        <w:t>публиковать</w:t>
      </w:r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н</w:t>
      </w:r>
      <w:r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астоящее постановление </w:t>
      </w:r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в г</w:t>
      </w:r>
      <w:r w:rsidR="001136B6">
        <w:rPr>
          <w:rFonts w:ascii="Times New Roman" w:eastAsiaTheme="minorEastAsia" w:hAnsi="Times New Roman" w:cstheme="minorBidi"/>
          <w:sz w:val="28"/>
          <w:szCs w:val="28"/>
          <w:lang w:eastAsia="ru-RU"/>
        </w:rPr>
        <w:t>азете «Знамя труда» и разместить</w:t>
      </w:r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на официальном сайте муниципального образования «Городской округ </w:t>
      </w:r>
      <w:proofErr w:type="spellStart"/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 w:rsidR="000F010E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» в информационно-телекоммуникационной сети «Интернет».</w:t>
      </w:r>
    </w:p>
    <w:p w14:paraId="059AEE71" w14:textId="6E68F0C9" w:rsidR="009950D3" w:rsidRDefault="009950D3" w:rsidP="00EE4BFF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Контроль за исполнением настоящего постановления возложить на вице-мэра муниципального образования «Городской округ </w:t>
      </w:r>
      <w:proofErr w:type="spellStart"/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Русанова</w:t>
      </w:r>
      <w:proofErr w:type="spellEnd"/>
      <w:r w:rsidR="004B3E95" w:rsidRPr="004B3E95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4B3E95">
        <w:rPr>
          <w:rFonts w:ascii="Times New Roman" w:eastAsiaTheme="minorEastAsia" w:hAnsi="Times New Roman" w:cstheme="minorBidi"/>
          <w:sz w:val="28"/>
          <w:szCs w:val="28"/>
          <w:lang w:eastAsia="ru-RU"/>
        </w:rPr>
        <w:t>Я.С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. </w:t>
      </w:r>
    </w:p>
    <w:p w14:paraId="4AEA3080" w14:textId="77777777" w:rsidR="004B3E95" w:rsidRPr="00140157" w:rsidRDefault="004B3E95" w:rsidP="004B3E95">
      <w:pPr>
        <w:pStyle w:val="a9"/>
        <w:tabs>
          <w:tab w:val="left" w:pos="993"/>
        </w:tabs>
        <w:spacing w:after="0" w:line="240" w:lineRule="auto"/>
        <w:ind w:left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</w:p>
    <w:p w14:paraId="1128874E" w14:textId="77777777" w:rsidR="000F010E" w:rsidRPr="00D12794" w:rsidRDefault="000F010E" w:rsidP="00EE4B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28874F" w14:textId="77777777" w:rsidR="008629FA" w:rsidRDefault="008629FA" w:rsidP="00EE4B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1288752" w14:textId="5DF35231" w:rsidR="008629FA" w:rsidRPr="00D12794" w:rsidRDefault="008629FA" w:rsidP="00EE4B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F010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0E8D5C10" w14:textId="6251B00C" w:rsidR="00DC039C" w:rsidRDefault="00DC039C" w:rsidP="00DC039C">
      <w:pPr>
        <w:widowControl w:val="0"/>
        <w:autoSpaceDE w:val="0"/>
        <w:autoSpaceDN w:val="0"/>
        <w:adjustRightInd w:val="0"/>
        <w:spacing w:after="0" w:line="240" w:lineRule="auto"/>
        <w:ind w:firstLine="9072"/>
        <w:jc w:val="center"/>
        <w:rPr>
          <w:rFonts w:ascii="Times New Roman" w:hAnsi="Times New Roman"/>
          <w:sz w:val="24"/>
          <w:szCs w:val="24"/>
        </w:rPr>
      </w:pPr>
    </w:p>
    <w:p w14:paraId="11288755" w14:textId="77777777" w:rsidR="008629FA" w:rsidRPr="008629FA" w:rsidRDefault="008629FA" w:rsidP="00EE4B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14F17">
      <w:headerReference w:type="default" r:id="rId8"/>
      <w:footerReference w:type="default" r:id="rId9"/>
      <w:pgSz w:w="11906" w:h="16838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089CF" w14:textId="77777777" w:rsidR="008A0CB2" w:rsidRDefault="008A0CB2" w:rsidP="0033636C">
      <w:pPr>
        <w:spacing w:after="0" w:line="240" w:lineRule="auto"/>
      </w:pPr>
      <w:r>
        <w:separator/>
      </w:r>
    </w:p>
  </w:endnote>
  <w:endnote w:type="continuationSeparator" w:id="0">
    <w:p w14:paraId="1D1009B5" w14:textId="77777777" w:rsidR="008A0CB2" w:rsidRDefault="008A0CB2" w:rsidP="0033636C">
      <w:pPr>
        <w:spacing w:after="0" w:line="240" w:lineRule="auto"/>
      </w:pPr>
      <w:r>
        <w:continuationSeparator/>
      </w:r>
    </w:p>
  </w:endnote>
  <w:endnote w:type="continuationNotice" w:id="1">
    <w:p w14:paraId="4226B514" w14:textId="77777777" w:rsidR="008A0CB2" w:rsidRDefault="008A0C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8875C" w14:textId="5E232C3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DF815" w14:textId="77777777" w:rsidR="008A0CB2" w:rsidRDefault="008A0CB2" w:rsidP="0033636C">
      <w:pPr>
        <w:spacing w:after="0" w:line="240" w:lineRule="auto"/>
      </w:pPr>
      <w:r>
        <w:separator/>
      </w:r>
    </w:p>
  </w:footnote>
  <w:footnote w:type="continuationSeparator" w:id="0">
    <w:p w14:paraId="61494221" w14:textId="77777777" w:rsidR="008A0CB2" w:rsidRDefault="008A0CB2" w:rsidP="0033636C">
      <w:pPr>
        <w:spacing w:after="0" w:line="240" w:lineRule="auto"/>
      </w:pPr>
      <w:r>
        <w:continuationSeparator/>
      </w:r>
    </w:p>
  </w:footnote>
  <w:footnote w:type="continuationNotice" w:id="1">
    <w:p w14:paraId="4DBBC864" w14:textId="77777777" w:rsidR="008A0CB2" w:rsidRDefault="008A0C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208013"/>
      <w:docPartObj>
        <w:docPartGallery w:val="Page Numbers (Top of Page)"/>
        <w:docPartUnique/>
      </w:docPartObj>
    </w:sdtPr>
    <w:sdtEndPr/>
    <w:sdtContent>
      <w:p w14:paraId="74649C07" w14:textId="66C884CB" w:rsidR="00EE4BFF" w:rsidRDefault="00EE4B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9EE">
          <w:rPr>
            <w:noProof/>
          </w:rPr>
          <w:t>4</w:t>
        </w:r>
        <w:r>
          <w:fldChar w:fldCharType="end"/>
        </w:r>
      </w:p>
    </w:sdtContent>
  </w:sdt>
  <w:p w14:paraId="2DE1DF9F" w14:textId="77777777" w:rsidR="00EE4BFF" w:rsidRDefault="00EE4BF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00F3"/>
    <w:multiLevelType w:val="multilevel"/>
    <w:tmpl w:val="78B89328"/>
    <w:lvl w:ilvl="0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 w15:restartNumberingAfterBreak="0">
    <w:nsid w:val="5CC83F2C"/>
    <w:multiLevelType w:val="multilevel"/>
    <w:tmpl w:val="883492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4F5F"/>
    <w:rsid w:val="000232FD"/>
    <w:rsid w:val="00053BD0"/>
    <w:rsid w:val="000F010E"/>
    <w:rsid w:val="001136B6"/>
    <w:rsid w:val="00133CD3"/>
    <w:rsid w:val="00140157"/>
    <w:rsid w:val="00185FEC"/>
    <w:rsid w:val="0019326B"/>
    <w:rsid w:val="001B3713"/>
    <w:rsid w:val="001E1F9F"/>
    <w:rsid w:val="002003DC"/>
    <w:rsid w:val="00214F17"/>
    <w:rsid w:val="00244BD2"/>
    <w:rsid w:val="002A3B38"/>
    <w:rsid w:val="002F6A60"/>
    <w:rsid w:val="0030570A"/>
    <w:rsid w:val="0033341C"/>
    <w:rsid w:val="0033636C"/>
    <w:rsid w:val="003528A2"/>
    <w:rsid w:val="003E4257"/>
    <w:rsid w:val="00404018"/>
    <w:rsid w:val="004170D4"/>
    <w:rsid w:val="004529B4"/>
    <w:rsid w:val="004A088A"/>
    <w:rsid w:val="004B3E95"/>
    <w:rsid w:val="004F015A"/>
    <w:rsid w:val="00520CBF"/>
    <w:rsid w:val="0053252D"/>
    <w:rsid w:val="00597EBC"/>
    <w:rsid w:val="005F1457"/>
    <w:rsid w:val="00620C3A"/>
    <w:rsid w:val="006E3686"/>
    <w:rsid w:val="007647C1"/>
    <w:rsid w:val="00775500"/>
    <w:rsid w:val="00781B0A"/>
    <w:rsid w:val="007C02E9"/>
    <w:rsid w:val="007E77C2"/>
    <w:rsid w:val="008629FA"/>
    <w:rsid w:val="00896829"/>
    <w:rsid w:val="008A0572"/>
    <w:rsid w:val="008A07BA"/>
    <w:rsid w:val="008A0CB2"/>
    <w:rsid w:val="008A2183"/>
    <w:rsid w:val="008A6340"/>
    <w:rsid w:val="008C52D2"/>
    <w:rsid w:val="00931E44"/>
    <w:rsid w:val="00962E1F"/>
    <w:rsid w:val="00987DB5"/>
    <w:rsid w:val="009950D3"/>
    <w:rsid w:val="00A05D4C"/>
    <w:rsid w:val="00A949EE"/>
    <w:rsid w:val="00AC72C8"/>
    <w:rsid w:val="00B10ED9"/>
    <w:rsid w:val="00B25688"/>
    <w:rsid w:val="00B50E8C"/>
    <w:rsid w:val="00B5372C"/>
    <w:rsid w:val="00B9084F"/>
    <w:rsid w:val="00BA1019"/>
    <w:rsid w:val="00C02849"/>
    <w:rsid w:val="00C1439F"/>
    <w:rsid w:val="00CC0397"/>
    <w:rsid w:val="00CE3A1C"/>
    <w:rsid w:val="00CF3C5E"/>
    <w:rsid w:val="00CF769D"/>
    <w:rsid w:val="00D12794"/>
    <w:rsid w:val="00D67BD8"/>
    <w:rsid w:val="00DC039C"/>
    <w:rsid w:val="00DC2EBF"/>
    <w:rsid w:val="00DF7897"/>
    <w:rsid w:val="00E05311"/>
    <w:rsid w:val="00E23C52"/>
    <w:rsid w:val="00E336A5"/>
    <w:rsid w:val="00E37B8A"/>
    <w:rsid w:val="00E609BC"/>
    <w:rsid w:val="00EE4BFF"/>
    <w:rsid w:val="00F00FED"/>
    <w:rsid w:val="00F47D58"/>
    <w:rsid w:val="00F57DC3"/>
    <w:rsid w:val="00F9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872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0F010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14015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015A"/>
    <w:rPr>
      <w:rFonts w:ascii="Segoe UI" w:hAnsi="Segoe UI" w:cs="Segoe UI"/>
      <w:sz w:val="18"/>
      <w:szCs w:val="18"/>
      <w:lang w:eastAsia="en-US"/>
    </w:rPr>
  </w:style>
  <w:style w:type="paragraph" w:styleId="ac">
    <w:name w:val="caption"/>
    <w:basedOn w:val="a"/>
    <w:next w:val="a"/>
    <w:uiPriority w:val="35"/>
    <w:semiHidden/>
    <w:unhideWhenUsed/>
    <w:qFormat/>
    <w:rsid w:val="0053252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6559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6559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04792"/>
    <w:rsid w:val="00056817"/>
    <w:rsid w:val="00093FCC"/>
    <w:rsid w:val="00626C05"/>
    <w:rsid w:val="00965596"/>
    <w:rsid w:val="00B13DA8"/>
    <w:rsid w:val="00B77A0B"/>
    <w:rsid w:val="00C95804"/>
    <w:rsid w:val="00CD2511"/>
    <w:rsid w:val="00CF735B"/>
    <w:rsid w:val="00D24DA5"/>
    <w:rsid w:val="00D91A87"/>
    <w:rsid w:val="00E7774E"/>
    <w:rsid w:val="00FC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293</TotalTime>
  <Pages>4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44</cp:revision>
  <cp:lastPrinted>2023-11-29T06:58:00Z</cp:lastPrinted>
  <dcterms:created xsi:type="dcterms:W3CDTF">2020-04-07T04:52:00Z</dcterms:created>
  <dcterms:modified xsi:type="dcterms:W3CDTF">2023-11-29T06:58:00Z</dcterms:modified>
</cp:coreProperties>
</file>