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9B461E3" w14:textId="77777777" w:rsidTr="00987DB5">
        <w:tc>
          <w:tcPr>
            <w:tcW w:w="9498" w:type="dxa"/>
          </w:tcPr>
          <w:p w14:paraId="59B461D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B461F5" wp14:editId="59B461F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B461E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9B461E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9B461E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9B461E4" w14:textId="617F7798" w:rsidR="0033636C" w:rsidRPr="004D22D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2D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D22DA" w:rsidRPr="004D22DA">
            <w:rPr>
              <w:rFonts w:ascii="Times New Roman" w:hAnsi="Times New Roman"/>
              <w:sz w:val="28"/>
              <w:szCs w:val="28"/>
            </w:rPr>
            <w:t>29 ноября 2023 года</w:t>
          </w:r>
        </w:sdtContent>
      </w:sdt>
      <w:r w:rsidRPr="004D22D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D22DA" w:rsidRPr="004D22DA">
            <w:rPr>
              <w:rFonts w:ascii="Times New Roman" w:hAnsi="Times New Roman"/>
              <w:sz w:val="28"/>
              <w:szCs w:val="28"/>
            </w:rPr>
            <w:t>735</w:t>
          </w:r>
        </w:sdtContent>
      </w:sdt>
    </w:p>
    <w:p w14:paraId="59B461E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9B461E6" w14:textId="4E77F362" w:rsidR="00751F20" w:rsidRPr="00751F20" w:rsidRDefault="00751F20" w:rsidP="003E1B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1F20">
        <w:rPr>
          <w:rFonts w:ascii="Times New Roman" w:eastAsia="Times New Roman" w:hAnsi="Times New Roman"/>
          <w:b/>
          <w:bCs/>
          <w:sz w:val="28"/>
          <w:szCs w:val="28"/>
        </w:rPr>
        <w:t>Об установлении Порядка за</w:t>
      </w:r>
      <w:bookmarkStart w:id="0" w:name="_GoBack"/>
      <w:bookmarkEnd w:id="0"/>
      <w:r w:rsidRPr="00751F20">
        <w:rPr>
          <w:rFonts w:ascii="Times New Roman" w:eastAsia="Times New Roman" w:hAnsi="Times New Roman"/>
          <w:b/>
          <w:bCs/>
          <w:sz w:val="28"/>
          <w:szCs w:val="28"/>
        </w:rPr>
        <w:t xml:space="preserve">ключения в электронной форме и подписания усиленной квалификационной электронной подписью лица, имеющего право действовать от имени соответственно уполномоченного органа, исполнителя </w:t>
      </w:r>
      <w:r w:rsidR="008A553A">
        <w:rPr>
          <w:rFonts w:ascii="Times New Roman" w:eastAsia="Times New Roman" w:hAnsi="Times New Roman"/>
          <w:b/>
          <w:bCs/>
          <w:sz w:val="28"/>
          <w:szCs w:val="28"/>
        </w:rPr>
        <w:t>муниципальных</w:t>
      </w:r>
      <w:r w:rsidRPr="00751F20">
        <w:rPr>
          <w:rFonts w:ascii="Times New Roman" w:eastAsia="Times New Roman" w:hAnsi="Times New Roman"/>
          <w:b/>
          <w:bCs/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государственных услуг в социальной сфере по направлению деятельности «реализация дополнительных образовательных программ (за исключением дополнительных программ в области искусств)» </w:t>
      </w:r>
      <w:r w:rsidR="00E069BD">
        <w:rPr>
          <w:rFonts w:ascii="Times New Roman" w:eastAsia="Times New Roman" w:hAnsi="Times New Roman"/>
          <w:b/>
          <w:bCs/>
          <w:sz w:val="28"/>
          <w:szCs w:val="28"/>
        </w:rPr>
        <w:br/>
      </w:r>
      <w:r w:rsidRPr="00751F20">
        <w:rPr>
          <w:rFonts w:ascii="Times New Roman" w:eastAsia="Times New Roman" w:hAnsi="Times New Roman"/>
          <w:b/>
          <w:bCs/>
          <w:sz w:val="28"/>
          <w:szCs w:val="28"/>
        </w:rPr>
        <w:t>в соответствии с социальным сертификатом на получение муниципальной услуги в социальной сфере</w:t>
      </w:r>
    </w:p>
    <w:p w14:paraId="59B461E7" w14:textId="77777777" w:rsidR="00185FEC" w:rsidRDefault="00185FEC" w:rsidP="003E1B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B461E8" w14:textId="553A7D8D" w:rsidR="00751F20" w:rsidRPr="00751F20" w:rsidRDefault="00751F20" w:rsidP="003E1B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частью 3 статьи 21 Федерального закона от 13 июля 2020 </w:t>
      </w:r>
      <w:r w:rsidR="00E069BD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>№ 189-ФЗ «О государственном (муниципальном) социальном заказе на оказание государственных (муниципальных) услуг в социальной сфере»</w:t>
      </w:r>
      <w:r w:rsidRPr="00751F2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муниципального образования «Городской округ </w:t>
      </w:r>
      <w:proofErr w:type="spellStart"/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</w:t>
      </w:r>
      <w:r w:rsidR="003E1B19">
        <w:rPr>
          <w:rFonts w:ascii="Times New Roman" w:eastAsia="Times New Roman" w:hAnsi="Times New Roman"/>
          <w:sz w:val="28"/>
          <w:szCs w:val="28"/>
          <w:lang w:eastAsia="ru-RU"/>
        </w:rPr>
        <w:t>29 ноября 2023 года</w:t>
      </w:r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3E1B19">
        <w:rPr>
          <w:rFonts w:ascii="Times New Roman" w:eastAsia="Times New Roman" w:hAnsi="Times New Roman"/>
          <w:sz w:val="28"/>
          <w:szCs w:val="28"/>
          <w:lang w:eastAsia="ru-RU"/>
        </w:rPr>
        <w:t xml:space="preserve"> 726</w:t>
      </w:r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порядка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</w:t>
      </w:r>
      <w:bookmarkStart w:id="1" w:name="_Hlk132815456"/>
      <w:r>
        <w:rPr>
          <w:rFonts w:ascii="Times New Roman" w:eastAsia="Times New Roman" w:hAnsi="Times New Roman"/>
          <w:sz w:val="28"/>
          <w:szCs w:val="28"/>
          <w:lang w:eastAsia="ru-RU"/>
        </w:rPr>
        <w:t>по направлению деятельности «</w:t>
      </w:r>
      <w:r w:rsidR="001C6E5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>еализация дополнительных общеразвивающих программ для детей»</w:t>
      </w:r>
      <w:bookmarkEnd w:id="1"/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социальным сертификатом на получение муниципальной услуги в социальной сфере </w:t>
      </w:r>
      <w:r w:rsidR="001C6E5C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1C6E5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1C6E5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</w:t>
      </w:r>
      <w:proofErr w:type="spellStart"/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 xml:space="preserve">», руководствуясь ст. 36 Устава муниципального образования «Городской округ </w:t>
      </w:r>
      <w:proofErr w:type="spellStart"/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 xml:space="preserve">», администрация муниципального образования «Городской округ </w:t>
      </w:r>
      <w:proofErr w:type="spellStart"/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751F2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751F2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9B461E9" w14:textId="5BA952F0" w:rsidR="00751F20" w:rsidRPr="00751F20" w:rsidRDefault="00751F20" w:rsidP="009348A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1F20">
        <w:rPr>
          <w:rFonts w:ascii="Times New Roman" w:hAnsi="Times New Roman"/>
          <w:sz w:val="28"/>
          <w:szCs w:val="28"/>
        </w:rPr>
        <w:t xml:space="preserve">Утвердить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</w:t>
      </w:r>
      <w:r w:rsidRPr="00751F20">
        <w:rPr>
          <w:rFonts w:ascii="Times New Roman" w:hAnsi="Times New Roman"/>
          <w:sz w:val="28"/>
          <w:szCs w:val="28"/>
        </w:rPr>
        <w:lastRenderedPageBreak/>
        <w:t>обеспечении затрат, связанных с оказанием муниципальных услуг в социальной сфер</w:t>
      </w:r>
      <w:r w:rsidR="0080722A">
        <w:rPr>
          <w:rFonts w:ascii="Times New Roman" w:hAnsi="Times New Roman"/>
          <w:sz w:val="28"/>
          <w:szCs w:val="28"/>
        </w:rPr>
        <w:t>е по направлению деятельности «р</w:t>
      </w:r>
      <w:r w:rsidRPr="00751F20">
        <w:rPr>
          <w:rFonts w:ascii="Times New Roman" w:hAnsi="Times New Roman"/>
          <w:sz w:val="28"/>
          <w:szCs w:val="28"/>
        </w:rPr>
        <w:t>еализация дополнительных общеразвивающих программ для детей (за исключением дополнительных предпрофессиональных программ в области искусств)» в соответствии с социальным сертификатом на получение муниципальной услуги в социальной сфере</w:t>
      </w:r>
      <w:r w:rsidR="00B42984">
        <w:rPr>
          <w:rFonts w:ascii="Times New Roman" w:hAnsi="Times New Roman"/>
          <w:sz w:val="28"/>
          <w:szCs w:val="28"/>
        </w:rPr>
        <w:t xml:space="preserve"> </w:t>
      </w:r>
      <w:r w:rsidRPr="00751F20">
        <w:rPr>
          <w:rFonts w:ascii="Times New Roman" w:hAnsi="Times New Roman"/>
          <w:sz w:val="28"/>
          <w:szCs w:val="28"/>
        </w:rPr>
        <w:t>(прилагается).</w:t>
      </w:r>
    </w:p>
    <w:p w14:paraId="59B461EA" w14:textId="77777777" w:rsidR="00751F20" w:rsidRPr="00751F20" w:rsidRDefault="00751F20" w:rsidP="009348A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1F20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01 декабря 2023 года и подлежит обязательному опубликованию в газете «Знамя труда» и размещению на официальном сайте муниципального образования «Городской округ </w:t>
      </w:r>
      <w:proofErr w:type="spellStart"/>
      <w:r w:rsidRPr="00751F20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51F20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59B461EB" w14:textId="77777777" w:rsidR="00195C31" w:rsidRPr="004F7271" w:rsidRDefault="00195C31" w:rsidP="009348A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F7271">
        <w:rPr>
          <w:rFonts w:ascii="Times New Roman" w:eastAsia="Times New Roman" w:hAnsi="Times New Roman"/>
          <w:sz w:val="28"/>
          <w:szCs w:val="28"/>
        </w:rPr>
        <w:t>Контроль за исполн</w:t>
      </w:r>
      <w:r>
        <w:rPr>
          <w:rFonts w:ascii="Times New Roman" w:eastAsia="Times New Roman" w:hAnsi="Times New Roman"/>
          <w:sz w:val="28"/>
          <w:szCs w:val="28"/>
        </w:rPr>
        <w:t xml:space="preserve">ением настоящего постановления возложить на вице-мэра муниципального образования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Я.С.</w:t>
      </w:r>
    </w:p>
    <w:p w14:paraId="59B461EC" w14:textId="77777777" w:rsidR="00E609BC" w:rsidRPr="00D12794" w:rsidRDefault="00E609BC" w:rsidP="003E1B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B461ED" w14:textId="77777777" w:rsidR="008629FA" w:rsidRPr="00D12794" w:rsidRDefault="008629FA" w:rsidP="003E1B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B461EE" w14:textId="77777777" w:rsidR="008629FA" w:rsidRDefault="008629FA" w:rsidP="003E1B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9B461EF" w14:textId="3B50857C" w:rsidR="008629FA" w:rsidRPr="008629FA" w:rsidRDefault="008629FA" w:rsidP="003E1B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B73E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59B461F0" w14:textId="77777777" w:rsidR="008629FA" w:rsidRPr="00D12794" w:rsidRDefault="008629FA" w:rsidP="003E1B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B461F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9B461F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9B461F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9B461F4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D22DA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461F9" w14:textId="77777777" w:rsidR="00801CDD" w:rsidRDefault="00801CDD" w:rsidP="0033636C">
      <w:pPr>
        <w:spacing w:after="0" w:line="240" w:lineRule="auto"/>
      </w:pPr>
      <w:r>
        <w:separator/>
      </w:r>
    </w:p>
  </w:endnote>
  <w:endnote w:type="continuationSeparator" w:id="0">
    <w:p w14:paraId="59B461FA" w14:textId="77777777" w:rsidR="00801CDD" w:rsidRDefault="00801CD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461FB" w14:textId="13D4778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461F7" w14:textId="77777777" w:rsidR="00801CDD" w:rsidRDefault="00801CDD" w:rsidP="0033636C">
      <w:pPr>
        <w:spacing w:after="0" w:line="240" w:lineRule="auto"/>
      </w:pPr>
      <w:r>
        <w:separator/>
      </w:r>
    </w:p>
  </w:footnote>
  <w:footnote w:type="continuationSeparator" w:id="0">
    <w:p w14:paraId="59B461F8" w14:textId="77777777" w:rsidR="00801CDD" w:rsidRDefault="00801CDD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1234618"/>
      <w:docPartObj>
        <w:docPartGallery w:val="Page Numbers (Top of Page)"/>
        <w:docPartUnique/>
      </w:docPartObj>
    </w:sdtPr>
    <w:sdtContent>
      <w:p w14:paraId="2168C384" w14:textId="0D9D3A05" w:rsidR="004D22DA" w:rsidRDefault="004D22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E4517CF" w14:textId="77777777" w:rsidR="004D22DA" w:rsidRDefault="004D22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900F3"/>
    <w:multiLevelType w:val="hybridMultilevel"/>
    <w:tmpl w:val="BC52468E"/>
    <w:lvl w:ilvl="0" w:tplc="A684B16A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B450E3D"/>
    <w:multiLevelType w:val="hybridMultilevel"/>
    <w:tmpl w:val="3C42FF88"/>
    <w:lvl w:ilvl="0" w:tplc="3CB0A82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95C31"/>
    <w:rsid w:val="001C6E5C"/>
    <w:rsid w:val="001E1F9F"/>
    <w:rsid w:val="002003DC"/>
    <w:rsid w:val="00244B8C"/>
    <w:rsid w:val="0033636C"/>
    <w:rsid w:val="003E1B19"/>
    <w:rsid w:val="003E4257"/>
    <w:rsid w:val="004D22DA"/>
    <w:rsid w:val="00520CBF"/>
    <w:rsid w:val="005B73E7"/>
    <w:rsid w:val="00751F20"/>
    <w:rsid w:val="00801CDD"/>
    <w:rsid w:val="0080722A"/>
    <w:rsid w:val="008629FA"/>
    <w:rsid w:val="008A553A"/>
    <w:rsid w:val="009348A7"/>
    <w:rsid w:val="00987DB5"/>
    <w:rsid w:val="00AC72C8"/>
    <w:rsid w:val="00B10ED9"/>
    <w:rsid w:val="00B25688"/>
    <w:rsid w:val="00B42984"/>
    <w:rsid w:val="00C02849"/>
    <w:rsid w:val="00D12794"/>
    <w:rsid w:val="00D67BD8"/>
    <w:rsid w:val="00DF7897"/>
    <w:rsid w:val="00E069BD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461D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D2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22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75F3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75F3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35F76"/>
    <w:rsid w:val="004B495B"/>
    <w:rsid w:val="00B13DA8"/>
    <w:rsid w:val="00B75F3B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cp:lastPrinted>2023-11-29T07:17:00Z</cp:lastPrinted>
  <dcterms:created xsi:type="dcterms:W3CDTF">2020-04-07T04:52:00Z</dcterms:created>
  <dcterms:modified xsi:type="dcterms:W3CDTF">2023-11-29T07:17:00Z</dcterms:modified>
</cp:coreProperties>
</file>