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41F3C4B" w14:textId="77777777" w:rsidTr="00987DB5">
        <w:tc>
          <w:tcPr>
            <w:tcW w:w="9498" w:type="dxa"/>
          </w:tcPr>
          <w:p w14:paraId="041F3C4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41F3C62" wp14:editId="041F3C6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1F3C4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41F3C4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41F3C4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41F3C4C" w14:textId="50B8D775" w:rsidR="0033636C" w:rsidRPr="00D97FA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FA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97FA8" w:rsidRPr="00D97FA8">
            <w:rPr>
              <w:rFonts w:ascii="Times New Roman" w:hAnsi="Times New Roman"/>
              <w:sz w:val="28"/>
              <w:szCs w:val="28"/>
            </w:rPr>
            <w:t>27 декабря 2021 года</w:t>
          </w:r>
        </w:sdtContent>
      </w:sdt>
      <w:r w:rsidRPr="00D97FA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97FA8" w:rsidRPr="00D97FA8">
            <w:rPr>
              <w:rFonts w:ascii="Times New Roman" w:hAnsi="Times New Roman"/>
              <w:sz w:val="28"/>
              <w:szCs w:val="28"/>
            </w:rPr>
            <w:t>736</w:t>
          </w:r>
        </w:sdtContent>
      </w:sdt>
    </w:p>
    <w:p w14:paraId="041F3C4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41F3C4E" w14:textId="600E4509" w:rsidR="0033636C" w:rsidRPr="007B1456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7B1456">
        <w:rPr>
          <w:rFonts w:ascii="Times New Roman" w:hAnsi="Times New Roman"/>
          <w:b/>
          <w:sz w:val="28"/>
          <w:szCs w:val="28"/>
        </w:rPr>
        <w:t>Об утверждении Порядка присвоени</w:t>
      </w:r>
      <w:r w:rsidR="00DB783C">
        <w:rPr>
          <w:rFonts w:ascii="Times New Roman" w:hAnsi="Times New Roman"/>
          <w:b/>
          <w:sz w:val="28"/>
          <w:szCs w:val="28"/>
        </w:rPr>
        <w:t>я</w:t>
      </w:r>
      <w:r w:rsidRPr="007B1456">
        <w:rPr>
          <w:rFonts w:ascii="Times New Roman" w:hAnsi="Times New Roman"/>
          <w:b/>
          <w:sz w:val="28"/>
          <w:szCs w:val="28"/>
        </w:rPr>
        <w:t xml:space="preserve"> торговому объекту статуса «Социальный магазин» на территории муниципального образования «Городской округ Ногликский»</w:t>
      </w:r>
    </w:p>
    <w:p w14:paraId="041F3C4F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296966" w14:textId="77777777" w:rsidR="00461081" w:rsidRPr="007B1456" w:rsidRDefault="00461081" w:rsidP="0046108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 15 части 1 статьи 16 Федерального закона от 06.10.2003 № 131-ФЗ «Об общих принципах организации местного самоуправления в Российской Федерации», постановлением Правительства Сахалинской области от 05.12.2014 № 593 «О мерах по обеспечению стабильного продовольственного снабжения и мерах по стабилизации цен на потребительском рынке», методическими рекомендациями по развитию социальных магазинов на территории Сахалинской области, утвержденными распоряжением министерства сельского хозяйства и торговли Сахалинской области от 29.07.2021 № 3.37-369-р, ст. 36 Устава муниципального образования «Городской округ Ногликский» в целях обеспечения ценовой доступности продовольственных товаров, входящих в рекомендуемый минимальный ассортиментный перечень социально значимых продовольственных то</w:t>
      </w: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варов, для населения, включая отдельные категории граждан и лиц, находящихся в трудной жизненной ситуации, администрация муниципального образования «Городской округ Ногликский» </w:t>
      </w:r>
      <w:r w:rsidRPr="007B1456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4ABD462C" w14:textId="173CA873" w:rsidR="00461081" w:rsidRPr="00461081" w:rsidRDefault="00461081" w:rsidP="0046108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t>1. Утвердить Порядок присвоени</w:t>
      </w:r>
      <w:r w:rsidR="00DB783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t xml:space="preserve"> торговому объекту статуса «Социальный магазин» на территории муниципального образования «Городской округ Ногликский» (прилагается).</w:t>
      </w:r>
    </w:p>
    <w:p w14:paraId="5A39D0D6" w14:textId="77777777" w:rsidR="00461081" w:rsidRPr="00461081" w:rsidRDefault="00461081" w:rsidP="0046108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t>2. Считать утратившими силу постановления администрации муниципального образования «Городской округ Ногликский»:</w:t>
      </w:r>
    </w:p>
    <w:p w14:paraId="770D8D30" w14:textId="77777777" w:rsidR="00461081" w:rsidRPr="00461081" w:rsidRDefault="00461081" w:rsidP="0046108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t>- от 07.04.2016 № 283 «О присвоении статуса «Социальный магазин» стационарным объектам розничной торговли на территории муниципального образования «Городской округ Ногликский», кроме пункта 2;</w:t>
      </w:r>
    </w:p>
    <w:p w14:paraId="5DEE5668" w14:textId="77777777" w:rsidR="00461081" w:rsidRPr="00461081" w:rsidRDefault="00461081" w:rsidP="0046108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t>- от 13.03.2019 № 153 «О внесении изменений в постановление администрации муниципального образования «Городской округ Ногликский» от 07.04.2016 № 283»;</w:t>
      </w:r>
    </w:p>
    <w:p w14:paraId="1B75CA3F" w14:textId="77777777" w:rsidR="00461081" w:rsidRPr="00461081" w:rsidRDefault="00461081" w:rsidP="0046108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t>- от 19.11.2019 № 846 «О внесении изменений в постановление администрации муниципального образования «Городской округ Ногликский» от 07.04.2016 № 283».</w:t>
      </w:r>
    </w:p>
    <w:p w14:paraId="10DC8D09" w14:textId="77777777" w:rsidR="00461081" w:rsidRPr="00461081" w:rsidRDefault="00461081" w:rsidP="0046108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настоящее постановление в газете «Знамя труда» </w:t>
      </w: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br/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</w:t>
      </w:r>
      <w:r w:rsidRPr="00461081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.</w:t>
      </w:r>
    </w:p>
    <w:p w14:paraId="781B43F2" w14:textId="6EEA6614" w:rsidR="00461081" w:rsidRPr="00461081" w:rsidRDefault="00461081" w:rsidP="0046108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t>4. Контроль за исполнением настоящего постановления возложить на первого вице-мэра муниципального образования «Городской округ Ногликский» Гуляева</w:t>
      </w:r>
      <w:r w:rsidR="00D97FA8" w:rsidRPr="00D97F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97FA8" w:rsidRPr="00461081">
        <w:rPr>
          <w:rFonts w:ascii="Times New Roman" w:eastAsia="Times New Roman" w:hAnsi="Times New Roman"/>
          <w:sz w:val="28"/>
          <w:szCs w:val="28"/>
          <w:lang w:eastAsia="ru-RU"/>
        </w:rPr>
        <w:t>С.С.</w:t>
      </w:r>
    </w:p>
    <w:p w14:paraId="490A852A" w14:textId="77777777" w:rsidR="00461081" w:rsidRDefault="00461081" w:rsidP="0046108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4D59FF6" w14:textId="77777777" w:rsidR="00461081" w:rsidRDefault="00461081" w:rsidP="0046108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0B5BBB" w14:textId="77777777" w:rsidR="00461081" w:rsidRDefault="00461081" w:rsidP="0046108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41F3C5B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41F3C5C" w14:textId="24D9E9A6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9155B9">
        <w:rPr>
          <w:rFonts w:ascii="Times New Roman" w:hAnsi="Times New Roman"/>
          <w:sz w:val="28"/>
          <w:szCs w:val="28"/>
        </w:rPr>
        <w:t xml:space="preserve">     </w:t>
      </w:r>
      <w:r w:rsidR="00D97FA8">
        <w:rPr>
          <w:rFonts w:ascii="Times New Roman" w:hAnsi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С.В.</w:t>
      </w:r>
      <w:r w:rsidR="004610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041F3C5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41F3C5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41F3C5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41F3C6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41F3C61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7B1456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1F3C6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41F3C6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F3C68" w14:textId="2A4167D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F3C6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41F3C6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6114744"/>
      <w:docPartObj>
        <w:docPartGallery w:val="Page Numbers (Top of Page)"/>
        <w:docPartUnique/>
      </w:docPartObj>
    </w:sdtPr>
    <w:sdtEndPr/>
    <w:sdtContent>
      <w:p w14:paraId="571C2D39" w14:textId="65C6A221" w:rsidR="007B1456" w:rsidRDefault="007B145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FA8">
          <w:rPr>
            <w:noProof/>
          </w:rPr>
          <w:t>2</w:t>
        </w:r>
        <w:r>
          <w:fldChar w:fldCharType="end"/>
        </w:r>
      </w:p>
    </w:sdtContent>
  </w:sdt>
  <w:p w14:paraId="0504C19E" w14:textId="77777777" w:rsidR="007B1456" w:rsidRDefault="007B14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461081"/>
    <w:rsid w:val="00520CBF"/>
    <w:rsid w:val="007B1456"/>
    <w:rsid w:val="008629FA"/>
    <w:rsid w:val="009155B9"/>
    <w:rsid w:val="00987DB5"/>
    <w:rsid w:val="00AC72C8"/>
    <w:rsid w:val="00B10ED9"/>
    <w:rsid w:val="00B25688"/>
    <w:rsid w:val="00C02849"/>
    <w:rsid w:val="00D12794"/>
    <w:rsid w:val="00D67BD8"/>
    <w:rsid w:val="00D97FA8"/>
    <w:rsid w:val="00DB783C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F3C4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439B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439B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439B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7</cp:revision>
  <dcterms:created xsi:type="dcterms:W3CDTF">2020-04-07T04:52:00Z</dcterms:created>
  <dcterms:modified xsi:type="dcterms:W3CDTF">2021-12-26T22:49:00Z</dcterms:modified>
</cp:coreProperties>
</file>