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2B388FB" w14:textId="77777777" w:rsidTr="00987DB5">
        <w:tc>
          <w:tcPr>
            <w:tcW w:w="9498" w:type="dxa"/>
          </w:tcPr>
          <w:p w14:paraId="72B388F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2B38912" wp14:editId="72B3891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B388F8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2B388F9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2B388F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2B388FC" w14:textId="505E0DD3" w:rsidR="0033636C" w:rsidRPr="005422C2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5422C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422C2" w:rsidRPr="005422C2">
            <w:rPr>
              <w:rFonts w:ascii="Times New Roman" w:hAnsi="Times New Roman"/>
              <w:sz w:val="28"/>
              <w:szCs w:val="28"/>
            </w:rPr>
            <w:t>28 декабря 2022 года</w:t>
          </w:r>
        </w:sdtContent>
      </w:sdt>
      <w:r w:rsidRPr="005422C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422C2" w:rsidRPr="005422C2">
            <w:rPr>
              <w:rFonts w:ascii="Times New Roman" w:hAnsi="Times New Roman"/>
              <w:sz w:val="28"/>
              <w:szCs w:val="28"/>
            </w:rPr>
            <w:t>748</w:t>
          </w:r>
        </w:sdtContent>
      </w:sdt>
    </w:p>
    <w:p w14:paraId="72B388FD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2B388FE" w14:textId="3C313AB0" w:rsidR="0033636C" w:rsidRPr="00116190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116190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D455C9">
        <w:rPr>
          <w:rFonts w:ascii="Times New Roman" w:hAnsi="Times New Roman"/>
          <w:b/>
          <w:sz w:val="28"/>
          <w:szCs w:val="28"/>
        </w:rPr>
        <w:br/>
      </w:r>
      <w:r w:rsidRPr="00116190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D455C9">
        <w:rPr>
          <w:rFonts w:ascii="Times New Roman" w:hAnsi="Times New Roman"/>
          <w:b/>
          <w:sz w:val="28"/>
          <w:szCs w:val="28"/>
        </w:rPr>
        <w:t>«</w:t>
      </w:r>
      <w:r w:rsidRPr="00116190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D455C9">
        <w:rPr>
          <w:rFonts w:ascii="Times New Roman" w:hAnsi="Times New Roman"/>
          <w:b/>
          <w:sz w:val="28"/>
          <w:szCs w:val="28"/>
        </w:rPr>
        <w:t>»</w:t>
      </w:r>
      <w:r w:rsidRPr="00116190">
        <w:rPr>
          <w:rFonts w:ascii="Times New Roman" w:hAnsi="Times New Roman"/>
          <w:b/>
          <w:sz w:val="28"/>
          <w:szCs w:val="28"/>
        </w:rPr>
        <w:t xml:space="preserve"> </w:t>
      </w:r>
      <w:r w:rsidR="00D455C9">
        <w:rPr>
          <w:rFonts w:ascii="Times New Roman" w:hAnsi="Times New Roman"/>
          <w:b/>
          <w:sz w:val="28"/>
          <w:szCs w:val="28"/>
        </w:rPr>
        <w:br/>
      </w:r>
      <w:r w:rsidRPr="00116190">
        <w:rPr>
          <w:rFonts w:ascii="Times New Roman" w:hAnsi="Times New Roman"/>
          <w:b/>
          <w:sz w:val="28"/>
          <w:szCs w:val="28"/>
        </w:rPr>
        <w:t>от 06.10.2021 № 550</w:t>
      </w:r>
    </w:p>
    <w:p w14:paraId="72B388FF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F392E2F" w14:textId="60C56E14" w:rsidR="00116190" w:rsidRPr="00116190" w:rsidRDefault="00116190" w:rsidP="00D455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16190">
        <w:rPr>
          <w:rFonts w:ascii="Times New Roman" w:eastAsia="Times New Roman" w:hAnsi="Times New Roman"/>
          <w:sz w:val="28"/>
          <w:szCs w:val="28"/>
        </w:rPr>
        <w:t xml:space="preserve">В соответствии с решением Собрания муниципального образования «Городской округ Ногликский» от 08.12.2022 № 238 «О внесении изменений в решение Собрания муниципального образования «Городской округ Ногликский» «О бюджете муниципального образования «Городской округ Ногликский» на 2022 год и на плановый период 2023 и 2023 годов»,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116190">
        <w:rPr>
          <w:rFonts w:ascii="Times New Roman" w:eastAsia="Times New Roman" w:hAnsi="Times New Roman"/>
          <w:b/>
          <w:sz w:val="28"/>
          <w:szCs w:val="28"/>
        </w:rPr>
        <w:t>ПОСТАНОВЛЯЕТ:</w:t>
      </w:r>
    </w:p>
    <w:p w14:paraId="6FAD7C91" w14:textId="3BC8BD9D" w:rsidR="00116190" w:rsidRPr="00116190" w:rsidRDefault="00116190" w:rsidP="00D455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190">
        <w:rPr>
          <w:rFonts w:ascii="Times New Roman" w:eastAsia="Times New Roman" w:hAnsi="Times New Roman"/>
          <w:sz w:val="28"/>
          <w:szCs w:val="28"/>
          <w:lang w:eastAsia="ru-RU"/>
        </w:rPr>
        <w:t>1. Внести в постановление администрации муниципального образования «</w:t>
      </w:r>
      <w:r w:rsidR="003567DA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116190">
        <w:rPr>
          <w:rFonts w:ascii="Times New Roman" w:eastAsia="Times New Roman" w:hAnsi="Times New Roman"/>
          <w:sz w:val="28"/>
          <w:szCs w:val="28"/>
          <w:lang w:eastAsia="ru-RU"/>
        </w:rPr>
        <w:t>ородской округ Ногликский» от 06.10.2021 № 550 «Об утверждении норм, выраженных в натуральных показателях, для определения базовых нормативных затрат и значений базовых нормативных затрат на выполнение муниципальных работ в сфере средств массовой информации» следующие изменения:</w:t>
      </w:r>
    </w:p>
    <w:p w14:paraId="6D90A90E" w14:textId="61195E14" w:rsidR="00116190" w:rsidRPr="00116190" w:rsidRDefault="00116190" w:rsidP="00D455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190">
        <w:rPr>
          <w:rFonts w:ascii="Times New Roman" w:eastAsia="Times New Roman" w:hAnsi="Times New Roman"/>
          <w:sz w:val="28"/>
          <w:szCs w:val="28"/>
          <w:lang w:eastAsia="ru-RU"/>
        </w:rPr>
        <w:t xml:space="preserve">1.1. Значения базовых нормативных затрат муниципальных учреждений, выполняющих муниципальные работы в сфере средств массовой информации, на 2022 год в отношении муниципальной работы «Производство и распространение телепрограмм» изложить </w:t>
      </w:r>
      <w:r w:rsidR="00D455C9">
        <w:rPr>
          <w:rFonts w:ascii="Times New Roman" w:eastAsia="Times New Roman" w:hAnsi="Times New Roman"/>
          <w:sz w:val="28"/>
          <w:szCs w:val="28"/>
          <w:lang w:eastAsia="ru-RU"/>
        </w:rPr>
        <w:t>в новой редакции (приложение 1);</w:t>
      </w:r>
    </w:p>
    <w:p w14:paraId="61B26AF4" w14:textId="77777777" w:rsidR="00116190" w:rsidRPr="00116190" w:rsidRDefault="00116190" w:rsidP="00D455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190">
        <w:rPr>
          <w:rFonts w:ascii="Times New Roman" w:eastAsia="Times New Roman" w:hAnsi="Times New Roman"/>
          <w:sz w:val="28"/>
          <w:szCs w:val="28"/>
          <w:lang w:eastAsia="ru-RU"/>
        </w:rPr>
        <w:t xml:space="preserve">1.2. Результаты расчета объемов нормативных затрат муниципальных учреждений, выполняющих муниципальные работы в сфере средств массовой информации, на 2022 год в отношении муниципальной работы «Производство и распространение телепрограмм» изложить в новой редакции (приложение 2). </w:t>
      </w:r>
    </w:p>
    <w:p w14:paraId="14BE1000" w14:textId="77777777" w:rsidR="00116190" w:rsidRPr="00116190" w:rsidRDefault="00116190" w:rsidP="00D455C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116190">
        <w:rPr>
          <w:rFonts w:ascii="Times New Roman" w:eastAsia="Times New Roman" w:hAnsi="Times New Roman"/>
          <w:sz w:val="28"/>
          <w:szCs w:val="28"/>
          <w:shd w:val="clear" w:color="auto" w:fill="FFFFFF"/>
        </w:rPr>
        <w:lastRenderedPageBreak/>
        <w:t>2. Разместить настоящее постановление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5A787F0E" w14:textId="5B717BE7" w:rsidR="00116190" w:rsidRPr="00116190" w:rsidRDefault="00116190" w:rsidP="00D455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190">
        <w:rPr>
          <w:rFonts w:ascii="Times New Roman" w:eastAsia="Times New Roman" w:hAnsi="Times New Roman"/>
          <w:sz w:val="28"/>
          <w:szCs w:val="28"/>
          <w:lang w:eastAsia="ru-RU"/>
        </w:rPr>
        <w:t>3. Контроль за исполнением настоящего постановления возложить на управляющего делами администрации муниципального образования «Городской округ Ногликский» Фомину</w:t>
      </w:r>
      <w:r w:rsidR="00D455C9" w:rsidRPr="00D455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455C9">
        <w:rPr>
          <w:rFonts w:ascii="Times New Roman" w:eastAsia="Times New Roman" w:hAnsi="Times New Roman"/>
          <w:sz w:val="28"/>
          <w:szCs w:val="28"/>
          <w:lang w:eastAsia="ru-RU"/>
        </w:rPr>
        <w:t>А.С</w:t>
      </w:r>
      <w:r w:rsidRPr="0011619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5BAF189F" w14:textId="77777777" w:rsidR="00116190" w:rsidRPr="00116190" w:rsidRDefault="00116190" w:rsidP="001161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50721D" w14:textId="77777777" w:rsidR="00116190" w:rsidRPr="00116190" w:rsidRDefault="00116190" w:rsidP="001161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F90533F" w14:textId="77777777" w:rsidR="00116190" w:rsidRDefault="00116190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2B3890B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2B3890C" w14:textId="6D395D8C" w:rsidR="008629FA" w:rsidRPr="008629FA" w:rsidRDefault="00116190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8629FA">
        <w:rPr>
          <w:rFonts w:ascii="Times New Roman" w:hAnsi="Times New Roman"/>
          <w:sz w:val="28"/>
          <w:szCs w:val="28"/>
        </w:rPr>
        <w:t xml:space="preserve">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>С.В.</w:t>
      </w:r>
      <w:r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>Камелин</w:t>
      </w:r>
    </w:p>
    <w:p w14:paraId="72B3890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2B3890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2B3890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2B3891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2B38911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D455C9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B38916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2B38917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38918" w14:textId="425E78F9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38914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2B38915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57750"/>
      <w:docPartObj>
        <w:docPartGallery w:val="Page Numbers (Top of Page)"/>
        <w:docPartUnique/>
      </w:docPartObj>
    </w:sdtPr>
    <w:sdtEndPr/>
    <w:sdtContent>
      <w:p w14:paraId="3CF066B1" w14:textId="61CEBEBF" w:rsidR="00D455C9" w:rsidRDefault="00D455C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2C2">
          <w:rPr>
            <w:noProof/>
          </w:rPr>
          <w:t>2</w:t>
        </w:r>
        <w:r>
          <w:fldChar w:fldCharType="end"/>
        </w:r>
      </w:p>
    </w:sdtContent>
  </w:sdt>
  <w:p w14:paraId="0ACFA10A" w14:textId="77777777" w:rsidR="00D455C9" w:rsidRDefault="00D455C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16190"/>
    <w:rsid w:val="00185FEC"/>
    <w:rsid w:val="001E1F9F"/>
    <w:rsid w:val="002003DC"/>
    <w:rsid w:val="0033636C"/>
    <w:rsid w:val="003567DA"/>
    <w:rsid w:val="003E4257"/>
    <w:rsid w:val="00520CBF"/>
    <w:rsid w:val="005422C2"/>
    <w:rsid w:val="008629FA"/>
    <w:rsid w:val="00987DB5"/>
    <w:rsid w:val="00AC72C8"/>
    <w:rsid w:val="00B10ED9"/>
    <w:rsid w:val="00B25688"/>
    <w:rsid w:val="00C02849"/>
    <w:rsid w:val="00D12794"/>
    <w:rsid w:val="00D455C9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388F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479C0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479C0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479C0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12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dcterms:created xsi:type="dcterms:W3CDTF">2020-04-07T04:52:00Z</dcterms:created>
  <dcterms:modified xsi:type="dcterms:W3CDTF">2022-12-29T01:34:00Z</dcterms:modified>
</cp:coreProperties>
</file>