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38BF89A" w14:textId="77777777" w:rsidTr="00987DB5">
        <w:tc>
          <w:tcPr>
            <w:tcW w:w="9498" w:type="dxa"/>
          </w:tcPr>
          <w:p w14:paraId="138BF89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38BF8B1" wp14:editId="138BF8B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8BF89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38BF89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38BF89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38BF89B" w14:textId="1FB644A0" w:rsidR="0033636C" w:rsidRPr="00BD6A0B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D6A0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840F9">
            <w:rPr>
              <w:rFonts w:ascii="Times New Roman" w:hAnsi="Times New Roman"/>
              <w:sz w:val="28"/>
              <w:szCs w:val="28"/>
            </w:rPr>
            <w:t>09 декабря 2024 года</w:t>
          </w:r>
        </w:sdtContent>
      </w:sdt>
      <w:r w:rsidRPr="00BD6A0B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1840F9" w:rsidRPr="001840F9">
            <w:rPr>
              <w:rFonts w:ascii="Times New Roman" w:hAnsi="Times New Roman"/>
              <w:sz w:val="28"/>
              <w:szCs w:val="28"/>
            </w:rPr>
            <w:t>772</w:t>
          </w:r>
        </w:sdtContent>
      </w:sdt>
    </w:p>
    <w:p w14:paraId="138BF89C" w14:textId="77777777" w:rsidR="0033636C" w:rsidRPr="00053BD0" w:rsidRDefault="0033636C" w:rsidP="00846113">
      <w:pPr>
        <w:tabs>
          <w:tab w:val="left" w:pos="2835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38BF89D" w14:textId="546CEFB1" w:rsidR="0033636C" w:rsidRDefault="0033636C" w:rsidP="00846113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A1BDA">
        <w:rPr>
          <w:rFonts w:ascii="Times New Roman" w:hAnsi="Times New Roman"/>
          <w:b/>
          <w:sz w:val="28"/>
          <w:szCs w:val="28"/>
        </w:rPr>
        <w:t>О</w:t>
      </w:r>
      <w:r w:rsidR="004F3B18">
        <w:rPr>
          <w:rFonts w:ascii="Times New Roman" w:hAnsi="Times New Roman"/>
          <w:b/>
          <w:sz w:val="28"/>
          <w:szCs w:val="28"/>
        </w:rPr>
        <w:t>б</w:t>
      </w:r>
      <w:r w:rsidRPr="004A1BDA">
        <w:rPr>
          <w:rFonts w:ascii="Times New Roman" w:hAnsi="Times New Roman"/>
          <w:b/>
          <w:sz w:val="28"/>
          <w:szCs w:val="28"/>
        </w:rPr>
        <w:t xml:space="preserve"> </w:t>
      </w:r>
      <w:r w:rsidR="004F3B18">
        <w:rPr>
          <w:rFonts w:ascii="Times New Roman" w:hAnsi="Times New Roman"/>
          <w:b/>
          <w:sz w:val="28"/>
          <w:szCs w:val="28"/>
        </w:rPr>
        <w:t>утверждении</w:t>
      </w:r>
      <w:r w:rsidRPr="004A1BDA">
        <w:rPr>
          <w:rFonts w:ascii="Times New Roman" w:hAnsi="Times New Roman"/>
          <w:b/>
          <w:sz w:val="28"/>
          <w:szCs w:val="28"/>
        </w:rPr>
        <w:t xml:space="preserve"> Поряд</w:t>
      </w:r>
      <w:r w:rsidR="004F3B18">
        <w:rPr>
          <w:rFonts w:ascii="Times New Roman" w:hAnsi="Times New Roman"/>
          <w:b/>
          <w:sz w:val="28"/>
          <w:szCs w:val="28"/>
        </w:rPr>
        <w:t>ка</w:t>
      </w:r>
      <w:r w:rsidRPr="004A1BDA">
        <w:rPr>
          <w:rFonts w:ascii="Times New Roman" w:hAnsi="Times New Roman"/>
          <w:b/>
          <w:sz w:val="28"/>
          <w:szCs w:val="28"/>
        </w:rPr>
        <w:t xml:space="preserve"> предоставления субсидии субъектам малого и среднего предпринимательства</w:t>
      </w:r>
    </w:p>
    <w:p w14:paraId="72344366" w14:textId="77777777" w:rsidR="004F3B18" w:rsidRDefault="004F3B18" w:rsidP="00846113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00E230" w14:textId="4D723FC6" w:rsidR="004A1BDA" w:rsidRPr="00D529AB" w:rsidRDefault="004A1BDA" w:rsidP="00BD6A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78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 предпринимателям,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а также физическим лицам </w:t>
      </w:r>
      <w:r w:rsidR="0084611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производителям товаров, работ, услуг и проведение отборов получателей указанных субсидий, в том числе грантов в форме субсидий», </w:t>
      </w:r>
      <w:r w:rsidR="004F3B18">
        <w:rPr>
          <w:rFonts w:ascii="Times New Roman" w:hAnsi="Times New Roman"/>
          <w:sz w:val="28"/>
          <w:szCs w:val="28"/>
        </w:rPr>
        <w:t xml:space="preserve">постановлением Правительства Сахалинской области от 20.06.2023 № 290 «Об утверждении государственной программы Сахалинской области «Экономическое развитие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статьей 36 Устава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», администрация муниципального образования «</w:t>
      </w:r>
      <w:r w:rsidRPr="00D529AB">
        <w:rPr>
          <w:rFonts w:ascii="Times New Roman" w:hAnsi="Times New Roman"/>
          <w:sz w:val="28"/>
          <w:szCs w:val="28"/>
        </w:rPr>
        <w:t xml:space="preserve">Городской округ </w:t>
      </w:r>
      <w:proofErr w:type="spellStart"/>
      <w:r w:rsidRPr="00D529A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529AB">
        <w:rPr>
          <w:rFonts w:ascii="Times New Roman" w:hAnsi="Times New Roman"/>
          <w:sz w:val="28"/>
          <w:szCs w:val="28"/>
        </w:rPr>
        <w:t xml:space="preserve">» </w:t>
      </w:r>
      <w:r w:rsidRPr="006B4C11">
        <w:rPr>
          <w:rFonts w:ascii="Times New Roman" w:hAnsi="Times New Roman"/>
          <w:b/>
          <w:sz w:val="28"/>
          <w:szCs w:val="28"/>
        </w:rPr>
        <w:t>ПОСТАНОВЛЯЕТ:</w:t>
      </w:r>
    </w:p>
    <w:p w14:paraId="15F224D4" w14:textId="5B2B9EE0" w:rsidR="004A1BDA" w:rsidRDefault="00BD6A0B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F3B18">
        <w:rPr>
          <w:rFonts w:ascii="Times New Roman" w:hAnsi="Times New Roman"/>
          <w:sz w:val="28"/>
          <w:szCs w:val="28"/>
        </w:rPr>
        <w:t>Утвердить</w:t>
      </w:r>
      <w:r w:rsidR="004A1BDA">
        <w:rPr>
          <w:rFonts w:ascii="Times New Roman" w:hAnsi="Times New Roman"/>
          <w:sz w:val="28"/>
          <w:szCs w:val="28"/>
        </w:rPr>
        <w:t xml:space="preserve"> </w:t>
      </w:r>
      <w:r w:rsidR="004A1BDA" w:rsidRPr="00D529AB">
        <w:rPr>
          <w:rFonts w:ascii="Times New Roman" w:hAnsi="Times New Roman"/>
          <w:sz w:val="28"/>
          <w:szCs w:val="28"/>
        </w:rPr>
        <w:t xml:space="preserve">Порядок предоставления субсидии субъектам малого </w:t>
      </w:r>
      <w:r w:rsidR="004A1BDA">
        <w:rPr>
          <w:rFonts w:ascii="Times New Roman" w:hAnsi="Times New Roman"/>
          <w:sz w:val="28"/>
          <w:szCs w:val="28"/>
        </w:rPr>
        <w:t xml:space="preserve">и среднего </w:t>
      </w:r>
      <w:r w:rsidR="004A1BDA" w:rsidRPr="00D529AB">
        <w:rPr>
          <w:rFonts w:ascii="Times New Roman" w:hAnsi="Times New Roman"/>
          <w:sz w:val="28"/>
          <w:szCs w:val="28"/>
        </w:rPr>
        <w:t>предпринимательства</w:t>
      </w:r>
      <w:r w:rsidR="004F3B18">
        <w:rPr>
          <w:rFonts w:ascii="Times New Roman" w:hAnsi="Times New Roman"/>
          <w:sz w:val="28"/>
          <w:szCs w:val="28"/>
        </w:rPr>
        <w:t xml:space="preserve"> </w:t>
      </w:r>
      <w:r w:rsidR="004A1BDA">
        <w:rPr>
          <w:rFonts w:ascii="Times New Roman" w:hAnsi="Times New Roman"/>
          <w:sz w:val="28"/>
          <w:szCs w:val="28"/>
        </w:rPr>
        <w:t>(прилагается).</w:t>
      </w:r>
    </w:p>
    <w:p w14:paraId="4087D9B6" w14:textId="3CF50293" w:rsidR="000019FB" w:rsidRDefault="004F3B18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Признать утратившим</w:t>
      </w:r>
      <w:r w:rsidR="00AC4B0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силу постановлени</w:t>
      </w:r>
      <w:r w:rsidR="000019F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0019FB">
        <w:rPr>
          <w:rFonts w:ascii="Times New Roman" w:hAnsi="Times New Roman"/>
          <w:sz w:val="28"/>
          <w:szCs w:val="28"/>
        </w:rPr>
        <w:t>:</w:t>
      </w:r>
    </w:p>
    <w:p w14:paraId="337ADAE2" w14:textId="0547AD5C" w:rsidR="004F3B18" w:rsidRDefault="000019FB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4F3B18">
        <w:rPr>
          <w:rFonts w:ascii="Times New Roman" w:hAnsi="Times New Roman"/>
          <w:sz w:val="28"/>
          <w:szCs w:val="28"/>
        </w:rPr>
        <w:t xml:space="preserve"> от 27.06.2017 № 415 «Об утверждении Порядка предоставления субсидии субъектам малого и среднего предпринимательства»</w:t>
      </w:r>
      <w:r>
        <w:rPr>
          <w:rFonts w:ascii="Times New Roman" w:hAnsi="Times New Roman"/>
          <w:sz w:val="28"/>
          <w:szCs w:val="28"/>
        </w:rPr>
        <w:t>;</w:t>
      </w:r>
    </w:p>
    <w:p w14:paraId="29D25048" w14:textId="4A4310B2" w:rsidR="000019FB" w:rsidRDefault="000019FB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19.09.2017 № 680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</w:t>
      </w:r>
      <w:r w:rsidR="000F0B0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</w:p>
    <w:p w14:paraId="0349DF21" w14:textId="77777777" w:rsidR="000F0B01" w:rsidRDefault="000019FB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0F0B01">
        <w:rPr>
          <w:rFonts w:ascii="Times New Roman" w:hAnsi="Times New Roman"/>
          <w:sz w:val="28"/>
          <w:szCs w:val="28"/>
        </w:rPr>
        <w:t xml:space="preserve">05.10.2017 № 724 «О внесении изменений в постановление администрации муниципального образования «Городской округ </w:t>
      </w:r>
      <w:proofErr w:type="spellStart"/>
      <w:r w:rsidR="000F0B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F0B01">
        <w:rPr>
          <w:rFonts w:ascii="Times New Roman" w:hAnsi="Times New Roman"/>
          <w:sz w:val="28"/>
          <w:szCs w:val="28"/>
        </w:rPr>
        <w:t>» от 27.06.2017 № 415»;</w:t>
      </w:r>
    </w:p>
    <w:p w14:paraId="575C191E" w14:textId="033C6EB7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19.10.2017 № 802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4D52B531" w14:textId="77777777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03.11.2017 № 878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1A8F56F2" w14:textId="77777777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20.08.2018 № 776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2420EAB7" w14:textId="42AF0570" w:rsidR="000F0B01" w:rsidRDefault="00900E25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 25.02.2019</w:t>
      </w:r>
      <w:r w:rsidR="000F0B01">
        <w:rPr>
          <w:rFonts w:ascii="Times New Roman" w:hAnsi="Times New Roman"/>
          <w:sz w:val="28"/>
          <w:szCs w:val="28"/>
        </w:rPr>
        <w:t xml:space="preserve"> № 113 «О внесении изменений в постановление администрации муниципального образования «Городской округ </w:t>
      </w:r>
      <w:proofErr w:type="spellStart"/>
      <w:r w:rsidR="000F0B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0F0B01">
        <w:rPr>
          <w:rFonts w:ascii="Times New Roman" w:hAnsi="Times New Roman"/>
          <w:sz w:val="28"/>
          <w:szCs w:val="28"/>
        </w:rPr>
        <w:t>» от 27.06.2017 № 415»;</w:t>
      </w:r>
    </w:p>
    <w:p w14:paraId="297B83C0" w14:textId="77777777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29.07.2019 № 569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0B28207A" w14:textId="77777777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15.01.2020 № 7 «О внесении изменений в постановление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61E346D5" w14:textId="77777777" w:rsidR="000F0B01" w:rsidRP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14.04.2020 № 186 </w:t>
      </w:r>
      <w:r w:rsidRPr="000F0B01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</w:t>
      </w:r>
      <w:proofErr w:type="spellStart"/>
      <w:r w:rsidRPr="000F0B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F0B01">
        <w:rPr>
          <w:rFonts w:ascii="Times New Roman" w:hAnsi="Times New Roman"/>
          <w:sz w:val="28"/>
          <w:szCs w:val="28"/>
        </w:rPr>
        <w:t>» от 27.06.2017 № 415»;</w:t>
      </w:r>
    </w:p>
    <w:p w14:paraId="2519C237" w14:textId="1919CD59" w:rsidR="000F0B01" w:rsidRDefault="000F0B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17.06.2020 № 310 </w:t>
      </w:r>
      <w:r w:rsidRPr="000F0B01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</w:t>
      </w:r>
      <w:proofErr w:type="spellStart"/>
      <w:r w:rsidRPr="000F0B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F0B01">
        <w:rPr>
          <w:rFonts w:ascii="Times New Roman" w:hAnsi="Times New Roman"/>
          <w:sz w:val="28"/>
          <w:szCs w:val="28"/>
        </w:rPr>
        <w:t>» от 27.06.2017 № 415»;</w:t>
      </w:r>
    </w:p>
    <w:p w14:paraId="53FE9C04" w14:textId="77777777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08.06.2021 № 331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79B1E53A" w14:textId="77777777" w:rsidR="00EF7F01" w:rsidRPr="00EF7F01" w:rsidRDefault="000F0B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</w:t>
      </w:r>
      <w:r w:rsidR="00EF7F01">
        <w:rPr>
          <w:rFonts w:ascii="Times New Roman" w:hAnsi="Times New Roman"/>
          <w:sz w:val="28"/>
          <w:szCs w:val="28"/>
        </w:rPr>
        <w:t xml:space="preserve">21.12.2021 № 709 </w:t>
      </w:r>
      <w:r w:rsidR="00EF7F01" w:rsidRPr="00EF7F01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</w:t>
      </w:r>
      <w:proofErr w:type="spellStart"/>
      <w:r w:rsidR="00EF7F01" w:rsidRPr="00EF7F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EF7F01" w:rsidRPr="00EF7F01">
        <w:rPr>
          <w:rFonts w:ascii="Times New Roman" w:hAnsi="Times New Roman"/>
          <w:sz w:val="28"/>
          <w:szCs w:val="28"/>
        </w:rPr>
        <w:t>» от 27.06.2017 № 415»;</w:t>
      </w:r>
    </w:p>
    <w:p w14:paraId="40701BA7" w14:textId="799413DB" w:rsidR="000F0B01" w:rsidRDefault="00EF7F01" w:rsidP="000F0B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12.05.2022 № 224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5341D132" w14:textId="1750B251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04.08.2022 № 409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092CBFEC" w14:textId="77777777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06.09.2022 № 481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2903A4DE" w14:textId="77777777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19.12.2022 № 719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6A670BA1" w14:textId="55E4E344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от 10.03.2023 № 129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2DAF3176" w14:textId="77777777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30.06.2023 № 421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63AEAF85" w14:textId="77777777" w:rsidR="00EF7F01" w:rsidRDefault="00EF7F01" w:rsidP="00EF7F01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04.08.2023 № 495 «О внесении изменений в Порядок предоставления субсидии субъектам малого и среднего предпринимательства, утвержденный постановлением администрации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от 27.06.2017 № 415»;</w:t>
      </w:r>
    </w:p>
    <w:p w14:paraId="2EE8AACE" w14:textId="46A3C4C5" w:rsidR="000019FB" w:rsidRDefault="00EF7F01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от 04.04.2024 № 201 </w:t>
      </w:r>
      <w:r w:rsidRPr="000F0B01">
        <w:rPr>
          <w:rFonts w:ascii="Times New Roman" w:hAnsi="Times New Roman"/>
          <w:sz w:val="28"/>
          <w:szCs w:val="28"/>
        </w:rPr>
        <w:t xml:space="preserve">«О внесении изменений в постановление администрации муниципального образования «Городской округ </w:t>
      </w:r>
      <w:proofErr w:type="spellStart"/>
      <w:r w:rsidRPr="000F0B01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F0B01">
        <w:rPr>
          <w:rFonts w:ascii="Times New Roman" w:hAnsi="Times New Roman"/>
          <w:sz w:val="28"/>
          <w:szCs w:val="28"/>
        </w:rPr>
        <w:t>» от 27.06.2017 № 415»</w:t>
      </w:r>
      <w:r>
        <w:rPr>
          <w:rFonts w:ascii="Times New Roman" w:hAnsi="Times New Roman"/>
          <w:sz w:val="28"/>
          <w:szCs w:val="28"/>
        </w:rPr>
        <w:t>.</w:t>
      </w:r>
    </w:p>
    <w:p w14:paraId="057BA73F" w14:textId="442D2478" w:rsidR="004A1BDA" w:rsidRDefault="000019FB" w:rsidP="00BD6A0B">
      <w:pPr>
        <w:pStyle w:val="a8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D6A0B">
        <w:rPr>
          <w:rFonts w:ascii="Times New Roman" w:hAnsi="Times New Roman"/>
          <w:sz w:val="28"/>
          <w:szCs w:val="28"/>
        </w:rPr>
        <w:t xml:space="preserve">. </w:t>
      </w:r>
      <w:r w:rsidR="004A1BDA">
        <w:rPr>
          <w:rFonts w:ascii="Times New Roman" w:hAnsi="Times New Roman"/>
          <w:sz w:val="28"/>
          <w:szCs w:val="28"/>
        </w:rPr>
        <w:t xml:space="preserve">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="004A1BD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A1BDA"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«Интернет».</w:t>
      </w:r>
    </w:p>
    <w:p w14:paraId="73CBC146" w14:textId="2498D49B" w:rsidR="004A1BDA" w:rsidRDefault="000019FB" w:rsidP="00BD6A0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D6A0B">
        <w:rPr>
          <w:rFonts w:ascii="Times New Roman" w:hAnsi="Times New Roman"/>
          <w:sz w:val="28"/>
          <w:szCs w:val="28"/>
        </w:rPr>
        <w:t xml:space="preserve">. </w:t>
      </w:r>
      <w:r w:rsidR="004A1BDA" w:rsidRPr="00D529AB">
        <w:rPr>
          <w:rFonts w:ascii="Times New Roman" w:hAnsi="Times New Roman"/>
          <w:sz w:val="28"/>
          <w:szCs w:val="28"/>
        </w:rPr>
        <w:t>Настоящее постановление вступает в силу с 1 января 2025 года.</w:t>
      </w:r>
    </w:p>
    <w:p w14:paraId="6AC28CC5" w14:textId="6B83F8FD" w:rsidR="004A1BDA" w:rsidRDefault="000019FB" w:rsidP="00BD6A0B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D6A0B">
        <w:rPr>
          <w:rFonts w:ascii="Times New Roman" w:hAnsi="Times New Roman"/>
          <w:sz w:val="28"/>
          <w:szCs w:val="28"/>
        </w:rPr>
        <w:t xml:space="preserve">. </w:t>
      </w:r>
      <w:r w:rsidR="004A1BDA" w:rsidRPr="00D529AB">
        <w:rPr>
          <w:rFonts w:ascii="Times New Roman" w:hAnsi="Times New Roman"/>
          <w:sz w:val="28"/>
          <w:szCs w:val="28"/>
        </w:rPr>
        <w:t>Контроль за исполнением настоящего постановления оставляю за собой.</w:t>
      </w:r>
    </w:p>
    <w:p w14:paraId="56AF124F" w14:textId="116BB23B" w:rsidR="00846113" w:rsidRDefault="00846113" w:rsidP="00846113">
      <w:pPr>
        <w:pStyle w:val="a8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6BA14910" w14:textId="77777777" w:rsidR="00900E25" w:rsidRDefault="00900E25" w:rsidP="00846113">
      <w:pPr>
        <w:pStyle w:val="a8"/>
        <w:spacing w:after="12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2CCACA0A" w14:textId="5FDF3933" w:rsidR="004A1BDA" w:rsidRDefault="004A1BDA" w:rsidP="004A1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38BF8B0" w14:textId="64A0B31B" w:rsidR="008629FA" w:rsidRPr="008629FA" w:rsidRDefault="004A1BD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</w:t>
      </w:r>
      <w:r w:rsidR="00900E25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С.В. </w:t>
      </w:r>
      <w:r w:rsidR="000019FB">
        <w:rPr>
          <w:rFonts w:ascii="Times New Roman" w:hAnsi="Times New Roman"/>
          <w:sz w:val="28"/>
          <w:szCs w:val="28"/>
        </w:rPr>
        <w:t>Гурьянов</w:t>
      </w:r>
    </w:p>
    <w:sectPr w:rsidR="008629FA" w:rsidRPr="008629FA" w:rsidSect="00EF7F01">
      <w:headerReference w:type="default" r:id="rId8"/>
      <w:pgSz w:w="11906" w:h="16838"/>
      <w:pgMar w:top="567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BF8B5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138BF8B6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BF8B3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138BF8B4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125908"/>
      <w:docPartObj>
        <w:docPartGallery w:val="Page Numbers (Top of Page)"/>
        <w:docPartUnique/>
      </w:docPartObj>
    </w:sdtPr>
    <w:sdtEndPr/>
    <w:sdtContent>
      <w:p w14:paraId="3555254B" w14:textId="68D8BD5A" w:rsidR="00EF7F01" w:rsidRDefault="00EF7F0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0F9">
          <w:rPr>
            <w:noProof/>
          </w:rPr>
          <w:t>2</w:t>
        </w:r>
        <w:r>
          <w:fldChar w:fldCharType="end"/>
        </w:r>
      </w:p>
    </w:sdtContent>
  </w:sdt>
  <w:p w14:paraId="32E6A14E" w14:textId="77777777" w:rsidR="00EF7F01" w:rsidRDefault="00EF7F0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A22730"/>
    <w:multiLevelType w:val="hybridMultilevel"/>
    <w:tmpl w:val="614AC212"/>
    <w:lvl w:ilvl="0" w:tplc="7A0224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19FB"/>
    <w:rsid w:val="00006513"/>
    <w:rsid w:val="00053BD0"/>
    <w:rsid w:val="000F0B01"/>
    <w:rsid w:val="001840F9"/>
    <w:rsid w:val="00185FEC"/>
    <w:rsid w:val="001E1F9F"/>
    <w:rsid w:val="002003DC"/>
    <w:rsid w:val="002856FB"/>
    <w:rsid w:val="0033636C"/>
    <w:rsid w:val="003E4257"/>
    <w:rsid w:val="004A1BDA"/>
    <w:rsid w:val="004F3B18"/>
    <w:rsid w:val="00520CBF"/>
    <w:rsid w:val="005845D1"/>
    <w:rsid w:val="00846113"/>
    <w:rsid w:val="008629FA"/>
    <w:rsid w:val="00900E25"/>
    <w:rsid w:val="00987DB5"/>
    <w:rsid w:val="00AC4B0D"/>
    <w:rsid w:val="00AC72C8"/>
    <w:rsid w:val="00B10ED9"/>
    <w:rsid w:val="00B25688"/>
    <w:rsid w:val="00BD6A0B"/>
    <w:rsid w:val="00C02849"/>
    <w:rsid w:val="00D12794"/>
    <w:rsid w:val="00D67BD8"/>
    <w:rsid w:val="00DF7897"/>
    <w:rsid w:val="00E37B8A"/>
    <w:rsid w:val="00E609BC"/>
    <w:rsid w:val="00EF7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38BF89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4A1BDA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C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C4B0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2D04A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2D04A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2D04AB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99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2024-12-05T00:25:00Z</cp:lastPrinted>
  <dcterms:created xsi:type="dcterms:W3CDTF">2020-04-07T04:52:00Z</dcterms:created>
  <dcterms:modified xsi:type="dcterms:W3CDTF">2024-12-10T09:39:00Z</dcterms:modified>
</cp:coreProperties>
</file>