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DF79E6" w14:textId="77777777" w:rsidTr="00987DB5">
        <w:tc>
          <w:tcPr>
            <w:tcW w:w="9498" w:type="dxa"/>
          </w:tcPr>
          <w:p w14:paraId="70DF79E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DF79FD" wp14:editId="70DF79F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DF79E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DF79E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DF79E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0DF79E7" w14:textId="0365726D" w:rsidR="0033636C" w:rsidRPr="00D022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93FE2">
            <w:rPr>
              <w:rFonts w:ascii="Times New Roman" w:hAnsi="Times New Roman"/>
              <w:sz w:val="28"/>
              <w:szCs w:val="28"/>
            </w:rPr>
            <w:t>19 декабря 2023</w:t>
          </w:r>
          <w:r w:rsidR="000C1574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93FE2">
            <w:rPr>
              <w:rFonts w:ascii="Times New Roman" w:hAnsi="Times New Roman"/>
              <w:sz w:val="28"/>
              <w:szCs w:val="28"/>
            </w:rPr>
            <w:t>772</w:t>
          </w:r>
          <w:bookmarkStart w:id="0" w:name="_GoBack"/>
          <w:bookmarkEnd w:id="0"/>
        </w:sdtContent>
      </w:sdt>
    </w:p>
    <w:p w14:paraId="70DF79E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8ABBF23" w14:textId="77777777" w:rsidR="003D363C" w:rsidRDefault="0033636C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3DA">
        <w:rPr>
          <w:rFonts w:ascii="Times New Roman" w:hAnsi="Times New Roman"/>
          <w:b/>
          <w:sz w:val="28"/>
          <w:szCs w:val="28"/>
        </w:rPr>
        <w:t xml:space="preserve">О </w:t>
      </w:r>
      <w:r w:rsidR="00C06564">
        <w:rPr>
          <w:rFonts w:ascii="Times New Roman" w:hAnsi="Times New Roman"/>
          <w:b/>
          <w:sz w:val="28"/>
          <w:szCs w:val="28"/>
        </w:rPr>
        <w:t xml:space="preserve">внесении изменений в постановление администрации </w:t>
      </w:r>
    </w:p>
    <w:p w14:paraId="399BAF1F" w14:textId="7FD07568" w:rsidR="00C06564" w:rsidRDefault="00C06564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</w:p>
    <w:p w14:paraId="70DF79E9" w14:textId="2499F927" w:rsidR="0033636C" w:rsidRPr="001E73DA" w:rsidRDefault="00C06564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02.12.2022 № 656</w:t>
      </w:r>
    </w:p>
    <w:p w14:paraId="70DF79EA" w14:textId="77777777" w:rsidR="00185FEC" w:rsidRDefault="00185FEC" w:rsidP="00D02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29B711" w14:textId="3B60EC7E" w:rsidR="001E73DA" w:rsidRPr="001E73DA" w:rsidRDefault="001E73DA" w:rsidP="00EF145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 xml:space="preserve">В соответствии с </w:t>
      </w:r>
      <w:r w:rsidR="00C06564">
        <w:rPr>
          <w:rFonts w:ascii="Times New Roman" w:hAnsi="Times New Roman"/>
          <w:sz w:val="28"/>
          <w:szCs w:val="28"/>
        </w:rPr>
        <w:t xml:space="preserve">решением Собрания муниципального </w:t>
      </w:r>
      <w:r w:rsidRPr="001E73DA">
        <w:rPr>
          <w:rFonts w:ascii="Times New Roman" w:hAnsi="Times New Roman"/>
          <w:sz w:val="28"/>
          <w:szCs w:val="28"/>
        </w:rPr>
        <w:t xml:space="preserve">образования «Городской округ </w:t>
      </w:r>
      <w:proofErr w:type="spellStart"/>
      <w:r w:rsidRPr="001E73D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E73DA">
        <w:rPr>
          <w:rFonts w:ascii="Times New Roman" w:hAnsi="Times New Roman"/>
          <w:sz w:val="28"/>
          <w:szCs w:val="28"/>
        </w:rPr>
        <w:t>» от</w:t>
      </w:r>
      <w:r w:rsidR="00C06564">
        <w:rPr>
          <w:rFonts w:ascii="Times New Roman" w:hAnsi="Times New Roman"/>
          <w:sz w:val="28"/>
          <w:szCs w:val="28"/>
        </w:rPr>
        <w:t xml:space="preserve"> 08.12.2022 </w:t>
      </w:r>
      <w:r w:rsidRPr="001E73DA">
        <w:rPr>
          <w:rFonts w:ascii="Times New Roman" w:hAnsi="Times New Roman"/>
          <w:sz w:val="28"/>
          <w:szCs w:val="28"/>
        </w:rPr>
        <w:t xml:space="preserve">№ </w:t>
      </w:r>
      <w:r w:rsidR="00C06564">
        <w:rPr>
          <w:rFonts w:ascii="Times New Roman" w:hAnsi="Times New Roman"/>
          <w:sz w:val="28"/>
          <w:szCs w:val="28"/>
        </w:rPr>
        <w:t xml:space="preserve">237 </w:t>
      </w:r>
      <w:r w:rsidRPr="001E73DA">
        <w:rPr>
          <w:rFonts w:ascii="Times New Roman" w:hAnsi="Times New Roman"/>
          <w:sz w:val="28"/>
          <w:szCs w:val="28"/>
        </w:rPr>
        <w:t>«О</w:t>
      </w:r>
      <w:r w:rsidR="00C06564">
        <w:rPr>
          <w:rFonts w:ascii="Times New Roman" w:hAnsi="Times New Roman"/>
          <w:sz w:val="28"/>
          <w:szCs w:val="28"/>
        </w:rPr>
        <w:t xml:space="preserve"> бюджете муниципального образования «Городской округ </w:t>
      </w:r>
      <w:proofErr w:type="spellStart"/>
      <w:r w:rsidR="00C0656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06564">
        <w:rPr>
          <w:rFonts w:ascii="Times New Roman" w:hAnsi="Times New Roman"/>
          <w:sz w:val="28"/>
          <w:szCs w:val="28"/>
        </w:rPr>
        <w:t xml:space="preserve">» на 2023 год и на плановый период 2024 и 2025 годов» (в редакции от </w:t>
      </w:r>
      <w:r w:rsidR="004B4ED1">
        <w:rPr>
          <w:rFonts w:ascii="Times New Roman" w:hAnsi="Times New Roman"/>
          <w:sz w:val="28"/>
          <w:szCs w:val="28"/>
        </w:rPr>
        <w:t>07.12.2023 № 294</w:t>
      </w:r>
      <w:r w:rsidR="00C06564">
        <w:rPr>
          <w:rFonts w:ascii="Times New Roman" w:hAnsi="Times New Roman"/>
          <w:sz w:val="28"/>
          <w:szCs w:val="28"/>
        </w:rPr>
        <w:t>)</w:t>
      </w:r>
      <w:r w:rsidRPr="001E73DA">
        <w:rPr>
          <w:rFonts w:ascii="Times New Roman" w:hAnsi="Times New Roman"/>
          <w:sz w:val="28"/>
          <w:szCs w:val="28"/>
        </w:rPr>
        <w:t xml:space="preserve">, руководствуясь ст. 36 Устава муниципального образования «Городской округ </w:t>
      </w:r>
      <w:proofErr w:type="spellStart"/>
      <w:r w:rsidRPr="001E73D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E73DA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</w:t>
      </w:r>
      <w:r w:rsidR="00D02217">
        <w:rPr>
          <w:rFonts w:ascii="Times New Roman" w:hAnsi="Times New Roman"/>
          <w:sz w:val="28"/>
          <w:szCs w:val="28"/>
        </w:rPr>
        <w:t xml:space="preserve">округ </w:t>
      </w:r>
      <w:proofErr w:type="spellStart"/>
      <w:r w:rsidR="00D0221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02217">
        <w:rPr>
          <w:rFonts w:ascii="Times New Roman" w:hAnsi="Times New Roman"/>
          <w:sz w:val="28"/>
          <w:szCs w:val="28"/>
        </w:rPr>
        <w:t xml:space="preserve">» </w:t>
      </w:r>
      <w:r w:rsidR="00D02217"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281B8FBB" w14:textId="40437614" w:rsidR="00C06564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постановление администрации муниципального образования «Городской округ </w:t>
      </w:r>
      <w:proofErr w:type="spellStart"/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>» от 02.12.2022 № 656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36B43585" w14:textId="55C6C6EF" w:rsidR="001E73DA" w:rsidRPr="001E73DA" w:rsidRDefault="00C06564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начения базовых нормативных затрат муниципальных учреждений, выполняющих муниципальные работы в сфере средств мас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</w:t>
      </w:r>
      <w:r w:rsidR="00FC4AF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отношении муниципальной работы «Производство и распространение телепро</w:t>
      </w:r>
      <w:r w:rsidR="007C716F">
        <w:rPr>
          <w:rFonts w:ascii="Times New Roman" w:eastAsia="Times New Roman" w:hAnsi="Times New Roman"/>
          <w:sz w:val="28"/>
          <w:szCs w:val="28"/>
          <w:lang w:eastAsia="ru-RU"/>
        </w:rPr>
        <w:t>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амм</w:t>
      </w:r>
      <w:r w:rsidR="007C716F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C716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75FD64" w14:textId="61CA27F3" w:rsidR="001E73DA" w:rsidRPr="001E73DA" w:rsidRDefault="007C716F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езультаты расчета объемов нормативных затрат муниципальных учреждений, выполняющих муниципальные работы в сфере средств мас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</w:t>
      </w:r>
      <w:r w:rsidR="00FC4AF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муниципальной работы «Производство и распространение телепрограмм» изложить в новой редакции 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17CD798D" w14:textId="6D7B4D95" w:rsidR="001E73DA" w:rsidRDefault="007C716F" w:rsidP="00EF14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. Разместить настоящее постановление на официальном сайте муниципального образования «Городской округ </w:t>
      </w:r>
      <w:proofErr w:type="spellStart"/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Ногликский</w:t>
      </w:r>
      <w:proofErr w:type="spellEnd"/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» в информационно-телекоммуникационной сети «Интернет».</w:t>
      </w:r>
    </w:p>
    <w:p w14:paraId="105D6A94" w14:textId="77777777" w:rsidR="004B4ED1" w:rsidRDefault="004B4ED1" w:rsidP="00EF14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</w:p>
    <w:p w14:paraId="6ACE6A35" w14:textId="77777777" w:rsidR="004B4ED1" w:rsidRPr="001E73DA" w:rsidRDefault="004B4ED1" w:rsidP="00EF14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</w:p>
    <w:p w14:paraId="40BCCB6C" w14:textId="5FEB9E5C" w:rsidR="001E73DA" w:rsidRDefault="007C716F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управляющего делами администрации муниципа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льного образован</w:t>
      </w:r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</w:t>
      </w:r>
      <w:proofErr w:type="spellStart"/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Фомину А.С.</w:t>
      </w:r>
    </w:p>
    <w:p w14:paraId="1EBA1557" w14:textId="77777777" w:rsidR="006414E9" w:rsidRPr="001E73DA" w:rsidRDefault="006414E9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D4C6BA" w14:textId="77777777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894E6" w14:textId="77777777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1F066F" w14:textId="513ABCFC" w:rsidR="001E73DA" w:rsidRPr="001E73DA" w:rsidRDefault="00D359C2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>эр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D46D82B" w14:textId="27A1ED40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359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359C2">
        <w:rPr>
          <w:rFonts w:ascii="Times New Roman" w:eastAsia="Times New Roman" w:hAnsi="Times New Roman"/>
          <w:sz w:val="28"/>
          <w:szCs w:val="28"/>
          <w:lang w:eastAsia="ru-RU"/>
        </w:rPr>
        <w:t xml:space="preserve">С.В. </w:t>
      </w:r>
      <w:proofErr w:type="spellStart"/>
      <w:r w:rsidR="00D359C2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  <w:proofErr w:type="spellEnd"/>
    </w:p>
    <w:p w14:paraId="31DFCF9A" w14:textId="77777777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E73DA" w:rsidRPr="001E73DA" w:rsidSect="009069C3">
      <w:headerReference w:type="default" r:id="rId7"/>
      <w:pgSz w:w="11906" w:h="16838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9BE70" w14:textId="77777777" w:rsidR="00CE66DD" w:rsidRDefault="00CE66DD" w:rsidP="0033636C">
      <w:pPr>
        <w:spacing w:after="0" w:line="240" w:lineRule="auto"/>
      </w:pPr>
      <w:r>
        <w:separator/>
      </w:r>
    </w:p>
  </w:endnote>
  <w:endnote w:type="continuationSeparator" w:id="0">
    <w:p w14:paraId="67A2DA9B" w14:textId="77777777" w:rsidR="00CE66DD" w:rsidRDefault="00CE66D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B8C1D" w14:textId="77777777" w:rsidR="00CE66DD" w:rsidRDefault="00CE66DD" w:rsidP="0033636C">
      <w:pPr>
        <w:spacing w:after="0" w:line="240" w:lineRule="auto"/>
      </w:pPr>
      <w:r>
        <w:separator/>
      </w:r>
    </w:p>
  </w:footnote>
  <w:footnote w:type="continuationSeparator" w:id="0">
    <w:p w14:paraId="67DAEB53" w14:textId="77777777" w:rsidR="00CE66DD" w:rsidRDefault="00CE66D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005738"/>
      <w:docPartObj>
        <w:docPartGallery w:val="Page Numbers (Top of Page)"/>
        <w:docPartUnique/>
      </w:docPartObj>
    </w:sdtPr>
    <w:sdtEndPr/>
    <w:sdtContent>
      <w:p w14:paraId="06F3B6B3" w14:textId="79D24B7F" w:rsidR="00D02217" w:rsidRDefault="00D022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FE2">
          <w:rPr>
            <w:noProof/>
          </w:rPr>
          <w:t>2</w:t>
        </w:r>
        <w:r>
          <w:fldChar w:fldCharType="end"/>
        </w:r>
      </w:p>
    </w:sdtContent>
  </w:sdt>
  <w:p w14:paraId="75024C8F" w14:textId="77777777" w:rsidR="00D02217" w:rsidRDefault="00D022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1574"/>
    <w:rsid w:val="00185FEC"/>
    <w:rsid w:val="001E1F9F"/>
    <w:rsid w:val="001E73DA"/>
    <w:rsid w:val="002003DC"/>
    <w:rsid w:val="0033636C"/>
    <w:rsid w:val="003D363C"/>
    <w:rsid w:val="003E4257"/>
    <w:rsid w:val="004B4ED1"/>
    <w:rsid w:val="00520CBF"/>
    <w:rsid w:val="00521320"/>
    <w:rsid w:val="00550E58"/>
    <w:rsid w:val="00610085"/>
    <w:rsid w:val="006414E9"/>
    <w:rsid w:val="007C716F"/>
    <w:rsid w:val="008629FA"/>
    <w:rsid w:val="009069C3"/>
    <w:rsid w:val="00987DB5"/>
    <w:rsid w:val="00993FE2"/>
    <w:rsid w:val="00AC13A6"/>
    <w:rsid w:val="00AC72C8"/>
    <w:rsid w:val="00B10ED9"/>
    <w:rsid w:val="00B25688"/>
    <w:rsid w:val="00B312EB"/>
    <w:rsid w:val="00BF78FC"/>
    <w:rsid w:val="00C02849"/>
    <w:rsid w:val="00C06564"/>
    <w:rsid w:val="00CE66DD"/>
    <w:rsid w:val="00D02217"/>
    <w:rsid w:val="00D12794"/>
    <w:rsid w:val="00D359C2"/>
    <w:rsid w:val="00D67BD8"/>
    <w:rsid w:val="00DF7897"/>
    <w:rsid w:val="00E37B8A"/>
    <w:rsid w:val="00E50E03"/>
    <w:rsid w:val="00E609BC"/>
    <w:rsid w:val="00EF145A"/>
    <w:rsid w:val="00F7408E"/>
    <w:rsid w:val="00F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79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E73DA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95D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95D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8149E"/>
    <w:rsid w:val="00B13DA8"/>
    <w:rsid w:val="00C95804"/>
    <w:rsid w:val="00CF735B"/>
    <w:rsid w:val="00E7774E"/>
    <w:rsid w:val="00F9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2022-11-28T01:14:00Z</dcterms:created>
  <dcterms:modified xsi:type="dcterms:W3CDTF">2023-12-19T04:17:00Z</dcterms:modified>
</cp:coreProperties>
</file>