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4CD83A5" w14:textId="77777777" w:rsidTr="00987DB5">
        <w:tc>
          <w:tcPr>
            <w:tcW w:w="9498" w:type="dxa"/>
          </w:tcPr>
          <w:p w14:paraId="04CD83A1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4CD83BC" wp14:editId="04CD83BD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4CD83A2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4CD83A3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4CD83A4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4CD83A6" w14:textId="38BB0E32" w:rsidR="0033636C" w:rsidRPr="004A3917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A3917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A62050">
            <w:rPr>
              <w:rFonts w:ascii="Times New Roman" w:hAnsi="Times New Roman"/>
              <w:sz w:val="28"/>
              <w:szCs w:val="28"/>
            </w:rPr>
            <w:t>11 декабря 2024 года</w:t>
          </w:r>
        </w:sdtContent>
      </w:sdt>
      <w:r w:rsidRPr="004A3917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A62050" w:rsidRPr="00A62050">
            <w:rPr>
              <w:rFonts w:ascii="Times New Roman" w:hAnsi="Times New Roman"/>
              <w:sz w:val="28"/>
              <w:szCs w:val="28"/>
            </w:rPr>
            <w:t>784</w:t>
          </w:r>
        </w:sdtContent>
      </w:sdt>
    </w:p>
    <w:p w14:paraId="04CD83A7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947161F" w14:textId="77777777" w:rsidR="00644FA3" w:rsidRPr="00644FA3" w:rsidRDefault="00644FA3" w:rsidP="00644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FA3">
        <w:rPr>
          <w:rFonts w:ascii="Times New Roman" w:hAnsi="Times New Roman"/>
          <w:b/>
          <w:sz w:val="28"/>
          <w:szCs w:val="28"/>
        </w:rPr>
        <w:t>О внесении изменений в муниципальную программу</w:t>
      </w:r>
    </w:p>
    <w:p w14:paraId="27285FA8" w14:textId="77777777" w:rsidR="00644FA3" w:rsidRPr="00644FA3" w:rsidRDefault="00644FA3" w:rsidP="00644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FA3">
        <w:rPr>
          <w:rFonts w:ascii="Times New Roman" w:hAnsi="Times New Roman"/>
          <w:b/>
          <w:sz w:val="28"/>
          <w:szCs w:val="28"/>
        </w:rPr>
        <w:t>«Развитие культуры в муниципальном образовании</w:t>
      </w:r>
    </w:p>
    <w:p w14:paraId="52EA72F1" w14:textId="77777777" w:rsidR="00644FA3" w:rsidRPr="00644FA3" w:rsidRDefault="00644FA3" w:rsidP="00644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FA3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644FA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44FA3">
        <w:rPr>
          <w:rFonts w:ascii="Times New Roman" w:hAnsi="Times New Roman"/>
          <w:b/>
          <w:sz w:val="28"/>
          <w:szCs w:val="28"/>
        </w:rPr>
        <w:t>», утвержденную постановлением</w:t>
      </w:r>
    </w:p>
    <w:p w14:paraId="07486943" w14:textId="77777777" w:rsidR="00644FA3" w:rsidRPr="00644FA3" w:rsidRDefault="00644FA3" w:rsidP="00644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FA3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14:paraId="7FFADD6B" w14:textId="77777777" w:rsidR="00644FA3" w:rsidRPr="00644FA3" w:rsidRDefault="00644FA3" w:rsidP="00644F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4FA3">
        <w:rPr>
          <w:rFonts w:ascii="Times New Roman" w:hAnsi="Times New Roman"/>
          <w:b/>
          <w:sz w:val="28"/>
          <w:szCs w:val="28"/>
        </w:rPr>
        <w:t xml:space="preserve">«Городской округ </w:t>
      </w:r>
      <w:proofErr w:type="spellStart"/>
      <w:r w:rsidRPr="00644FA3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Pr="00644FA3">
        <w:rPr>
          <w:rFonts w:ascii="Times New Roman" w:hAnsi="Times New Roman"/>
          <w:b/>
          <w:sz w:val="28"/>
          <w:szCs w:val="28"/>
        </w:rPr>
        <w:t>» от 18.11.2015 № 784</w:t>
      </w:r>
    </w:p>
    <w:p w14:paraId="560D46E8" w14:textId="77777777" w:rsidR="00644FA3" w:rsidRPr="00644FA3" w:rsidRDefault="00644FA3" w:rsidP="00644FA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6627FE" w14:textId="190AB011" w:rsidR="00644FA3" w:rsidRPr="005560A3" w:rsidRDefault="00644FA3" w:rsidP="00644F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FA3">
        <w:rPr>
          <w:rFonts w:ascii="Times New Roman" w:hAnsi="Times New Roman"/>
          <w:sz w:val="28"/>
          <w:szCs w:val="28"/>
        </w:rPr>
        <w:t xml:space="preserve">В целях приведения ресурсного обеспечения муниципальной программы «Развитие культуры в муниципальном образовании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 от 18.11.2015 </w:t>
      </w:r>
      <w:r w:rsidR="004A3917">
        <w:rPr>
          <w:rFonts w:ascii="Times New Roman" w:hAnsi="Times New Roman"/>
          <w:sz w:val="28"/>
          <w:szCs w:val="28"/>
        </w:rPr>
        <w:br/>
      </w:r>
      <w:r w:rsidRPr="005560A3">
        <w:rPr>
          <w:rFonts w:ascii="Times New Roman" w:hAnsi="Times New Roman"/>
          <w:sz w:val="28"/>
          <w:szCs w:val="28"/>
        </w:rPr>
        <w:t xml:space="preserve">№ 784, в соответствии с уточненными бюджетными показателями по состоянию на </w:t>
      </w:r>
      <w:r w:rsidR="00F951AC" w:rsidRPr="005560A3">
        <w:rPr>
          <w:rFonts w:ascii="Times New Roman" w:hAnsi="Times New Roman"/>
          <w:sz w:val="28"/>
          <w:szCs w:val="28"/>
        </w:rPr>
        <w:t>01</w:t>
      </w:r>
      <w:r w:rsidR="004A3917">
        <w:rPr>
          <w:rFonts w:ascii="Times New Roman" w:hAnsi="Times New Roman"/>
          <w:sz w:val="28"/>
          <w:szCs w:val="28"/>
        </w:rPr>
        <w:t xml:space="preserve"> ноября </w:t>
      </w:r>
      <w:r w:rsidR="00F951AC" w:rsidRPr="005560A3">
        <w:rPr>
          <w:rFonts w:ascii="Times New Roman" w:hAnsi="Times New Roman"/>
          <w:sz w:val="28"/>
          <w:szCs w:val="28"/>
        </w:rPr>
        <w:t>2024</w:t>
      </w:r>
      <w:r w:rsidRPr="005560A3">
        <w:rPr>
          <w:rFonts w:ascii="Times New Roman" w:hAnsi="Times New Roman"/>
          <w:sz w:val="28"/>
          <w:szCs w:val="28"/>
        </w:rPr>
        <w:t xml:space="preserve"> года, </w:t>
      </w:r>
      <w:bookmarkStart w:id="0" w:name="_Hlk30407272"/>
      <w:r w:rsidRPr="005560A3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 от 07.12.2023 № 290 «О бюджете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>» на 2024 год и на плановый период 2025 и 2026 годов</w:t>
      </w:r>
      <w:bookmarkEnd w:id="0"/>
      <w:r w:rsidRPr="005560A3">
        <w:rPr>
          <w:rFonts w:ascii="Times New Roman" w:hAnsi="Times New Roman"/>
          <w:sz w:val="28"/>
          <w:szCs w:val="28"/>
        </w:rPr>
        <w:t xml:space="preserve">», руководствуясь Порядком разработки, реализации и </w:t>
      </w:r>
      <w:r w:rsidR="00492623" w:rsidRPr="005560A3">
        <w:rPr>
          <w:rFonts w:ascii="Times New Roman" w:hAnsi="Times New Roman"/>
          <w:sz w:val="28"/>
          <w:szCs w:val="28"/>
        </w:rPr>
        <w:t>мониторинга</w:t>
      </w:r>
      <w:r w:rsidRPr="005560A3">
        <w:rPr>
          <w:rFonts w:ascii="Times New Roman" w:hAnsi="Times New Roman"/>
          <w:sz w:val="28"/>
          <w:szCs w:val="28"/>
        </w:rPr>
        <w:t xml:space="preserve"> муниципальных программ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», утвержденным постановлением администрации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 от </w:t>
      </w:r>
      <w:r w:rsidR="00492623" w:rsidRPr="005560A3">
        <w:rPr>
          <w:rFonts w:ascii="Times New Roman" w:hAnsi="Times New Roman"/>
          <w:sz w:val="28"/>
          <w:szCs w:val="28"/>
        </w:rPr>
        <w:t>24.09.2024</w:t>
      </w:r>
      <w:r w:rsidRPr="005560A3">
        <w:rPr>
          <w:rFonts w:ascii="Times New Roman" w:hAnsi="Times New Roman"/>
          <w:sz w:val="28"/>
          <w:szCs w:val="28"/>
        </w:rPr>
        <w:t xml:space="preserve"> № </w:t>
      </w:r>
      <w:r w:rsidR="00492623" w:rsidRPr="005560A3">
        <w:rPr>
          <w:rFonts w:ascii="Times New Roman" w:hAnsi="Times New Roman"/>
          <w:sz w:val="28"/>
          <w:szCs w:val="28"/>
        </w:rPr>
        <w:t>559</w:t>
      </w:r>
      <w:r w:rsidRPr="005560A3">
        <w:rPr>
          <w:rFonts w:ascii="Times New Roman" w:hAnsi="Times New Roman"/>
          <w:sz w:val="28"/>
          <w:szCs w:val="28"/>
        </w:rPr>
        <w:t xml:space="preserve">, ст. 36 Устава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», администрация муниципального образования «Городской округ </w:t>
      </w:r>
      <w:proofErr w:type="spellStart"/>
      <w:r w:rsidRPr="005560A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5560A3">
        <w:rPr>
          <w:rFonts w:ascii="Times New Roman" w:hAnsi="Times New Roman"/>
          <w:sz w:val="28"/>
          <w:szCs w:val="28"/>
        </w:rPr>
        <w:t xml:space="preserve">» </w:t>
      </w:r>
      <w:r w:rsidRPr="005560A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281922D3" w14:textId="3C4B53B6" w:rsidR="00644FA3" w:rsidRPr="00644FA3" w:rsidRDefault="00644FA3" w:rsidP="00644F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560A3">
        <w:rPr>
          <w:rFonts w:ascii="Times New Roman" w:eastAsia="Times New Roman" w:hAnsi="Times New Roman"/>
          <w:sz w:val="28"/>
          <w:szCs w:val="28"/>
          <w:lang w:eastAsia="ru-RU"/>
        </w:rPr>
        <w:t>1. Внести в муниципальную программу «Развитие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культуры в муниципальном образовании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» от 18.11.2015 № 784 (в редакции от </w:t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t xml:space="preserve">06.05.2016 № 359,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t xml:space="preserve">от 15.08.2016 № 627, от 07.02.2017 № 111, от 07.06.2017 № 368, от 31.10.2017 № 845, от 21.12.2017 № 1093, от 27.02.2018 № 201, от 19.06.2018 № 573,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t xml:space="preserve">от 24.12.2018 № 1251, от 09.04.2019 № 228, от 02.09.2019 № 666, от 15.10.2019 № 767, от 17.04.2020 № 197, от 30.09.2020 № 476, от 14.12.2020 № 626,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t xml:space="preserve">от 27.04.2021 № 230, от 16.09.2021 № 515, от 25.11.2021 № 649, от 26.05.2022 </w:t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№ 263, от 12.10.2022 № 565, от 07.04.2023 № 226, от 24.07.2023 № 471,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381F16" w:rsidRPr="00381F16">
        <w:rPr>
          <w:rFonts w:ascii="Times New Roman" w:eastAsia="Times New Roman" w:hAnsi="Times New Roman"/>
          <w:sz w:val="28"/>
          <w:szCs w:val="28"/>
          <w:lang w:eastAsia="ru-RU"/>
        </w:rPr>
        <w:t>от 20.03.2024 № 165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) «Об утверждении муниципальной программы «Развитие культуры в муниципальном образовании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», (далее - Программа), следующие изменения:</w:t>
      </w:r>
    </w:p>
    <w:p w14:paraId="6759D38A" w14:textId="77777777" w:rsidR="00644FA3" w:rsidRP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 муниципальной программы» в паспорте Программы изложить в следующей редакции:</w:t>
      </w:r>
    </w:p>
    <w:p w14:paraId="7C153BA2" w14:textId="77777777" w:rsidR="00644FA3" w:rsidRP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644FA3" w:rsidRPr="00644FA3" w14:paraId="31F85605" w14:textId="77777777" w:rsidTr="00F0368D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559DA246" w14:textId="77777777" w:rsidR="00644FA3" w:rsidRPr="00644FA3" w:rsidRDefault="00644FA3" w:rsidP="00644FA3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81" w:type="dxa"/>
            <w:shd w:val="clear" w:color="auto" w:fill="auto"/>
          </w:tcPr>
          <w:p w14:paraId="1B672AFA" w14:textId="77777777" w:rsidR="00644FA3" w:rsidRPr="00644FA3" w:rsidRDefault="00644FA3" w:rsidP="00644FA3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80" w:type="dxa"/>
            <w:shd w:val="clear" w:color="auto" w:fill="auto"/>
          </w:tcPr>
          <w:p w14:paraId="5FE8809A" w14:textId="7C706790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656 8</w:t>
            </w:r>
            <w:r w:rsidR="00297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,7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759A6E3B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4083C8EA" w14:textId="5EF937F4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7666D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D2285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976,4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ABFA009" w14:textId="4278CC7F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1 624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  <w:r w:rsidR="00297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0,3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46B49BE" w14:textId="1D5E7CB4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920,0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62F8DB02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- 92 723,9 тыс. руб.;</w:t>
            </w:r>
          </w:p>
          <w:p w14:paraId="7FF6C586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- 78 120,8 тыс. руб.;</w:t>
            </w:r>
          </w:p>
          <w:p w14:paraId="390491CD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- 14 603,1 тыс. руб.</w:t>
            </w:r>
          </w:p>
          <w:p w14:paraId="7F5A4381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- 82 459,0 тыс. руб.;</w:t>
            </w:r>
          </w:p>
          <w:p w14:paraId="44DCAA7E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- 80 599,0 тыс. руб.;</w:t>
            </w:r>
          </w:p>
          <w:p w14:paraId="60857CB6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- 1 817,4 тыс. руб.;</w:t>
            </w:r>
          </w:p>
          <w:p w14:paraId="7C0E4341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- 42,6 тыс. руб.</w:t>
            </w:r>
          </w:p>
          <w:p w14:paraId="4A371F75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- 99 825,9 тыс. руб.;</w:t>
            </w:r>
          </w:p>
          <w:p w14:paraId="3FBE954F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- 99 550,7 тыс. руб.;</w:t>
            </w:r>
          </w:p>
          <w:p w14:paraId="0D72CE52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- 275,2 тыс. руб.</w:t>
            </w:r>
          </w:p>
          <w:p w14:paraId="0861D25F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- 100 309,5 тыс. руб.;</w:t>
            </w:r>
          </w:p>
          <w:p w14:paraId="2BD02AEE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- 100 085,9 тыс. руб.;</w:t>
            </w:r>
          </w:p>
          <w:p w14:paraId="6C0BAA93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- 223,6 тыс. руб.</w:t>
            </w:r>
          </w:p>
          <w:p w14:paraId="169BB97F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- 117 988,2 тыс. руб.;</w:t>
            </w:r>
          </w:p>
          <w:p w14:paraId="6F280CC8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- 117 735,0 тыс. руб.;</w:t>
            </w:r>
          </w:p>
          <w:p w14:paraId="6E7F5814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- 253,2 тыс. руб.</w:t>
            </w:r>
          </w:p>
          <w:p w14:paraId="2662E82F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- 126 169,9 тыс. руб.;</w:t>
            </w:r>
          </w:p>
          <w:p w14:paraId="3B7222B9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- 125 951,7 тыс. руб.;</w:t>
            </w:r>
          </w:p>
          <w:p w14:paraId="24AAF045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4CD05178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- 130 040,9 тыс. руб.;</w:t>
            </w:r>
          </w:p>
          <w:p w14:paraId="6ED25097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- 128 495,5 тыс. руб.;</w:t>
            </w:r>
          </w:p>
          <w:p w14:paraId="156AB58E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- 1 404,7 тыс. руб.;</w:t>
            </w:r>
          </w:p>
          <w:p w14:paraId="39C3D670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290655F7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- 140 946,2 тыс. руб.;</w:t>
            </w:r>
          </w:p>
          <w:p w14:paraId="731C9EF2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- 138 154,0 тыс. руб.;</w:t>
            </w:r>
          </w:p>
          <w:p w14:paraId="2C0AAF4A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- 2 792,2 тыс. руб.</w:t>
            </w:r>
          </w:p>
          <w:p w14:paraId="30F369A6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- 154 343,5 тыс. руб.;</w:t>
            </w:r>
          </w:p>
          <w:p w14:paraId="0528CEE3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- 152 754,5 тыс. руб.;</w:t>
            </w:r>
          </w:p>
          <w:p w14:paraId="09959C2E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- 902,3 тыс. руб.;</w:t>
            </w:r>
          </w:p>
          <w:p w14:paraId="4B954FA6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- 686,7 тыс. руб.</w:t>
            </w:r>
          </w:p>
          <w:p w14:paraId="3A1D8353" w14:textId="34AF9861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170</w:t>
            </w:r>
            <w:r w:rsidR="00297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3,1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943CFD6" w14:textId="5890B835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местный бюджет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162 </w:t>
            </w:r>
            <w:r w:rsidR="00297A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,2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988FF8F" w14:textId="354092F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7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831,9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7C10157" w14:textId="493AA3DD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4A391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50,0</w:t>
            </w: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425D5221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- 143 821,9 тыс. руб.;</w:t>
            </w:r>
          </w:p>
          <w:p w14:paraId="112488A5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- 143 603,7 тыс. руб.;</w:t>
            </w:r>
          </w:p>
          <w:p w14:paraId="419ACE73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6AEEE791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- 143 073,9 тыс. руб.;</w:t>
            </w:r>
          </w:p>
          <w:p w14:paraId="6A36A50D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- 142 855,7 тыс. руб.;</w:t>
            </w:r>
          </w:p>
          <w:p w14:paraId="4D66DBD5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  <w:p w14:paraId="7E0C5ABC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- 154 850,8 тыс. руб.;</w:t>
            </w:r>
          </w:p>
          <w:p w14:paraId="3B01CEC4" w14:textId="77777777" w:rsidR="00644FA3" w:rsidRPr="00644FA3" w:rsidRDefault="00644FA3" w:rsidP="00644F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- 154 632,6 тыс. руб.;</w:t>
            </w:r>
          </w:p>
          <w:p w14:paraId="4F66016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- 218,2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750C235" w14:textId="77777777" w:rsidR="00644FA3" w:rsidRPr="00644FA3" w:rsidRDefault="00644FA3" w:rsidP="00644F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37336A" w14:textId="77777777" w:rsidR="00644FA3" w:rsidRPr="00644FA3" w:rsidRDefault="00644FA3" w:rsidP="00644F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BC19EA" w14:textId="77777777" w:rsidR="00644FA3" w:rsidRPr="00644FA3" w:rsidRDefault="00644FA3" w:rsidP="00644FA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3AE686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AA6537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F9D43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4EDE4E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B3234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5D9643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A7404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2171AF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12EAD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C810A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338246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9ACD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08A62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DAC4D0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BD449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FC42D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9C4B7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0780D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E5F6C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38AE6B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82A5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C518C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6145D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FC05A95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600967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559740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983C2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479B92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282B39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EF4DC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D47CE1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79F3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344597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5EA3AC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B9D407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07E284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89B0D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527F4C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EA7A3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5FC10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7D586E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B6257D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C908B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6072A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1B5B98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95916A" w14:textId="77777777" w:rsidR="00644FA3" w:rsidRPr="00644FA3" w:rsidRDefault="00644FA3" w:rsidP="00644FA3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44F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1F08B9E0" w14:textId="77777777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2CCF7D1D" w14:textId="77777777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1.2. Раздел 7 «Ресурсное обеспечение Программы» паспорта Программы изложить в следующей редакции:</w:t>
      </w:r>
    </w:p>
    <w:p w14:paraId="2EFF7C3E" w14:textId="77777777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Программы.</w:t>
      </w:r>
    </w:p>
    <w:p w14:paraId="1A4E2949" w14:textId="2D2FB3AA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 xml:space="preserve"> 656 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297AD7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6,7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 xml:space="preserve"> 624 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297AD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0,3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областного бюджета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 xml:space="preserve">30 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976,4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федерального бюджета </w:t>
      </w:r>
      <w:r w:rsidR="004A3917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2285D">
        <w:rPr>
          <w:rFonts w:ascii="Times New Roman" w:eastAsia="Times New Roman" w:hAnsi="Times New Roman"/>
          <w:sz w:val="28"/>
          <w:szCs w:val="28"/>
          <w:lang w:eastAsia="ru-RU"/>
        </w:rPr>
        <w:t>920,0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культуры в муниципальном образовании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».»</w:t>
      </w:r>
      <w:r w:rsidR="00A62050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3928DAE" w14:textId="2E612717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1.3. Приложение 2 часть 2 к Программе «Перечень мероприятий муниципальной программы «Развитие культуры в муниципальном образовании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» изложить в новой редакции, согласно приложению 1 к настоящему постановлению</w:t>
      </w:r>
      <w:r w:rsidR="00A62050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bookmarkStart w:id="1" w:name="_GoBack"/>
      <w:bookmarkEnd w:id="1"/>
    </w:p>
    <w:p w14:paraId="68521839" w14:textId="77777777" w:rsidR="00644FA3" w:rsidRPr="00644FA3" w:rsidRDefault="00644FA3" w:rsidP="00644FA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1.4. Приложение 3 часть 2 к Программе «</w:t>
      </w:r>
      <w:r w:rsidRPr="00644FA3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Pr="00644FA3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2 к настоящему постановлению.</w:t>
      </w:r>
    </w:p>
    <w:p w14:paraId="30783A4B" w14:textId="77777777" w:rsidR="00644FA3" w:rsidRPr="00644FA3" w:rsidRDefault="00644FA3" w:rsidP="00644FA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» в информационно-телекоммуникационной сети «Интернет».</w:t>
      </w:r>
    </w:p>
    <w:p w14:paraId="0F612531" w14:textId="00937318" w:rsid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proofErr w:type="spellStart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644FA3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24AB69AC" w14:textId="77777777" w:rsid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096D81" w14:textId="77777777" w:rsid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F440D7A" w14:textId="77777777" w:rsidR="00644FA3" w:rsidRDefault="00644FA3" w:rsidP="00644FA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F824EB3" w14:textId="77777777" w:rsidR="00644FA3" w:rsidRPr="00AF4E06" w:rsidRDefault="00644FA3" w:rsidP="00644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E0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5120485" w14:textId="028429C1" w:rsidR="00644FA3" w:rsidRPr="00AF4E06" w:rsidRDefault="00644FA3" w:rsidP="00644FA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E06">
        <w:rPr>
          <w:rFonts w:ascii="Times New Roman" w:hAnsi="Times New Roman"/>
          <w:sz w:val="28"/>
          <w:szCs w:val="28"/>
        </w:rPr>
        <w:t>«Городской</w:t>
      </w:r>
      <w:r w:rsidR="0089667A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89667A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89667A">
        <w:rPr>
          <w:rFonts w:ascii="Times New Roman" w:hAnsi="Times New Roman"/>
          <w:sz w:val="28"/>
          <w:szCs w:val="28"/>
        </w:rPr>
        <w:t>»</w:t>
      </w:r>
      <w:r w:rsidR="004A3917">
        <w:rPr>
          <w:rFonts w:ascii="Times New Roman" w:hAnsi="Times New Roman"/>
          <w:sz w:val="28"/>
          <w:szCs w:val="28"/>
        </w:rPr>
        <w:t xml:space="preserve"> </w:t>
      </w:r>
      <w:r w:rsidR="0089667A">
        <w:rPr>
          <w:rFonts w:ascii="Times New Roman" w:hAnsi="Times New Roman"/>
          <w:sz w:val="28"/>
          <w:szCs w:val="28"/>
        </w:rPr>
        <w:tab/>
      </w:r>
      <w:r w:rsidR="0089667A">
        <w:rPr>
          <w:rFonts w:ascii="Times New Roman" w:hAnsi="Times New Roman"/>
          <w:sz w:val="28"/>
          <w:szCs w:val="28"/>
        </w:rPr>
        <w:tab/>
      </w:r>
      <w:r w:rsidR="0089667A">
        <w:rPr>
          <w:rFonts w:ascii="Times New Roman" w:hAnsi="Times New Roman"/>
          <w:sz w:val="28"/>
          <w:szCs w:val="28"/>
        </w:rPr>
        <w:tab/>
      </w:r>
      <w:r w:rsidR="0089667A">
        <w:rPr>
          <w:rFonts w:ascii="Times New Roman" w:hAnsi="Times New Roman"/>
          <w:sz w:val="28"/>
          <w:szCs w:val="28"/>
        </w:rPr>
        <w:tab/>
      </w:r>
      <w:r w:rsidR="0089667A">
        <w:rPr>
          <w:rFonts w:ascii="Times New Roman" w:hAnsi="Times New Roman"/>
          <w:sz w:val="28"/>
          <w:szCs w:val="28"/>
        </w:rPr>
        <w:tab/>
        <w:t xml:space="preserve">        </w:t>
      </w:r>
      <w:r w:rsidRPr="00AF4E06">
        <w:rPr>
          <w:rFonts w:ascii="Times New Roman" w:hAnsi="Times New Roman"/>
          <w:sz w:val="28"/>
          <w:szCs w:val="28"/>
        </w:rPr>
        <w:t xml:space="preserve">С.В. </w:t>
      </w:r>
      <w:r w:rsidR="0089667A">
        <w:rPr>
          <w:rFonts w:ascii="Times New Roman" w:hAnsi="Times New Roman"/>
          <w:sz w:val="28"/>
          <w:szCs w:val="28"/>
        </w:rPr>
        <w:t>Гурьянов</w:t>
      </w:r>
    </w:p>
    <w:sectPr w:rsidR="00644FA3" w:rsidRPr="00AF4E06" w:rsidSect="004A3917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DCFE17" w14:textId="77777777" w:rsidR="003662B9" w:rsidRDefault="003662B9" w:rsidP="0033636C">
      <w:pPr>
        <w:spacing w:after="0" w:line="240" w:lineRule="auto"/>
      </w:pPr>
      <w:r>
        <w:separator/>
      </w:r>
    </w:p>
  </w:endnote>
  <w:endnote w:type="continuationSeparator" w:id="0">
    <w:p w14:paraId="3ABCE59F" w14:textId="77777777" w:rsidR="003662B9" w:rsidRDefault="003662B9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91D0E" w14:textId="77777777" w:rsidR="003662B9" w:rsidRDefault="003662B9" w:rsidP="0033636C">
      <w:pPr>
        <w:spacing w:after="0" w:line="240" w:lineRule="auto"/>
      </w:pPr>
      <w:r>
        <w:separator/>
      </w:r>
    </w:p>
  </w:footnote>
  <w:footnote w:type="continuationSeparator" w:id="0">
    <w:p w14:paraId="2F570CEF" w14:textId="77777777" w:rsidR="003662B9" w:rsidRDefault="003662B9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7440788"/>
      <w:docPartObj>
        <w:docPartGallery w:val="Page Numbers (Top of Page)"/>
        <w:docPartUnique/>
      </w:docPartObj>
    </w:sdtPr>
    <w:sdtEndPr/>
    <w:sdtContent>
      <w:p w14:paraId="0E00A705" w14:textId="6BAB0EF9" w:rsidR="004A3917" w:rsidRDefault="004A391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050">
          <w:rPr>
            <w:noProof/>
          </w:rPr>
          <w:t>3</w:t>
        </w:r>
        <w:r>
          <w:fldChar w:fldCharType="end"/>
        </w:r>
      </w:p>
    </w:sdtContent>
  </w:sdt>
  <w:p w14:paraId="7E38935F" w14:textId="77777777" w:rsidR="004A3917" w:rsidRDefault="004A391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4167"/>
    <w:rsid w:val="00185FEC"/>
    <w:rsid w:val="001E1F9F"/>
    <w:rsid w:val="002003DC"/>
    <w:rsid w:val="00284A35"/>
    <w:rsid w:val="00297AD7"/>
    <w:rsid w:val="0033636C"/>
    <w:rsid w:val="003662B9"/>
    <w:rsid w:val="00381F16"/>
    <w:rsid w:val="003E4257"/>
    <w:rsid w:val="00492623"/>
    <w:rsid w:val="004A3917"/>
    <w:rsid w:val="00520CBF"/>
    <w:rsid w:val="005560A3"/>
    <w:rsid w:val="00644FA3"/>
    <w:rsid w:val="007412C8"/>
    <w:rsid w:val="007666D8"/>
    <w:rsid w:val="008629FA"/>
    <w:rsid w:val="0089667A"/>
    <w:rsid w:val="00987DB5"/>
    <w:rsid w:val="00A62050"/>
    <w:rsid w:val="00AC72C8"/>
    <w:rsid w:val="00AE559C"/>
    <w:rsid w:val="00B10ED9"/>
    <w:rsid w:val="00B25688"/>
    <w:rsid w:val="00C02849"/>
    <w:rsid w:val="00D12794"/>
    <w:rsid w:val="00D2285D"/>
    <w:rsid w:val="00D67BD8"/>
    <w:rsid w:val="00DF7897"/>
    <w:rsid w:val="00DF7B49"/>
    <w:rsid w:val="00E37B8A"/>
    <w:rsid w:val="00E609BC"/>
    <w:rsid w:val="00F95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D83A1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431598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431598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34167"/>
    <w:rsid w:val="00284A35"/>
    <w:rsid w:val="00431598"/>
    <w:rsid w:val="00AE559C"/>
    <w:rsid w:val="00B13DA8"/>
    <w:rsid w:val="00C05728"/>
    <w:rsid w:val="00C95804"/>
    <w:rsid w:val="00CF735B"/>
    <w:rsid w:val="00DF7B49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62</TotalTime>
  <Pages>3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12</cp:revision>
  <dcterms:created xsi:type="dcterms:W3CDTF">2020-04-07T04:52:00Z</dcterms:created>
  <dcterms:modified xsi:type="dcterms:W3CDTF">2024-12-11T03:59:00Z</dcterms:modified>
</cp:coreProperties>
</file>