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5AF4204" w14:textId="77777777" w:rsidTr="00987DB5">
        <w:tc>
          <w:tcPr>
            <w:tcW w:w="9498" w:type="dxa"/>
          </w:tcPr>
          <w:p w14:paraId="35AF420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5AF421B" wp14:editId="35AF421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AF420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5AF420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5AF420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5AF4205" w14:textId="690CD4E3" w:rsidR="0033636C" w:rsidRPr="001348D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348D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E0414">
            <w:rPr>
              <w:rFonts w:ascii="Times New Roman" w:hAnsi="Times New Roman"/>
              <w:sz w:val="28"/>
              <w:szCs w:val="28"/>
            </w:rPr>
            <w:t>11 декабря 2024 года</w:t>
          </w:r>
        </w:sdtContent>
      </w:sdt>
      <w:r w:rsidRPr="001348D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E0414" w:rsidRPr="002E0414">
            <w:rPr>
              <w:rFonts w:ascii="Times New Roman" w:hAnsi="Times New Roman"/>
              <w:sz w:val="28"/>
              <w:szCs w:val="28"/>
            </w:rPr>
            <w:t>785</w:t>
          </w:r>
        </w:sdtContent>
      </w:sdt>
    </w:p>
    <w:p w14:paraId="35AF420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FAE3D71" w14:textId="77777777" w:rsidR="001348D4" w:rsidRDefault="0033636C" w:rsidP="00134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742B">
        <w:rPr>
          <w:rFonts w:ascii="Times New Roman" w:hAnsi="Times New Roman"/>
          <w:b/>
          <w:sz w:val="28"/>
          <w:szCs w:val="28"/>
        </w:rPr>
        <w:t>О внесении изме</w:t>
      </w:r>
      <w:r w:rsidR="001348D4">
        <w:rPr>
          <w:rFonts w:ascii="Times New Roman" w:hAnsi="Times New Roman"/>
          <w:b/>
          <w:sz w:val="28"/>
          <w:szCs w:val="28"/>
        </w:rPr>
        <w:t>нений в муниципальную программу</w:t>
      </w:r>
    </w:p>
    <w:p w14:paraId="15AD1355" w14:textId="7DC5FA3E" w:rsidR="001348D4" w:rsidRDefault="0033636C" w:rsidP="00134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742B">
        <w:rPr>
          <w:rFonts w:ascii="Times New Roman" w:hAnsi="Times New Roman"/>
          <w:b/>
          <w:sz w:val="28"/>
          <w:szCs w:val="28"/>
        </w:rPr>
        <w:t>«Развитие физической культур</w:t>
      </w:r>
      <w:r w:rsidR="009B4BE6">
        <w:rPr>
          <w:rFonts w:ascii="Times New Roman" w:hAnsi="Times New Roman"/>
          <w:b/>
          <w:sz w:val="28"/>
          <w:szCs w:val="28"/>
        </w:rPr>
        <w:t>ы, спорта и молодежной политики</w:t>
      </w:r>
    </w:p>
    <w:p w14:paraId="575DDBC5" w14:textId="77777777" w:rsidR="001348D4" w:rsidRDefault="0033636C" w:rsidP="00134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742B">
        <w:rPr>
          <w:rFonts w:ascii="Times New Roman" w:hAnsi="Times New Roman"/>
          <w:b/>
          <w:sz w:val="28"/>
          <w:szCs w:val="28"/>
        </w:rPr>
        <w:t xml:space="preserve">в муниципальном образовании «Городской округ </w:t>
      </w:r>
      <w:proofErr w:type="spellStart"/>
      <w:r w:rsidRPr="0014742B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14742B">
        <w:rPr>
          <w:rFonts w:ascii="Times New Roman" w:hAnsi="Times New Roman"/>
          <w:b/>
          <w:sz w:val="28"/>
          <w:szCs w:val="28"/>
        </w:rPr>
        <w:t>»</w:t>
      </w:r>
    </w:p>
    <w:p w14:paraId="5A9280E2" w14:textId="109BEEEB" w:rsidR="001348D4" w:rsidRDefault="008A7F3E" w:rsidP="00134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742B">
        <w:rPr>
          <w:rFonts w:ascii="Times New Roman" w:hAnsi="Times New Roman"/>
          <w:b/>
          <w:sz w:val="28"/>
          <w:szCs w:val="28"/>
        </w:rPr>
        <w:t>утвержденную постановлени</w:t>
      </w:r>
      <w:r w:rsidR="001348D4">
        <w:rPr>
          <w:rFonts w:ascii="Times New Roman" w:hAnsi="Times New Roman"/>
          <w:b/>
          <w:sz w:val="28"/>
          <w:szCs w:val="28"/>
        </w:rPr>
        <w:t>ем администрации муниципального</w:t>
      </w:r>
    </w:p>
    <w:p w14:paraId="35AF4208" w14:textId="41675131" w:rsidR="00185FEC" w:rsidRDefault="008A7F3E" w:rsidP="00134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742B">
        <w:rPr>
          <w:rFonts w:ascii="Times New Roman" w:hAnsi="Times New Roman"/>
          <w:b/>
          <w:sz w:val="28"/>
          <w:szCs w:val="28"/>
        </w:rPr>
        <w:t xml:space="preserve">образования «Городской округ </w:t>
      </w:r>
      <w:proofErr w:type="spellStart"/>
      <w:r w:rsidRPr="0014742B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14742B">
        <w:rPr>
          <w:rFonts w:ascii="Times New Roman" w:hAnsi="Times New Roman"/>
          <w:b/>
          <w:sz w:val="28"/>
          <w:szCs w:val="28"/>
        </w:rPr>
        <w:t>»</w:t>
      </w:r>
      <w:r w:rsidR="0033636C" w:rsidRPr="0014742B">
        <w:rPr>
          <w:rFonts w:ascii="Times New Roman" w:hAnsi="Times New Roman"/>
          <w:b/>
          <w:sz w:val="28"/>
          <w:szCs w:val="28"/>
        </w:rPr>
        <w:t xml:space="preserve"> от 26.06.2015 № 430</w:t>
      </w:r>
    </w:p>
    <w:p w14:paraId="0E5E9D69" w14:textId="77777777" w:rsidR="001348D4" w:rsidRPr="0014742B" w:rsidRDefault="001348D4" w:rsidP="00134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399266" w14:textId="593C61FC" w:rsidR="009E59FC" w:rsidRDefault="009E59FC" w:rsidP="00134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физической культуры, спорта и молодежной политики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утвержденной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</w:t>
      </w:r>
      <w:r>
        <w:rPr>
          <w:rFonts w:ascii="Times New Roman" w:hAnsi="Times New Roman"/>
          <w:color w:val="000000" w:themeColor="text1"/>
          <w:sz w:val="28"/>
          <w:szCs w:val="28"/>
        </w:rPr>
        <w:t>26.06.2015 № 430</w:t>
      </w:r>
      <w:r>
        <w:rPr>
          <w:rFonts w:ascii="Times New Roman" w:hAnsi="Times New Roman"/>
          <w:sz w:val="28"/>
          <w:szCs w:val="28"/>
        </w:rPr>
        <w:t xml:space="preserve">, в соответствии с уточненными бюджетными показателями по состоянию на </w:t>
      </w:r>
      <w:r w:rsidR="00566EA6">
        <w:rPr>
          <w:rFonts w:ascii="Times New Roman" w:hAnsi="Times New Roman"/>
          <w:sz w:val="28"/>
          <w:szCs w:val="28"/>
        </w:rPr>
        <w:t>01</w:t>
      </w:r>
      <w:r w:rsidR="001348D4">
        <w:rPr>
          <w:rFonts w:ascii="Times New Roman" w:hAnsi="Times New Roman"/>
          <w:sz w:val="28"/>
          <w:szCs w:val="28"/>
        </w:rPr>
        <w:t xml:space="preserve"> ноября </w:t>
      </w:r>
      <w:r w:rsidR="00566EA6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года, </w:t>
      </w:r>
      <w:bookmarkStart w:id="0" w:name="_Hlk30407272"/>
      <w:r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07.12.2023 № 290 «О бюджете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на 2024 год и на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плановый период 2025 и 2026 годов</w:t>
      </w:r>
      <w:bookmarkEnd w:id="0"/>
      <w:r>
        <w:rPr>
          <w:rFonts w:ascii="Times New Roman" w:hAnsi="Times New Roman"/>
          <w:sz w:val="28"/>
          <w:szCs w:val="28"/>
        </w:rPr>
        <w:t xml:space="preserve">», руководствуясь </w:t>
      </w:r>
      <w:r w:rsidR="00F224AC" w:rsidRPr="00F224AC">
        <w:rPr>
          <w:rFonts w:ascii="Times New Roman" w:hAnsi="Times New Roman"/>
          <w:sz w:val="28"/>
          <w:szCs w:val="28"/>
        </w:rPr>
        <w:t xml:space="preserve">Порядком разработки, реализации и мониторинга муниципальных программ муниципального образования «Городской округ </w:t>
      </w:r>
      <w:proofErr w:type="spellStart"/>
      <w:r w:rsidR="00F224AC" w:rsidRPr="00F224A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F224AC" w:rsidRPr="00F224AC">
        <w:rPr>
          <w:rFonts w:ascii="Times New Roman" w:hAnsi="Times New Roman"/>
          <w:sz w:val="28"/>
          <w:szCs w:val="28"/>
        </w:rPr>
        <w:t xml:space="preserve">», утвержденным постановлением администрации муниципального образования «Городской округ </w:t>
      </w:r>
      <w:proofErr w:type="spellStart"/>
      <w:r w:rsidR="00F224AC" w:rsidRPr="00F224A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F224AC" w:rsidRPr="00F224AC">
        <w:rPr>
          <w:rFonts w:ascii="Times New Roman" w:hAnsi="Times New Roman"/>
          <w:sz w:val="28"/>
          <w:szCs w:val="28"/>
        </w:rPr>
        <w:t>» от 24.09.2024</w:t>
      </w:r>
      <w:r w:rsidR="00F224AC">
        <w:rPr>
          <w:rFonts w:ascii="Times New Roman" w:hAnsi="Times New Roman"/>
          <w:sz w:val="28"/>
          <w:szCs w:val="28"/>
        </w:rPr>
        <w:t xml:space="preserve"> </w:t>
      </w:r>
      <w:r w:rsidR="001348D4">
        <w:rPr>
          <w:rFonts w:ascii="Times New Roman" w:hAnsi="Times New Roman"/>
          <w:sz w:val="28"/>
          <w:szCs w:val="28"/>
        </w:rPr>
        <w:br/>
      </w:r>
      <w:r w:rsidR="00F224AC" w:rsidRPr="00F224AC">
        <w:rPr>
          <w:rFonts w:ascii="Times New Roman" w:hAnsi="Times New Roman"/>
          <w:sz w:val="28"/>
          <w:szCs w:val="28"/>
        </w:rPr>
        <w:t>№ 559</w:t>
      </w:r>
      <w:r>
        <w:rPr>
          <w:rFonts w:ascii="Times New Roman" w:hAnsi="Times New Roman"/>
          <w:sz w:val="28"/>
          <w:szCs w:val="28"/>
        </w:rPr>
        <w:t xml:space="preserve">, ст. 36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4EB22420" w14:textId="5DFFEA07" w:rsidR="009E59FC" w:rsidRDefault="009E59FC" w:rsidP="00134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bookmarkStart w:id="2" w:name="_Hlk49245282"/>
      <w:r>
        <w:rPr>
          <w:rFonts w:ascii="Times New Roman" w:hAnsi="Times New Roman"/>
          <w:sz w:val="28"/>
          <w:szCs w:val="28"/>
        </w:rPr>
        <w:t xml:space="preserve">«Развитие физической культуры, спорта и молодежной политики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bookmarkEnd w:id="2"/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26.06.2015 № 430 (в редакции от 30.09.2015 № 692, от 19.10.2015 № 718, </w:t>
      </w:r>
      <w:r w:rsidR="001348D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31.12.2016 № 921, от 10.03.2016 № 208, от 11.04.2016 № 288, от 30.05.2016 № 433, от 15.06.2016 № 485, от 31.08.2016 № 666, от 07.10.2016 № 739, </w:t>
      </w:r>
      <w:r w:rsidR="001348D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07.02.2017 № 108, от 07.06.2017 № 367, от 03.08.2017 № 521, от 27.09.2017 </w:t>
      </w:r>
      <w:r>
        <w:rPr>
          <w:rFonts w:ascii="Times New Roman" w:hAnsi="Times New Roman"/>
          <w:sz w:val="28"/>
          <w:szCs w:val="28"/>
        </w:rPr>
        <w:lastRenderedPageBreak/>
        <w:t xml:space="preserve">№ 703, от 27.02.2018 № 191, от 13.04.2018 № 386, от 11.07.2018 № 669, </w:t>
      </w:r>
      <w:r w:rsidR="001348D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19.12.2018 № 1224, от 26.03.2019 № 196, от 23.05.2019 № 358, от 19.06.2019 № 462, от 02.09.2019 № 665, от 10.03.2020 № 109, от 01.06.2020 № 270, </w:t>
      </w:r>
      <w:r w:rsidR="001348D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14.07.2020 № 357, от 14.10.2020 № 505, от 28.04.2021 № 232, от 22.09.2021 № 521, от 17.06.2022 № 31, от 15.11.2022 № 608, от 28.04.2023 № 274, </w:t>
      </w:r>
      <w:r w:rsidR="001348D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24.07.2023 № 470, от 08.04.2024 № 212) «Об утверждении муниципальной программы «Развитие физической культуры, спорта и молодежной политики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(далее </w:t>
      </w:r>
      <w:r w:rsidR="001348D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Программа), следующие изменения:</w:t>
      </w:r>
    </w:p>
    <w:p w14:paraId="2320CDFF" w14:textId="5E859A4F" w:rsidR="009E59FC" w:rsidRDefault="009E59FC" w:rsidP="001348D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Раздел «Объемы и источники финансирования» Паспорта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467DC109" w14:textId="77777777" w:rsidR="00EB6B3D" w:rsidRDefault="00EB6B3D" w:rsidP="001348D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55" w:type="dxa"/>
        <w:tblInd w:w="-28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70"/>
        <w:gridCol w:w="7093"/>
        <w:gridCol w:w="208"/>
      </w:tblGrid>
      <w:tr w:rsidR="009E59FC" w14:paraId="477EAA3B" w14:textId="77777777" w:rsidTr="009E59FC">
        <w:trPr>
          <w:trHeight w:val="40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C8B7878" w14:textId="77777777" w:rsidR="009E59FC" w:rsidRDefault="009E59FC" w:rsidP="00134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5C59" w14:textId="77777777" w:rsidR="009E59FC" w:rsidRDefault="009E59FC" w:rsidP="00134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AA7C" w14:textId="30A3B0AE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средств, направляемых на реализацию мероприятий </w:t>
            </w:r>
            <w:r w:rsidR="001348D4">
              <w:rPr>
                <w:sz w:val="28"/>
                <w:szCs w:val="28"/>
              </w:rPr>
              <w:t xml:space="preserve">1 612 </w:t>
            </w:r>
            <w:r w:rsidR="00146B56">
              <w:rPr>
                <w:sz w:val="28"/>
                <w:szCs w:val="28"/>
              </w:rPr>
              <w:t>247,</w:t>
            </w:r>
            <w:r w:rsidR="0029695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тыс. руб., </w:t>
            </w:r>
          </w:p>
          <w:p w14:paraId="23311CF5" w14:textId="77777777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14:paraId="2E30A88A" w14:textId="6C7D11B1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областной бюджет </w:t>
            </w:r>
            <w:r w:rsidR="001348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1348D4">
              <w:rPr>
                <w:sz w:val="28"/>
                <w:szCs w:val="28"/>
              </w:rPr>
              <w:t xml:space="preserve">529 </w:t>
            </w:r>
            <w:r w:rsidR="00146B56">
              <w:rPr>
                <w:sz w:val="28"/>
                <w:szCs w:val="28"/>
              </w:rPr>
              <w:t>041,3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1BBE7F31" w14:textId="5F92616B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местный бюджет </w:t>
            </w:r>
            <w:r w:rsidR="001348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146B56">
              <w:rPr>
                <w:sz w:val="28"/>
                <w:szCs w:val="28"/>
              </w:rPr>
              <w:t>1</w:t>
            </w:r>
            <w:r w:rsidR="001348D4">
              <w:rPr>
                <w:sz w:val="28"/>
                <w:szCs w:val="28"/>
              </w:rPr>
              <w:t xml:space="preserve"> 062 </w:t>
            </w:r>
            <w:r w:rsidR="00146B56">
              <w:rPr>
                <w:sz w:val="28"/>
                <w:szCs w:val="28"/>
              </w:rPr>
              <w:t>618,</w:t>
            </w:r>
            <w:r w:rsidR="002969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76223218" w14:textId="77777777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 - 20 587,9 тыс. руб.;</w:t>
            </w:r>
          </w:p>
          <w:p w14:paraId="18E8C4DF" w14:textId="77777777" w:rsidR="009E59FC" w:rsidRDefault="009E59FC" w:rsidP="00134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- 44 374,0 тыс. руб.;</w:t>
            </w:r>
          </w:p>
          <w:p w14:paraId="34D5661F" w14:textId="77777777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- 15 276,3 тыс. руб.;</w:t>
            </w:r>
          </w:p>
          <w:p w14:paraId="79BB7532" w14:textId="77777777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- 29 097,7 тыс. руб.;</w:t>
            </w:r>
          </w:p>
          <w:p w14:paraId="278BF960" w14:textId="77777777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- 87 323,0 тыс. руб.;</w:t>
            </w:r>
          </w:p>
          <w:p w14:paraId="3FEA953E" w14:textId="5B4D8FE6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местный бюджет - 19 069,3 </w:t>
            </w:r>
            <w:r w:rsidR="007B75B3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руб.;</w:t>
            </w:r>
          </w:p>
          <w:p w14:paraId="256C3C4C" w14:textId="77777777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- 68 253,7 тыс. руб.;</w:t>
            </w:r>
          </w:p>
          <w:p w14:paraId="4452021B" w14:textId="77777777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- 31 518,2 тыс. руб.;</w:t>
            </w:r>
          </w:p>
          <w:p w14:paraId="19279F20" w14:textId="77777777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- 29 454,4 тыс. руб.;</w:t>
            </w:r>
          </w:p>
          <w:p w14:paraId="201055E2" w14:textId="77777777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- 2 063,8 тыс. руб.;</w:t>
            </w:r>
          </w:p>
          <w:p w14:paraId="2DBB8EFA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- 47 532,5 тыс. руб.;</w:t>
            </w:r>
          </w:p>
          <w:p w14:paraId="0F68D86D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- 37 053,2 тыс. руб.;</w:t>
            </w:r>
          </w:p>
          <w:p w14:paraId="44438BA3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- 9 379,3 тыс. руб.;</w:t>
            </w:r>
          </w:p>
          <w:p w14:paraId="6E50D556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федеральный бюджет - 1 100,0 тыс. руб.;</w:t>
            </w:r>
          </w:p>
          <w:p w14:paraId="2E153E60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- 69 400,1 тыс. руб.;</w:t>
            </w:r>
          </w:p>
          <w:p w14:paraId="0006C5B7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- 37 257,2 тыс. руб.;</w:t>
            </w:r>
          </w:p>
          <w:p w14:paraId="1EDBB2FB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- 12 655,0 тыс. руб.;</w:t>
            </w:r>
          </w:p>
          <w:p w14:paraId="6D6E152F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федеральный бюджет - 19 487,9 тыс. руб.;</w:t>
            </w:r>
          </w:p>
          <w:p w14:paraId="332F96EC" w14:textId="38BA7AEB" w:rsidR="009E59FC" w:rsidRDefault="009E59FC" w:rsidP="001348D4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1348D4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206 322,6 тыс. руб.;</w:t>
            </w:r>
          </w:p>
          <w:p w14:paraId="43BDB679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- 50 483,3 тыс. руб.;</w:t>
            </w:r>
          </w:p>
          <w:p w14:paraId="600E1885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- 155 839,3 тыс. руб.;</w:t>
            </w:r>
          </w:p>
          <w:p w14:paraId="17CF9AFC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- 198 240,3 тыс. руб.;</w:t>
            </w:r>
          </w:p>
          <w:p w14:paraId="127961E8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- 123 265,5 тыс. руб.;</w:t>
            </w:r>
          </w:p>
          <w:p w14:paraId="55ADC923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- 74 974,8 тыс. руб.;</w:t>
            </w:r>
          </w:p>
          <w:p w14:paraId="070A24FA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- 153 207,3 тыс. руб.;</w:t>
            </w:r>
          </w:p>
          <w:p w14:paraId="2B393575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- 140 912,7 тыс. руб.;</w:t>
            </w:r>
          </w:p>
          <w:p w14:paraId="4CC48A8B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- 12 294,6 тыс. руб.;</w:t>
            </w:r>
          </w:p>
          <w:p w14:paraId="2B03C373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- 151 144,2 тыс. руб.;</w:t>
            </w:r>
          </w:p>
          <w:p w14:paraId="4A6DDB28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местный бюджет - 134 000,0 тыс. руб.;</w:t>
            </w:r>
          </w:p>
          <w:p w14:paraId="737D7933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- 17 144,2 тыс. руб.;</w:t>
            </w:r>
          </w:p>
          <w:p w14:paraId="2F9F9A68" w14:textId="6ED6B57A" w:rsidR="009E59FC" w:rsidRDefault="001348D4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- 151 </w:t>
            </w:r>
            <w:r w:rsidR="009E59FC">
              <w:rPr>
                <w:rFonts w:ascii="Times New Roman" w:hAnsi="Times New Roman"/>
                <w:sz w:val="28"/>
                <w:szCs w:val="28"/>
              </w:rPr>
              <w:t>428,8 тыс. руб.;</w:t>
            </w:r>
          </w:p>
          <w:p w14:paraId="18F34B72" w14:textId="690E78D7" w:rsidR="009E59FC" w:rsidRDefault="001348D4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местный бюджет - 134 </w:t>
            </w:r>
            <w:r w:rsidR="009E59FC">
              <w:rPr>
                <w:rFonts w:ascii="Times New Roman" w:hAnsi="Times New Roman"/>
                <w:sz w:val="28"/>
                <w:szCs w:val="28"/>
              </w:rPr>
              <w:t>625,</w:t>
            </w:r>
            <w:r w:rsidR="00296956">
              <w:rPr>
                <w:rFonts w:ascii="Times New Roman" w:hAnsi="Times New Roman"/>
                <w:sz w:val="28"/>
                <w:szCs w:val="28"/>
              </w:rPr>
              <w:t>8</w:t>
            </w:r>
            <w:r w:rsidR="009E59FC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48A208B7" w14:textId="1F210CB4" w:rsidR="009E59FC" w:rsidRDefault="001348D4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областной бюджет - 16 </w:t>
            </w:r>
            <w:r w:rsidR="009E59FC">
              <w:rPr>
                <w:rFonts w:ascii="Times New Roman" w:hAnsi="Times New Roman"/>
                <w:sz w:val="28"/>
                <w:szCs w:val="28"/>
              </w:rPr>
              <w:t>803,0 тыс. руб.;</w:t>
            </w:r>
          </w:p>
          <w:p w14:paraId="0B352615" w14:textId="5B99AB75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 w:rsidR="001348D4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48D4">
              <w:rPr>
                <w:rFonts w:ascii="Times New Roman" w:hAnsi="Times New Roman"/>
                <w:sz w:val="28"/>
                <w:szCs w:val="28"/>
              </w:rPr>
              <w:t xml:space="preserve">126 </w:t>
            </w:r>
            <w:r w:rsidR="00146B56">
              <w:rPr>
                <w:rFonts w:ascii="Times New Roman" w:hAnsi="Times New Roman"/>
                <w:sz w:val="28"/>
                <w:szCs w:val="28"/>
              </w:rPr>
              <w:t>539,6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11029FB1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- 111 519,6 тыс. руб.</w:t>
            </w:r>
          </w:p>
          <w:p w14:paraId="2CB4F549" w14:textId="77D9A108" w:rsidR="009E59FC" w:rsidRDefault="009E59FC" w:rsidP="001348D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</w:t>
            </w:r>
            <w:r w:rsidR="001348D4">
              <w:rPr>
                <w:sz w:val="28"/>
                <w:szCs w:val="28"/>
              </w:rPr>
              <w:t>ластной бюджет -</w:t>
            </w:r>
            <w:r>
              <w:rPr>
                <w:sz w:val="28"/>
                <w:szCs w:val="28"/>
              </w:rPr>
              <w:t xml:space="preserve"> </w:t>
            </w:r>
            <w:r w:rsidR="001348D4">
              <w:rPr>
                <w:sz w:val="28"/>
                <w:szCs w:val="28"/>
              </w:rPr>
              <w:t xml:space="preserve">15 </w:t>
            </w:r>
            <w:r w:rsidR="00146B56">
              <w:rPr>
                <w:sz w:val="28"/>
                <w:szCs w:val="28"/>
              </w:rPr>
              <w:t>020,0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3532BCE6" w14:textId="47F08A6E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="001348D4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48D4">
              <w:rPr>
                <w:rFonts w:ascii="Times New Roman" w:hAnsi="Times New Roman"/>
                <w:sz w:val="28"/>
                <w:szCs w:val="28"/>
              </w:rPr>
              <w:t xml:space="preserve">11 </w:t>
            </w:r>
            <w:r w:rsidR="00146B56">
              <w:rPr>
                <w:rFonts w:ascii="Times New Roman" w:hAnsi="Times New Roman"/>
                <w:sz w:val="28"/>
                <w:szCs w:val="28"/>
              </w:rPr>
              <w:t>618,1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7685930D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- 112 079,1 тыс. руб.;</w:t>
            </w:r>
          </w:p>
          <w:p w14:paraId="7D674F35" w14:textId="562ADA6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областной бюджет </w:t>
            </w:r>
            <w:r w:rsidR="001348D4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48D4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146B56">
              <w:rPr>
                <w:rFonts w:ascii="Times New Roman" w:hAnsi="Times New Roman"/>
                <w:sz w:val="28"/>
                <w:szCs w:val="28"/>
              </w:rPr>
              <w:t>539,0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7F569D42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- 230 598,6 тыс. руб.;</w:t>
            </w:r>
          </w:p>
          <w:p w14:paraId="38DBFAAB" w14:textId="77777777" w:rsidR="009E59FC" w:rsidRDefault="009E59FC" w:rsidP="00134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- 117 621,7 тыс. руб.;</w:t>
            </w:r>
          </w:p>
          <w:p w14:paraId="6A2C382D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- 112 976,9 тыс. руб.</w:t>
            </w:r>
          </w:p>
        </w:tc>
        <w:tc>
          <w:tcPr>
            <w:tcW w:w="2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4102E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D9BE4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7231E0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F0331E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E5F073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462A7F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D8FEE3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B71F83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409E49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052B1C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53D425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FE7CC3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051F48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8DC9DA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85689D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0B469F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A1232C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CF078E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61B1BF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ECBA17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ABC5B1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CC001F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2DA9F6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DE1039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21039E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94A4FB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A1032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9C0DED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CF2D0A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FFC0DC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9684CC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716DE3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9166F8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281933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5BA2F3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8733EC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DFB116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99765A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5E40F8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EF67FA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749B4A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764BF0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4BF8CC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94964E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571343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8AE4E1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7B692D" w14:textId="77777777" w:rsidR="009E59FC" w:rsidRDefault="009E59FC" w:rsidP="001348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DE5486D" w14:textId="77777777" w:rsidR="00EB6B3D" w:rsidRDefault="00EB6B3D" w:rsidP="001348D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61556CD4" w14:textId="02FCF8E6" w:rsidR="009E59FC" w:rsidRDefault="009E59FC" w:rsidP="001348D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1.2. Раздел 7 «Ресурсное обеспечение Программы» паспорта Программы изложить в следующей редакции:</w:t>
      </w:r>
    </w:p>
    <w:p w14:paraId="253CE13A" w14:textId="77777777" w:rsidR="009E59FC" w:rsidRDefault="009E59FC" w:rsidP="001348D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Программы.</w:t>
      </w:r>
    </w:p>
    <w:p w14:paraId="2B992A3D" w14:textId="7E1EB1BC" w:rsidR="009E59FC" w:rsidRDefault="009E59FC" w:rsidP="001348D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="001348D4">
        <w:rPr>
          <w:rFonts w:ascii="Times New Roman" w:eastAsia="Times New Roman" w:hAnsi="Times New Roman"/>
          <w:sz w:val="28"/>
          <w:szCs w:val="28"/>
          <w:lang w:eastAsia="ru-RU"/>
        </w:rPr>
        <w:t xml:space="preserve">1 612 </w:t>
      </w:r>
      <w:r w:rsidR="00146B56">
        <w:rPr>
          <w:rFonts w:ascii="Times New Roman" w:eastAsia="Times New Roman" w:hAnsi="Times New Roman"/>
          <w:sz w:val="28"/>
          <w:szCs w:val="28"/>
          <w:lang w:eastAsia="ru-RU"/>
        </w:rPr>
        <w:t>247,</w:t>
      </w:r>
      <w:r w:rsidR="0029695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</w:t>
      </w:r>
      <w:r w:rsidR="001348D4">
        <w:rPr>
          <w:rFonts w:ascii="Times New Roman" w:eastAsia="Times New Roman" w:hAnsi="Times New Roman"/>
          <w:sz w:val="28"/>
          <w:szCs w:val="28"/>
          <w:lang w:eastAsia="ru-RU"/>
        </w:rPr>
        <w:t xml:space="preserve">: средства местного бюджета - 1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062 618,</w:t>
      </w:r>
      <w:r w:rsidR="0029695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</w:t>
      </w:r>
      <w:r w:rsidR="001348D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48D4">
        <w:rPr>
          <w:rFonts w:ascii="Times New Roman" w:eastAsia="Times New Roman" w:hAnsi="Times New Roman"/>
          <w:sz w:val="28"/>
          <w:szCs w:val="28"/>
          <w:lang w:eastAsia="ru-RU"/>
        </w:rPr>
        <w:t xml:space="preserve">529 </w:t>
      </w:r>
      <w:r w:rsidR="00146B56">
        <w:rPr>
          <w:rFonts w:ascii="Times New Roman" w:eastAsia="Times New Roman" w:hAnsi="Times New Roman"/>
          <w:sz w:val="28"/>
          <w:szCs w:val="28"/>
          <w:lang w:eastAsia="ru-RU"/>
        </w:rPr>
        <w:t>041,3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федерального бюджета - 20 587,9 тыс. рублей. 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физической культуры, спорта и молодежной политики в муниципальном образовании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».»</w:t>
      </w:r>
      <w:r w:rsidR="00EB6B3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A303B1D" w14:textId="4A305A87" w:rsidR="009E59FC" w:rsidRDefault="009E59FC" w:rsidP="00134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Приложение 3 часть 2 к Программе «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физической культуры, спорта и молодежной политики в муниципальном образовании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146B5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настоящему постановлению.</w:t>
      </w:r>
    </w:p>
    <w:p w14:paraId="07589ADC" w14:textId="1CD922A4" w:rsidR="009E59FC" w:rsidRDefault="009E59FC" w:rsidP="00134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</w:t>
      </w:r>
      <w:r w:rsidR="009B4BE6">
        <w:rPr>
          <w:rFonts w:ascii="Times New Roman" w:hAnsi="Times New Roman"/>
          <w:sz w:val="28"/>
          <w:szCs w:val="28"/>
        </w:rPr>
        <w:t xml:space="preserve">руг </w:t>
      </w:r>
      <w:proofErr w:type="spellStart"/>
      <w:r w:rsidR="009B4BE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B4BE6">
        <w:rPr>
          <w:rFonts w:ascii="Times New Roman" w:hAnsi="Times New Roman"/>
          <w:sz w:val="28"/>
          <w:szCs w:val="28"/>
        </w:rPr>
        <w:t>» в информационно-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14:paraId="6D399CCC" w14:textId="77777777" w:rsidR="009E59FC" w:rsidRDefault="009E59FC" w:rsidP="00134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вице-мэра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</w:t>
      </w:r>
    </w:p>
    <w:p w14:paraId="35AF420B" w14:textId="77777777" w:rsidR="00E609BC" w:rsidRDefault="00E609BC" w:rsidP="00134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2DA4C7" w14:textId="683CB3FD" w:rsidR="001348D4" w:rsidRDefault="001348D4" w:rsidP="00134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25FBE1" w14:textId="77777777" w:rsidR="001348D4" w:rsidRPr="00D12794" w:rsidRDefault="001348D4" w:rsidP="00134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AF4214" w14:textId="77777777" w:rsidR="008629FA" w:rsidRDefault="008629FA" w:rsidP="001348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5AF421A" w14:textId="4DD2DEB8" w:rsidR="008629FA" w:rsidRPr="008629FA" w:rsidRDefault="008629FA" w:rsidP="001348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</w:t>
      </w:r>
      <w:r w:rsidR="008658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58F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8658F9">
        <w:rPr>
          <w:rFonts w:ascii="Times New Roman" w:hAnsi="Times New Roman"/>
          <w:sz w:val="28"/>
          <w:szCs w:val="28"/>
        </w:rPr>
        <w:t>»</w:t>
      </w:r>
      <w:r w:rsidR="009B4BE6">
        <w:rPr>
          <w:rFonts w:ascii="Times New Roman" w:hAnsi="Times New Roman"/>
          <w:sz w:val="28"/>
          <w:szCs w:val="28"/>
        </w:rPr>
        <w:t xml:space="preserve"> </w:t>
      </w:r>
      <w:r w:rsidR="008658F9">
        <w:rPr>
          <w:rFonts w:ascii="Times New Roman" w:hAnsi="Times New Roman"/>
          <w:sz w:val="28"/>
          <w:szCs w:val="28"/>
        </w:rPr>
        <w:tab/>
      </w:r>
      <w:r w:rsidR="008658F9">
        <w:rPr>
          <w:rFonts w:ascii="Times New Roman" w:hAnsi="Times New Roman"/>
          <w:sz w:val="28"/>
          <w:szCs w:val="28"/>
        </w:rPr>
        <w:tab/>
      </w:r>
      <w:r w:rsidR="008658F9">
        <w:rPr>
          <w:rFonts w:ascii="Times New Roman" w:hAnsi="Times New Roman"/>
          <w:sz w:val="28"/>
          <w:szCs w:val="28"/>
        </w:rPr>
        <w:tab/>
      </w:r>
      <w:r w:rsidR="008658F9">
        <w:rPr>
          <w:rFonts w:ascii="Times New Roman" w:hAnsi="Times New Roman"/>
          <w:sz w:val="28"/>
          <w:szCs w:val="28"/>
        </w:rPr>
        <w:tab/>
      </w:r>
      <w:r w:rsidR="008658F9">
        <w:rPr>
          <w:rFonts w:ascii="Times New Roman" w:hAnsi="Times New Roman"/>
          <w:sz w:val="28"/>
          <w:szCs w:val="28"/>
        </w:rPr>
        <w:tab/>
        <w:t xml:space="preserve">   </w:t>
      </w:r>
      <w:r w:rsidR="009B4BE6">
        <w:rPr>
          <w:rFonts w:ascii="Times New Roman" w:hAnsi="Times New Roman"/>
          <w:sz w:val="28"/>
          <w:szCs w:val="28"/>
        </w:rPr>
        <w:t xml:space="preserve"> </w:t>
      </w:r>
      <w:r w:rsidR="008658F9">
        <w:rPr>
          <w:rFonts w:ascii="Times New Roman" w:hAnsi="Times New Roman"/>
          <w:sz w:val="28"/>
          <w:szCs w:val="28"/>
        </w:rPr>
        <w:t xml:space="preserve">   С.В. Гурьянов</w:t>
      </w:r>
    </w:p>
    <w:sectPr w:rsidR="008629FA" w:rsidRPr="008629FA" w:rsidSect="001348D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F421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5AF422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F421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5AF421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8112054"/>
      <w:docPartObj>
        <w:docPartGallery w:val="Page Numbers (Top of Page)"/>
        <w:docPartUnique/>
      </w:docPartObj>
    </w:sdtPr>
    <w:sdtEndPr/>
    <w:sdtContent>
      <w:p w14:paraId="2EC9C480" w14:textId="6617C384" w:rsidR="001348D4" w:rsidRDefault="001348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41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550"/>
    <w:rsid w:val="001348D4"/>
    <w:rsid w:val="00146B56"/>
    <w:rsid w:val="0014742B"/>
    <w:rsid w:val="00185FEC"/>
    <w:rsid w:val="001E1F9F"/>
    <w:rsid w:val="002003DC"/>
    <w:rsid w:val="00296956"/>
    <w:rsid w:val="002A2D1E"/>
    <w:rsid w:val="002E0414"/>
    <w:rsid w:val="0033636C"/>
    <w:rsid w:val="003E4257"/>
    <w:rsid w:val="00520CBF"/>
    <w:rsid w:val="00566EA6"/>
    <w:rsid w:val="007B75B3"/>
    <w:rsid w:val="007C2E4C"/>
    <w:rsid w:val="008629FA"/>
    <w:rsid w:val="008658F9"/>
    <w:rsid w:val="00871C69"/>
    <w:rsid w:val="008A7F3E"/>
    <w:rsid w:val="0096051A"/>
    <w:rsid w:val="00987DB5"/>
    <w:rsid w:val="009B4BE6"/>
    <w:rsid w:val="009E29AE"/>
    <w:rsid w:val="009E59FC"/>
    <w:rsid w:val="00AC72C8"/>
    <w:rsid w:val="00AF2390"/>
    <w:rsid w:val="00B10ED9"/>
    <w:rsid w:val="00B25688"/>
    <w:rsid w:val="00B40970"/>
    <w:rsid w:val="00C02849"/>
    <w:rsid w:val="00D12794"/>
    <w:rsid w:val="00D67BD8"/>
    <w:rsid w:val="00DF7897"/>
    <w:rsid w:val="00E37B8A"/>
    <w:rsid w:val="00E609BC"/>
    <w:rsid w:val="00EB6B3D"/>
    <w:rsid w:val="00F2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F420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E59FC"/>
    <w:pPr>
      <w:spacing w:line="256" w:lineRule="auto"/>
      <w:ind w:left="720"/>
      <w:contextualSpacing/>
    </w:pPr>
  </w:style>
  <w:style w:type="paragraph" w:customStyle="1" w:styleId="ConsPlusCell">
    <w:name w:val="ConsPlusCell"/>
    <w:uiPriority w:val="99"/>
    <w:rsid w:val="009E59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7244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7244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93550"/>
    <w:rsid w:val="0047244C"/>
    <w:rsid w:val="00871C69"/>
    <w:rsid w:val="0096051A"/>
    <w:rsid w:val="009E29AE"/>
    <w:rsid w:val="00B13DA8"/>
    <w:rsid w:val="00B40970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111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cp:lastPrinted>2024-11-07T23:56:00Z</cp:lastPrinted>
  <dcterms:created xsi:type="dcterms:W3CDTF">2020-04-07T04:52:00Z</dcterms:created>
  <dcterms:modified xsi:type="dcterms:W3CDTF">2024-12-15T08:16:00Z</dcterms:modified>
</cp:coreProperties>
</file>