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E55086" w14:textId="77777777" w:rsidTr="00987DB5">
        <w:tc>
          <w:tcPr>
            <w:tcW w:w="9498" w:type="dxa"/>
          </w:tcPr>
          <w:p w14:paraId="71E5508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E5509D" wp14:editId="71E5509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E5508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1E5508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1E5508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1E55087" w14:textId="07CA7E64" w:rsidR="0033636C" w:rsidRPr="00CC49F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C49F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C49FE" w:rsidRPr="00CC49FE">
            <w:rPr>
              <w:rFonts w:ascii="Times New Roman" w:hAnsi="Times New Roman"/>
              <w:sz w:val="28"/>
              <w:szCs w:val="28"/>
            </w:rPr>
            <w:t>16 февраля 2023 года</w:t>
          </w:r>
        </w:sdtContent>
      </w:sdt>
      <w:r w:rsidRPr="00CC49F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C49FE" w:rsidRPr="00CC49FE">
            <w:rPr>
              <w:rFonts w:ascii="Times New Roman" w:hAnsi="Times New Roman"/>
              <w:sz w:val="28"/>
              <w:szCs w:val="28"/>
            </w:rPr>
            <w:t>78</w:t>
          </w:r>
        </w:sdtContent>
      </w:sdt>
    </w:p>
    <w:p w14:paraId="71E5508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1E55089" w14:textId="3EDE98B6" w:rsidR="0033636C" w:rsidRPr="006B3E0B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B3E0B">
        <w:rPr>
          <w:rFonts w:ascii="Times New Roman" w:hAnsi="Times New Roman"/>
          <w:b/>
          <w:sz w:val="28"/>
          <w:szCs w:val="28"/>
        </w:rPr>
        <w:t xml:space="preserve">Об утверждении Положения о проверке достоверности </w:t>
      </w:r>
      <w:r w:rsidR="006B3E0B">
        <w:rPr>
          <w:rFonts w:ascii="Times New Roman" w:hAnsi="Times New Roman"/>
          <w:b/>
          <w:sz w:val="28"/>
          <w:szCs w:val="28"/>
        </w:rPr>
        <w:br/>
      </w:r>
      <w:r w:rsidRPr="006B3E0B">
        <w:rPr>
          <w:rFonts w:ascii="Times New Roman" w:hAnsi="Times New Roman"/>
          <w:b/>
          <w:sz w:val="28"/>
          <w:szCs w:val="28"/>
        </w:rPr>
        <w:t xml:space="preserve">и полноты сведений о доходах, расходах, об имуществе </w:t>
      </w:r>
      <w:r w:rsidR="006B3E0B">
        <w:rPr>
          <w:rFonts w:ascii="Times New Roman" w:hAnsi="Times New Roman"/>
          <w:b/>
          <w:sz w:val="28"/>
          <w:szCs w:val="28"/>
        </w:rPr>
        <w:br/>
      </w:r>
      <w:r w:rsidRPr="006B3E0B">
        <w:rPr>
          <w:rFonts w:ascii="Times New Roman" w:hAnsi="Times New Roman"/>
          <w:b/>
          <w:sz w:val="28"/>
          <w:szCs w:val="28"/>
        </w:rPr>
        <w:t>и обязательствах имущественного характера, иных сведений, предоставляемых в соответствии с нормативными правовыми актами Российской Федерации</w:t>
      </w:r>
    </w:p>
    <w:p w14:paraId="434406D8" w14:textId="4079A757" w:rsidR="00AE5AA7" w:rsidRDefault="00A040C2" w:rsidP="006B3E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D03E7D" w:rsidRPr="00D03E7D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>ых законов</w:t>
      </w:r>
      <w:r w:rsidR="00D03E7D" w:rsidRPr="00D03E7D">
        <w:rPr>
          <w:rFonts w:ascii="Times New Roman" w:hAnsi="Times New Roman"/>
          <w:sz w:val="28"/>
          <w:szCs w:val="28"/>
        </w:rPr>
        <w:t xml:space="preserve"> от 02.03.2007 № 25-ФЗ «О муниципальной службе в Российской Федерации», от 25.12.2008 № 273-ФЗ «О противодействии коррупции», во исполнение Закона Сахалинской области от 06.07.2007 № 78-ЗО «Об отдельных вопросах муниципальной службы в Сахалинской области», руководствуясь ст. 36 Устава муниципального образования «Городской округ Ногликский», администрация муниципального образования «Городской о</w:t>
      </w:r>
      <w:r>
        <w:rPr>
          <w:rFonts w:ascii="Times New Roman" w:hAnsi="Times New Roman"/>
          <w:sz w:val="28"/>
          <w:szCs w:val="28"/>
        </w:rPr>
        <w:t>круг Ногликский»</w:t>
      </w:r>
      <w:r w:rsidR="00AE5AA7">
        <w:rPr>
          <w:rFonts w:ascii="Times New Roman" w:hAnsi="Times New Roman"/>
          <w:sz w:val="28"/>
          <w:szCs w:val="28"/>
        </w:rPr>
        <w:t xml:space="preserve"> </w:t>
      </w:r>
      <w:r w:rsidR="00AE5AA7" w:rsidRPr="006B3E0B">
        <w:rPr>
          <w:rFonts w:ascii="Times New Roman" w:hAnsi="Times New Roman"/>
          <w:b/>
          <w:sz w:val="28"/>
          <w:szCs w:val="28"/>
        </w:rPr>
        <w:t>ПОСТАНОВЛЯЕТ:</w:t>
      </w:r>
    </w:p>
    <w:p w14:paraId="26C63F3C" w14:textId="62F521D5" w:rsidR="00D03E7D" w:rsidRDefault="00D03E7D" w:rsidP="006B3E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E7D">
        <w:rPr>
          <w:rFonts w:ascii="Times New Roman" w:hAnsi="Times New Roman"/>
          <w:sz w:val="28"/>
          <w:szCs w:val="28"/>
        </w:rPr>
        <w:t>1. Утвердить Положение о проверке достоверности и полноты сведений о доходах, расходах, об имуществе и обязательствах имущественного характера, иных сведений, предоставляемых в соответствии с нормативными правовыми актами Российской Федерации</w:t>
      </w:r>
      <w:r w:rsidR="00AE5AA7">
        <w:rPr>
          <w:rFonts w:ascii="Times New Roman" w:hAnsi="Times New Roman"/>
          <w:sz w:val="28"/>
          <w:szCs w:val="28"/>
        </w:rPr>
        <w:t xml:space="preserve"> (прилагается)</w:t>
      </w:r>
      <w:r w:rsidRPr="00D03E7D">
        <w:rPr>
          <w:rFonts w:ascii="Times New Roman" w:hAnsi="Times New Roman"/>
          <w:sz w:val="28"/>
          <w:szCs w:val="28"/>
        </w:rPr>
        <w:t>.</w:t>
      </w:r>
    </w:p>
    <w:p w14:paraId="1B5E340E" w14:textId="39264BE6" w:rsidR="00AE5AA7" w:rsidRDefault="00AE5AA7" w:rsidP="006B3E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муниципального образования «Городской округ Ногликский» от 10.03.2020 № 108 «О утверждении</w:t>
      </w:r>
      <w:r w:rsidRPr="00AE5AA7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я</w:t>
      </w:r>
      <w:r w:rsidRPr="00AE5AA7">
        <w:rPr>
          <w:rFonts w:ascii="Times New Roman" w:hAnsi="Times New Roman"/>
          <w:sz w:val="28"/>
          <w:szCs w:val="28"/>
        </w:rPr>
        <w:t xml:space="preserve"> о проверке достоверности и полноты сведений о доходах, расходах, об имуществе и обязательствах имущественного характера, иных сведений, предоставляемых в соответствии с нормативными правовыми актами Российской Федерации</w:t>
      </w:r>
      <w:r>
        <w:rPr>
          <w:rFonts w:ascii="Times New Roman" w:hAnsi="Times New Roman"/>
          <w:sz w:val="28"/>
          <w:szCs w:val="28"/>
        </w:rPr>
        <w:t xml:space="preserve">». </w:t>
      </w:r>
    </w:p>
    <w:p w14:paraId="6A20E336" w14:textId="51AFFD8D" w:rsidR="00AE5AA7" w:rsidRDefault="00AE5AA7" w:rsidP="006B3E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03E7D" w:rsidRPr="00D03E7D">
        <w:rPr>
          <w:rFonts w:ascii="Times New Roman" w:hAnsi="Times New Roman"/>
          <w:sz w:val="28"/>
          <w:szCs w:val="28"/>
        </w:rPr>
        <w:t xml:space="preserve"> </w:t>
      </w:r>
      <w:r w:rsidRPr="00D03E7D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сети </w:t>
      </w:r>
      <w:r>
        <w:rPr>
          <w:rFonts w:ascii="Times New Roman" w:hAnsi="Times New Roman"/>
          <w:sz w:val="28"/>
          <w:szCs w:val="28"/>
        </w:rPr>
        <w:t>Интернет</w:t>
      </w:r>
      <w:r w:rsidRPr="00D03E7D">
        <w:rPr>
          <w:rFonts w:ascii="Times New Roman" w:hAnsi="Times New Roman"/>
          <w:sz w:val="28"/>
          <w:szCs w:val="28"/>
        </w:rPr>
        <w:t>.</w:t>
      </w:r>
    </w:p>
    <w:p w14:paraId="1E74AF79" w14:textId="058F8D3A" w:rsidR="00D03E7D" w:rsidRPr="00D03E7D" w:rsidRDefault="00AE5AA7" w:rsidP="006B3E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D03E7D" w:rsidRPr="00D03E7D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управляющ</w:t>
      </w:r>
      <w:r w:rsidR="006B3E0B">
        <w:rPr>
          <w:rFonts w:ascii="Times New Roman" w:hAnsi="Times New Roman"/>
          <w:sz w:val="28"/>
          <w:szCs w:val="28"/>
        </w:rPr>
        <w:t>его</w:t>
      </w:r>
      <w:r w:rsidR="00D03E7D" w:rsidRPr="00D03E7D">
        <w:rPr>
          <w:rFonts w:ascii="Times New Roman" w:hAnsi="Times New Roman"/>
          <w:sz w:val="28"/>
          <w:szCs w:val="28"/>
        </w:rPr>
        <w:t xml:space="preserve"> делами администрации муниципального образования «Городской округ Ногликский» Фомину А.С.</w:t>
      </w:r>
    </w:p>
    <w:p w14:paraId="178FDF26" w14:textId="1894B538" w:rsidR="00AE5AA7" w:rsidRDefault="00AE5AA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F8E69C" w14:textId="77777777" w:rsidR="006B3E0B" w:rsidRDefault="006B3E0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E5509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1E55097" w14:textId="1964FC0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AE5A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B3E0B">
      <w:footerReference w:type="default" r:id="rId7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550A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1E550A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550A3" w14:textId="0AF59FB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5509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1E550A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B1315"/>
    <w:rsid w:val="003E4257"/>
    <w:rsid w:val="004255BC"/>
    <w:rsid w:val="00520CBF"/>
    <w:rsid w:val="006B3E0B"/>
    <w:rsid w:val="00811731"/>
    <w:rsid w:val="008629FA"/>
    <w:rsid w:val="00987DB5"/>
    <w:rsid w:val="00A040C2"/>
    <w:rsid w:val="00AC72C8"/>
    <w:rsid w:val="00AE5AA7"/>
    <w:rsid w:val="00B10ED9"/>
    <w:rsid w:val="00B25688"/>
    <w:rsid w:val="00C02849"/>
    <w:rsid w:val="00CC49FE"/>
    <w:rsid w:val="00D03E7D"/>
    <w:rsid w:val="00D12794"/>
    <w:rsid w:val="00D67BD8"/>
    <w:rsid w:val="00DF7897"/>
    <w:rsid w:val="00E214E3"/>
    <w:rsid w:val="00E37B8A"/>
    <w:rsid w:val="00E609BC"/>
    <w:rsid w:val="00EF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E5508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AE5AA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B131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C4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C49F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302D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302D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302D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2023-02-21T06:11:00Z</cp:lastPrinted>
  <dcterms:created xsi:type="dcterms:W3CDTF">2020-04-07T04:52:00Z</dcterms:created>
  <dcterms:modified xsi:type="dcterms:W3CDTF">2023-02-21T06:11:00Z</dcterms:modified>
</cp:coreProperties>
</file>