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BD14B5" w:rsidRPr="00327963" w14:paraId="08455DD8" w14:textId="77777777" w:rsidTr="00DF523B">
        <w:tc>
          <w:tcPr>
            <w:tcW w:w="9498" w:type="dxa"/>
          </w:tcPr>
          <w:p w14:paraId="4D6D8B8D" w14:textId="77777777" w:rsidR="00BD14B5" w:rsidRPr="00327963" w:rsidRDefault="00BD14B5" w:rsidP="00DF523B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796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728533F" wp14:editId="310E455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8F71F7" w14:textId="2D2EF31B" w:rsidR="00BD14B5" w:rsidRPr="00327963" w:rsidRDefault="00BD14B5" w:rsidP="00DF523B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2796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 МУНИЦИПАЛЬНОГО ОБРАЗОВАНИЯ</w:t>
            </w:r>
          </w:p>
          <w:p w14:paraId="60141773" w14:textId="77777777" w:rsidR="00BD14B5" w:rsidRPr="00327963" w:rsidRDefault="00BD14B5" w:rsidP="00DF5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2796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НОГЛИКСКИЙ МУНИЦИПАЛЬНЫЙ ОКРУГ</w:t>
            </w:r>
          </w:p>
          <w:p w14:paraId="7DD48764" w14:textId="77777777" w:rsidR="00BD14B5" w:rsidRPr="00327963" w:rsidRDefault="00BD14B5" w:rsidP="00DF5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2796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САХАЛИНСКОЙ ОБЛАСТИ</w:t>
            </w:r>
          </w:p>
          <w:p w14:paraId="5D5B07C1" w14:textId="77777777" w:rsidR="00BD14B5" w:rsidRPr="00327963" w:rsidRDefault="00BD14B5" w:rsidP="00DF523B">
            <w:pPr>
              <w:keepNext/>
              <w:spacing w:before="18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79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 О С Т А Н О В Л Е Н И Е</w:t>
            </w:r>
          </w:p>
        </w:tc>
      </w:tr>
    </w:tbl>
    <w:p w14:paraId="682DDC11" w14:textId="10B0E35C" w:rsidR="00BD14B5" w:rsidRPr="00327963" w:rsidRDefault="00BD14B5" w:rsidP="00BD14B5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96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15CCF">
        <w:rPr>
          <w:rFonts w:ascii="Times New Roman" w:eastAsia="Times New Roman" w:hAnsi="Times New Roman"/>
          <w:sz w:val="28"/>
          <w:szCs w:val="28"/>
          <w:lang w:eastAsia="ru-RU"/>
        </w:rPr>
        <w:t>25 февраля 2025 года</w:t>
      </w:r>
      <w:r w:rsidRPr="0032796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15CCF">
        <w:rPr>
          <w:rFonts w:ascii="Times New Roman" w:eastAsia="Times New Roman" w:hAnsi="Times New Roman"/>
          <w:sz w:val="28"/>
          <w:szCs w:val="28"/>
          <w:lang w:eastAsia="ru-RU"/>
        </w:rPr>
        <w:t>78</w:t>
      </w:r>
      <w:bookmarkStart w:id="0" w:name="_GoBack"/>
      <w:bookmarkEnd w:id="0"/>
    </w:p>
    <w:p w14:paraId="426065A5" w14:textId="77777777" w:rsidR="00BD14B5" w:rsidRPr="00327963" w:rsidRDefault="00BD14B5" w:rsidP="00BD14B5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27963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327963">
        <w:rPr>
          <w:rFonts w:ascii="Times New Roman" w:eastAsia="Times New Roman" w:hAnsi="Times New Roman"/>
          <w:sz w:val="28"/>
          <w:szCs w:val="28"/>
          <w:lang w:eastAsia="ru-RU"/>
        </w:rPr>
        <w:t>. Ноглики</w:t>
      </w:r>
    </w:p>
    <w:p w14:paraId="474AF42A" w14:textId="77777777" w:rsidR="006077D3" w:rsidRPr="00327963" w:rsidRDefault="006077D3" w:rsidP="006077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7963">
        <w:rPr>
          <w:rFonts w:ascii="Times New Roman" w:hAnsi="Times New Roman"/>
          <w:b/>
          <w:bCs/>
          <w:sz w:val="28"/>
          <w:szCs w:val="28"/>
        </w:rPr>
        <w:t xml:space="preserve">Об утверждении примерного Положения об оплате труда </w:t>
      </w:r>
      <w:r w:rsidRPr="00327963">
        <w:rPr>
          <w:rFonts w:ascii="Times New Roman" w:hAnsi="Times New Roman"/>
          <w:b/>
          <w:bCs/>
          <w:sz w:val="28"/>
          <w:szCs w:val="28"/>
        </w:rPr>
        <w:br/>
        <w:t>работников муниципального автономного учреждения</w:t>
      </w:r>
    </w:p>
    <w:p w14:paraId="2185BF5C" w14:textId="77777777" w:rsidR="006077D3" w:rsidRPr="00327963" w:rsidRDefault="006077D3" w:rsidP="006077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7963">
        <w:rPr>
          <w:rFonts w:ascii="Times New Roman" w:hAnsi="Times New Roman"/>
          <w:b/>
          <w:bCs/>
          <w:sz w:val="28"/>
          <w:szCs w:val="28"/>
        </w:rPr>
        <w:t>«Редакция газеты «Знамя труда»</w:t>
      </w:r>
    </w:p>
    <w:p w14:paraId="230AE691" w14:textId="77777777" w:rsidR="008022A8" w:rsidRPr="00327963" w:rsidRDefault="008022A8" w:rsidP="008022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3C20B7" w14:textId="5FE81C52" w:rsidR="00FE0D56" w:rsidRPr="00327963" w:rsidRDefault="00FE0D56" w:rsidP="008022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963">
        <w:rPr>
          <w:rFonts w:ascii="Times New Roman" w:hAnsi="Times New Roman"/>
          <w:bCs/>
          <w:sz w:val="28"/>
          <w:szCs w:val="28"/>
        </w:rPr>
        <w:t xml:space="preserve">В соответствии со статьями 144 и 145 Трудового Кодекса Российской Федерации, пунктом 4 статьи 86 Бюджетного кодекса Российской Федерации, частью 4 статьи 4 Федерального закона от 03.11.2006 № 174-ФЗ </w:t>
      </w:r>
      <w:r w:rsidR="00157BBB" w:rsidRPr="00327963">
        <w:rPr>
          <w:rFonts w:ascii="Times New Roman" w:hAnsi="Times New Roman"/>
          <w:bCs/>
          <w:sz w:val="28"/>
          <w:szCs w:val="28"/>
        </w:rPr>
        <w:br/>
      </w:r>
      <w:r w:rsidRPr="00327963">
        <w:rPr>
          <w:rFonts w:ascii="Times New Roman" w:hAnsi="Times New Roman"/>
          <w:bCs/>
          <w:sz w:val="28"/>
          <w:szCs w:val="28"/>
        </w:rPr>
        <w:t xml:space="preserve">«Об автономных учреждениях», статьей </w:t>
      </w:r>
      <w:r w:rsidR="00112BF7" w:rsidRPr="00327963">
        <w:rPr>
          <w:rFonts w:ascii="Times New Roman" w:hAnsi="Times New Roman"/>
          <w:bCs/>
          <w:sz w:val="28"/>
          <w:szCs w:val="28"/>
        </w:rPr>
        <w:t>36</w:t>
      </w:r>
      <w:r w:rsidRPr="00327963">
        <w:rPr>
          <w:rFonts w:ascii="Times New Roman" w:hAnsi="Times New Roman"/>
          <w:bCs/>
          <w:sz w:val="28"/>
          <w:szCs w:val="28"/>
        </w:rPr>
        <w:t xml:space="preserve"> Устава муниципального </w:t>
      </w:r>
      <w:r w:rsidRPr="00327963">
        <w:rPr>
          <w:rFonts w:ascii="Times New Roman" w:hAnsi="Times New Roman"/>
          <w:bCs/>
          <w:sz w:val="28"/>
          <w:szCs w:val="28"/>
        </w:rPr>
        <w:br/>
        <w:t>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</w:t>
      </w:r>
      <w:r w:rsidR="00157BBB" w:rsidRPr="003279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27963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41BFF6BB" w14:textId="77777777" w:rsidR="008022A8" w:rsidRPr="00327963" w:rsidRDefault="008022A8" w:rsidP="008022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963">
        <w:rPr>
          <w:rFonts w:ascii="Times New Roman" w:hAnsi="Times New Roman"/>
          <w:bCs/>
          <w:sz w:val="28"/>
          <w:szCs w:val="28"/>
        </w:rPr>
        <w:t xml:space="preserve">1. Утвердить примерное Положение об оплате труда работников </w:t>
      </w:r>
      <w:r w:rsidRPr="00327963">
        <w:rPr>
          <w:rFonts w:ascii="Times New Roman" w:hAnsi="Times New Roman"/>
          <w:bCs/>
          <w:sz w:val="28"/>
          <w:szCs w:val="28"/>
        </w:rPr>
        <w:br/>
        <w:t>муниципального автономного учреждения «Редакция газеты «Знамя труда» (прилагается).</w:t>
      </w:r>
    </w:p>
    <w:p w14:paraId="7C692D49" w14:textId="66934C7B" w:rsidR="008022A8" w:rsidRPr="00327963" w:rsidRDefault="008022A8" w:rsidP="006A0FF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963">
        <w:rPr>
          <w:rFonts w:ascii="Times New Roman" w:hAnsi="Times New Roman"/>
          <w:bCs/>
          <w:sz w:val="28"/>
          <w:szCs w:val="28"/>
        </w:rPr>
        <w:t xml:space="preserve">2. Финансирование расходов, связанных с реализацией настоящего </w:t>
      </w:r>
      <w:r w:rsidRPr="00327963">
        <w:rPr>
          <w:rFonts w:ascii="Times New Roman" w:hAnsi="Times New Roman"/>
          <w:bCs/>
          <w:sz w:val="28"/>
          <w:szCs w:val="28"/>
        </w:rPr>
        <w:br/>
        <w:t xml:space="preserve">постановления, осуществлять в пределах средств, предусмотренных на оплату труда в плане финансово-хозяйственной деятельности муниципального автономного учреждения «Редакция газеты «Знамя труда» </w:t>
      </w:r>
      <w:r w:rsidR="00157BBB" w:rsidRPr="00327963">
        <w:rPr>
          <w:rFonts w:ascii="Times New Roman" w:hAnsi="Times New Roman"/>
          <w:bCs/>
          <w:sz w:val="28"/>
          <w:szCs w:val="28"/>
        </w:rPr>
        <w:br/>
      </w:r>
      <w:r w:rsidRPr="00327963">
        <w:rPr>
          <w:rFonts w:ascii="Times New Roman" w:hAnsi="Times New Roman"/>
          <w:bCs/>
          <w:sz w:val="28"/>
          <w:szCs w:val="28"/>
        </w:rPr>
        <w:t>на соответствующий финансовый год.</w:t>
      </w:r>
    </w:p>
    <w:p w14:paraId="69FB430D" w14:textId="56EF4253" w:rsidR="008022A8" w:rsidRPr="00327963" w:rsidRDefault="008022A8" w:rsidP="006A0FF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963">
        <w:rPr>
          <w:rFonts w:ascii="Times New Roman" w:hAnsi="Times New Roman"/>
          <w:bCs/>
          <w:sz w:val="28"/>
          <w:szCs w:val="28"/>
        </w:rPr>
        <w:t xml:space="preserve">3. Действие настоящего постановления распространяется </w:t>
      </w:r>
      <w:r w:rsidR="00157BBB" w:rsidRPr="00327963">
        <w:rPr>
          <w:rFonts w:ascii="Times New Roman" w:hAnsi="Times New Roman"/>
          <w:bCs/>
          <w:sz w:val="28"/>
          <w:szCs w:val="28"/>
        </w:rPr>
        <w:br/>
      </w:r>
      <w:r w:rsidRPr="00327963">
        <w:rPr>
          <w:rFonts w:ascii="Times New Roman" w:hAnsi="Times New Roman"/>
          <w:bCs/>
          <w:sz w:val="28"/>
          <w:szCs w:val="28"/>
        </w:rPr>
        <w:t>на правоотношения, возникшие с 01.01.2025 года.</w:t>
      </w:r>
    </w:p>
    <w:p w14:paraId="67483B89" w14:textId="4FAE63D9" w:rsidR="006077D3" w:rsidRPr="00327963" w:rsidRDefault="006A0FF1" w:rsidP="001F1BF0">
      <w:pPr>
        <w:spacing w:after="0" w:line="240" w:lineRule="auto"/>
        <w:ind w:firstLine="708"/>
        <w:jc w:val="both"/>
        <w:rPr>
          <w:sz w:val="28"/>
          <w:szCs w:val="28"/>
        </w:rPr>
      </w:pPr>
      <w:r w:rsidRPr="00327963">
        <w:rPr>
          <w:rFonts w:ascii="Times New Roman" w:hAnsi="Times New Roman"/>
          <w:bCs/>
          <w:sz w:val="28"/>
          <w:szCs w:val="28"/>
        </w:rPr>
        <w:t>4</w:t>
      </w:r>
      <w:r w:rsidR="006077D3" w:rsidRPr="00327963">
        <w:rPr>
          <w:rFonts w:ascii="Times New Roman" w:hAnsi="Times New Roman"/>
          <w:bCs/>
          <w:sz w:val="28"/>
          <w:szCs w:val="28"/>
        </w:rPr>
        <w:t xml:space="preserve">. Признать утратившим силу с 01.01.2025 года </w:t>
      </w:r>
      <w:r w:rsidR="006077D3" w:rsidRPr="00327963">
        <w:rPr>
          <w:rFonts w:ascii="Times New Roman" w:hAnsi="Times New Roman"/>
          <w:sz w:val="28"/>
          <w:szCs w:val="28"/>
        </w:rPr>
        <w:t>постановлени</w:t>
      </w:r>
      <w:r w:rsidR="00C11A98" w:rsidRPr="00327963">
        <w:rPr>
          <w:rFonts w:ascii="Times New Roman" w:hAnsi="Times New Roman"/>
          <w:sz w:val="28"/>
          <w:szCs w:val="28"/>
        </w:rPr>
        <w:t>е</w:t>
      </w:r>
      <w:r w:rsidR="006077D3" w:rsidRPr="00327963">
        <w:rPr>
          <w:rFonts w:ascii="Times New Roman" w:hAnsi="Times New Roman"/>
          <w:sz w:val="28"/>
          <w:szCs w:val="28"/>
        </w:rPr>
        <w:t xml:space="preserve"> администрации</w:t>
      </w:r>
      <w:r w:rsidR="00C11A98" w:rsidRPr="00327963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6077D3" w:rsidRPr="00327963">
        <w:rPr>
          <w:rFonts w:ascii="Times New Roman" w:hAnsi="Times New Roman"/>
          <w:sz w:val="28"/>
          <w:szCs w:val="28"/>
        </w:rPr>
        <w:t xml:space="preserve"> </w:t>
      </w:r>
      <w:r w:rsidR="009120C5" w:rsidRPr="00327963">
        <w:rPr>
          <w:rFonts w:ascii="Times New Roman" w:hAnsi="Times New Roman"/>
          <w:sz w:val="28"/>
          <w:szCs w:val="28"/>
        </w:rPr>
        <w:t xml:space="preserve">от 06 мая 2020 года № 214 </w:t>
      </w:r>
      <w:r w:rsidR="006077D3" w:rsidRPr="00327963">
        <w:rPr>
          <w:rFonts w:ascii="Times New Roman" w:hAnsi="Times New Roman"/>
          <w:sz w:val="28"/>
          <w:szCs w:val="28"/>
        </w:rPr>
        <w:t>«Об утверждении примерного Положения об оплате труда работников муниципального автономного учреждения «Редакция газеты «Знамя труда»</w:t>
      </w:r>
      <w:r w:rsidR="009120C5" w:rsidRPr="00327963">
        <w:rPr>
          <w:rFonts w:ascii="Times New Roman" w:hAnsi="Times New Roman"/>
          <w:sz w:val="28"/>
          <w:szCs w:val="28"/>
        </w:rPr>
        <w:t>.</w:t>
      </w:r>
    </w:p>
    <w:p w14:paraId="5920F399" w14:textId="0192AD99" w:rsidR="006A0FF1" w:rsidRPr="00327963" w:rsidRDefault="006A0FF1" w:rsidP="006A0FF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963">
        <w:rPr>
          <w:rFonts w:ascii="Times New Roman" w:hAnsi="Times New Roman"/>
          <w:bCs/>
          <w:sz w:val="28"/>
          <w:szCs w:val="28"/>
        </w:rPr>
        <w:t xml:space="preserve">5. Опубликовать настоящее постановление в газете «Знамя труда» </w:t>
      </w:r>
      <w:r w:rsidR="00157BBB" w:rsidRPr="00327963">
        <w:rPr>
          <w:rFonts w:ascii="Times New Roman" w:hAnsi="Times New Roman"/>
          <w:bCs/>
          <w:sz w:val="28"/>
          <w:szCs w:val="28"/>
        </w:rPr>
        <w:br/>
      </w:r>
      <w:r w:rsidRPr="00327963">
        <w:rPr>
          <w:rFonts w:ascii="Times New Roman" w:hAnsi="Times New Roman"/>
          <w:bCs/>
          <w:sz w:val="28"/>
          <w:szCs w:val="28"/>
        </w:rPr>
        <w:t xml:space="preserve">и </w:t>
      </w:r>
      <w:r w:rsidR="00157BBB" w:rsidRPr="00327963">
        <w:rPr>
          <w:rFonts w:ascii="Times New Roman" w:hAnsi="Times New Roman"/>
          <w:bCs/>
          <w:sz w:val="28"/>
          <w:szCs w:val="28"/>
        </w:rPr>
        <w:t xml:space="preserve">разместить </w:t>
      </w:r>
      <w:r w:rsidRPr="00327963">
        <w:rPr>
          <w:rFonts w:ascii="Times New Roman" w:hAnsi="Times New Roman"/>
          <w:bCs/>
          <w:sz w:val="28"/>
          <w:szCs w:val="28"/>
        </w:rPr>
        <w:t>на официальном сайте муниципального образования Ногликский муниципальный округ Сахалинской области</w:t>
      </w:r>
      <w:r w:rsidRPr="003279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27963">
        <w:rPr>
          <w:rFonts w:ascii="Times New Roman" w:hAnsi="Times New Roman"/>
          <w:sz w:val="28"/>
          <w:szCs w:val="28"/>
        </w:rPr>
        <w:t>в</w:t>
      </w:r>
      <w:r w:rsidRPr="00327963">
        <w:rPr>
          <w:rFonts w:ascii="Times New Roman" w:hAnsi="Times New Roman"/>
          <w:bCs/>
          <w:sz w:val="28"/>
          <w:szCs w:val="28"/>
        </w:rPr>
        <w:t xml:space="preserve"> </w:t>
      </w:r>
      <w:r w:rsidRPr="00327963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327963">
        <w:rPr>
          <w:rFonts w:ascii="Times New Roman" w:hAnsi="Times New Roman"/>
          <w:bCs/>
          <w:sz w:val="28"/>
          <w:szCs w:val="28"/>
        </w:rPr>
        <w:t>сети «Интернет».</w:t>
      </w:r>
    </w:p>
    <w:p w14:paraId="602E25F2" w14:textId="77777777" w:rsidR="006077D3" w:rsidRPr="00327963" w:rsidRDefault="006077D3" w:rsidP="006A0FF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572AE4C" w14:textId="2F79FA96" w:rsidR="008022A8" w:rsidRPr="00327963" w:rsidRDefault="006077D3" w:rsidP="006A0FF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963">
        <w:rPr>
          <w:rFonts w:ascii="Times New Roman" w:hAnsi="Times New Roman"/>
          <w:bCs/>
          <w:sz w:val="28"/>
          <w:szCs w:val="28"/>
        </w:rPr>
        <w:lastRenderedPageBreak/>
        <w:t>6</w:t>
      </w:r>
      <w:r w:rsidR="008022A8" w:rsidRPr="00327963">
        <w:rPr>
          <w:rFonts w:ascii="Times New Roman" w:hAnsi="Times New Roman"/>
          <w:bCs/>
          <w:sz w:val="28"/>
          <w:szCs w:val="28"/>
        </w:rPr>
        <w:t xml:space="preserve">. Контроль за исполнением настоящего постановления возложить </w:t>
      </w:r>
      <w:r w:rsidR="00157BBB" w:rsidRPr="00327963">
        <w:rPr>
          <w:rFonts w:ascii="Times New Roman" w:hAnsi="Times New Roman"/>
          <w:bCs/>
          <w:sz w:val="28"/>
          <w:szCs w:val="28"/>
        </w:rPr>
        <w:br/>
      </w:r>
      <w:r w:rsidR="008022A8" w:rsidRPr="00327963">
        <w:rPr>
          <w:rFonts w:ascii="Times New Roman" w:hAnsi="Times New Roman"/>
          <w:bCs/>
          <w:sz w:val="28"/>
          <w:szCs w:val="28"/>
        </w:rPr>
        <w:t xml:space="preserve">на управляющего делами администрации муниципального образования Ногликский муниципальный округ Сахалинской </w:t>
      </w:r>
      <w:r w:rsidR="00BB254D" w:rsidRPr="00327963">
        <w:rPr>
          <w:rFonts w:ascii="Times New Roman" w:hAnsi="Times New Roman"/>
          <w:bCs/>
          <w:sz w:val="28"/>
          <w:szCs w:val="28"/>
        </w:rPr>
        <w:t>области</w:t>
      </w:r>
      <w:r w:rsidR="00BB254D" w:rsidRPr="003279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B254D" w:rsidRPr="00327963">
        <w:rPr>
          <w:rFonts w:ascii="Times New Roman" w:hAnsi="Times New Roman"/>
          <w:bCs/>
          <w:sz w:val="28"/>
          <w:szCs w:val="28"/>
        </w:rPr>
        <w:t>Авдеева</w:t>
      </w:r>
      <w:r w:rsidR="00157BBB" w:rsidRPr="00327963">
        <w:rPr>
          <w:rFonts w:ascii="Times New Roman" w:hAnsi="Times New Roman"/>
          <w:bCs/>
          <w:sz w:val="28"/>
          <w:szCs w:val="28"/>
        </w:rPr>
        <w:t xml:space="preserve"> И.Ю.</w:t>
      </w:r>
    </w:p>
    <w:p w14:paraId="7B957D56" w14:textId="77777777" w:rsidR="008022A8" w:rsidRPr="00327963" w:rsidRDefault="008022A8" w:rsidP="00157BB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30F64361" w14:textId="77777777" w:rsidR="008022A8" w:rsidRPr="00327963" w:rsidRDefault="008022A8" w:rsidP="00157BB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60707F7" w14:textId="77777777" w:rsidR="00157BBB" w:rsidRPr="00327963" w:rsidRDefault="00157BBB" w:rsidP="00157BB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283B2E2" w14:textId="77777777" w:rsidR="008022A8" w:rsidRPr="00327963" w:rsidRDefault="008022A8" w:rsidP="008022A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27963">
        <w:rPr>
          <w:rFonts w:ascii="Times New Roman" w:hAnsi="Times New Roman"/>
          <w:bCs/>
          <w:sz w:val="28"/>
          <w:szCs w:val="28"/>
        </w:rPr>
        <w:t xml:space="preserve">Мэр муниципального образования </w:t>
      </w:r>
    </w:p>
    <w:p w14:paraId="41726F5A" w14:textId="2116F168" w:rsidR="00FE0D56" w:rsidRPr="00327963" w:rsidRDefault="008022A8" w:rsidP="004262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7963">
        <w:rPr>
          <w:rFonts w:ascii="Times New Roman" w:hAnsi="Times New Roman"/>
          <w:bCs/>
          <w:sz w:val="28"/>
          <w:szCs w:val="28"/>
        </w:rPr>
        <w:t>Ногликский</w:t>
      </w:r>
      <w:r w:rsidR="004262D9">
        <w:rPr>
          <w:rFonts w:ascii="Times New Roman" w:hAnsi="Times New Roman"/>
          <w:bCs/>
          <w:sz w:val="28"/>
          <w:szCs w:val="28"/>
        </w:rPr>
        <w:t xml:space="preserve"> муниципальный округ </w:t>
      </w:r>
      <w:r w:rsidR="004262D9">
        <w:rPr>
          <w:rFonts w:ascii="Times New Roman" w:hAnsi="Times New Roman"/>
          <w:bCs/>
          <w:sz w:val="28"/>
          <w:szCs w:val="28"/>
        </w:rPr>
        <w:br/>
        <w:t>Сахалинской области</w:t>
      </w:r>
      <w:r w:rsidRPr="00327963">
        <w:rPr>
          <w:rFonts w:ascii="Times New Roman" w:hAnsi="Times New Roman"/>
          <w:bCs/>
          <w:sz w:val="28"/>
          <w:szCs w:val="28"/>
        </w:rPr>
        <w:t xml:space="preserve"> </w:t>
      </w:r>
      <w:r w:rsidRPr="00327963">
        <w:rPr>
          <w:rFonts w:ascii="Times New Roman" w:hAnsi="Times New Roman"/>
          <w:bCs/>
          <w:sz w:val="28"/>
          <w:szCs w:val="28"/>
        </w:rPr>
        <w:tab/>
      </w:r>
      <w:r w:rsidRPr="00327963">
        <w:rPr>
          <w:rFonts w:ascii="Times New Roman" w:hAnsi="Times New Roman"/>
          <w:bCs/>
          <w:sz w:val="28"/>
          <w:szCs w:val="28"/>
        </w:rPr>
        <w:tab/>
      </w:r>
      <w:r w:rsidRPr="00327963">
        <w:rPr>
          <w:rFonts w:ascii="Times New Roman" w:hAnsi="Times New Roman"/>
          <w:bCs/>
          <w:sz w:val="28"/>
          <w:szCs w:val="28"/>
        </w:rPr>
        <w:tab/>
      </w:r>
      <w:r w:rsidRPr="00327963">
        <w:rPr>
          <w:rFonts w:ascii="Times New Roman" w:hAnsi="Times New Roman"/>
          <w:bCs/>
          <w:sz w:val="28"/>
          <w:szCs w:val="28"/>
        </w:rPr>
        <w:tab/>
      </w:r>
      <w:r w:rsidR="004262D9">
        <w:rPr>
          <w:rFonts w:ascii="Times New Roman" w:hAnsi="Times New Roman"/>
          <w:bCs/>
          <w:sz w:val="28"/>
          <w:szCs w:val="28"/>
        </w:rPr>
        <w:tab/>
      </w:r>
      <w:r w:rsidR="004262D9">
        <w:rPr>
          <w:rFonts w:ascii="Times New Roman" w:hAnsi="Times New Roman"/>
          <w:bCs/>
          <w:sz w:val="28"/>
          <w:szCs w:val="28"/>
        </w:rPr>
        <w:tab/>
      </w:r>
      <w:r w:rsidRPr="00327963">
        <w:rPr>
          <w:rFonts w:ascii="Times New Roman" w:hAnsi="Times New Roman"/>
          <w:bCs/>
          <w:sz w:val="28"/>
          <w:szCs w:val="28"/>
        </w:rPr>
        <w:tab/>
      </w:r>
      <w:r w:rsidR="00157BBB" w:rsidRPr="00327963">
        <w:rPr>
          <w:rFonts w:ascii="Times New Roman" w:hAnsi="Times New Roman"/>
          <w:bCs/>
          <w:sz w:val="28"/>
          <w:szCs w:val="28"/>
        </w:rPr>
        <w:t xml:space="preserve">        </w:t>
      </w:r>
      <w:r w:rsidRPr="00327963">
        <w:rPr>
          <w:rFonts w:ascii="Times New Roman" w:hAnsi="Times New Roman"/>
          <w:bCs/>
          <w:sz w:val="28"/>
          <w:szCs w:val="28"/>
        </w:rPr>
        <w:t>С.В.</w:t>
      </w:r>
      <w:r w:rsidR="00BB254D" w:rsidRPr="00327963">
        <w:rPr>
          <w:rFonts w:ascii="Times New Roman" w:hAnsi="Times New Roman"/>
          <w:bCs/>
          <w:sz w:val="28"/>
          <w:szCs w:val="28"/>
        </w:rPr>
        <w:t xml:space="preserve"> Гурьянов</w:t>
      </w:r>
    </w:p>
    <w:sectPr w:rsidR="00FE0D56" w:rsidRPr="00327963" w:rsidSect="001F1BF0">
      <w:headerReference w:type="default" r:id="rId8"/>
      <w:pgSz w:w="11907" w:h="16839" w:code="9"/>
      <w:pgMar w:top="1134" w:right="851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326D0" w14:textId="77777777" w:rsidR="00050FE1" w:rsidRDefault="00050FE1">
      <w:pPr>
        <w:spacing w:after="0" w:line="240" w:lineRule="auto"/>
      </w:pPr>
      <w:r>
        <w:separator/>
      </w:r>
    </w:p>
  </w:endnote>
  <w:endnote w:type="continuationSeparator" w:id="0">
    <w:p w14:paraId="62B4C90F" w14:textId="77777777" w:rsidR="00050FE1" w:rsidRDefault="00050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C674A" w14:textId="77777777" w:rsidR="00050FE1" w:rsidRDefault="00050FE1">
      <w:pPr>
        <w:spacing w:after="0" w:line="240" w:lineRule="auto"/>
      </w:pPr>
      <w:r>
        <w:separator/>
      </w:r>
    </w:p>
  </w:footnote>
  <w:footnote w:type="continuationSeparator" w:id="0">
    <w:p w14:paraId="5F03543A" w14:textId="77777777" w:rsidR="00050FE1" w:rsidRDefault="00050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75881" w14:textId="774600F3" w:rsidR="00A154ED" w:rsidRDefault="00D1780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15CC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0502E"/>
    <w:multiLevelType w:val="hybridMultilevel"/>
    <w:tmpl w:val="3ED25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87"/>
    <w:rsid w:val="00050FE1"/>
    <w:rsid w:val="00053BD0"/>
    <w:rsid w:val="00112BF7"/>
    <w:rsid w:val="00137717"/>
    <w:rsid w:val="00157BBB"/>
    <w:rsid w:val="00185FEC"/>
    <w:rsid w:val="00190AF1"/>
    <w:rsid w:val="001C6287"/>
    <w:rsid w:val="001F1BF0"/>
    <w:rsid w:val="00215CCF"/>
    <w:rsid w:val="00232A80"/>
    <w:rsid w:val="002A4BB3"/>
    <w:rsid w:val="002C1589"/>
    <w:rsid w:val="003274E6"/>
    <w:rsid w:val="00327963"/>
    <w:rsid w:val="00375DBC"/>
    <w:rsid w:val="003E407A"/>
    <w:rsid w:val="004262D9"/>
    <w:rsid w:val="00461E18"/>
    <w:rsid w:val="004706AB"/>
    <w:rsid w:val="004C4833"/>
    <w:rsid w:val="004F57CE"/>
    <w:rsid w:val="0059523E"/>
    <w:rsid w:val="006077D3"/>
    <w:rsid w:val="006314C8"/>
    <w:rsid w:val="00647196"/>
    <w:rsid w:val="006A0FF1"/>
    <w:rsid w:val="006A1921"/>
    <w:rsid w:val="006D1856"/>
    <w:rsid w:val="006E285A"/>
    <w:rsid w:val="0075352C"/>
    <w:rsid w:val="00763EC0"/>
    <w:rsid w:val="008022A8"/>
    <w:rsid w:val="00903489"/>
    <w:rsid w:val="00907D6D"/>
    <w:rsid w:val="009120C5"/>
    <w:rsid w:val="00987DB5"/>
    <w:rsid w:val="009A33F2"/>
    <w:rsid w:val="00A154ED"/>
    <w:rsid w:val="00A714FE"/>
    <w:rsid w:val="00A973F1"/>
    <w:rsid w:val="00B25688"/>
    <w:rsid w:val="00B50A7D"/>
    <w:rsid w:val="00BA3CFC"/>
    <w:rsid w:val="00BB254D"/>
    <w:rsid w:val="00BD14B5"/>
    <w:rsid w:val="00C11A98"/>
    <w:rsid w:val="00C20EE2"/>
    <w:rsid w:val="00D17800"/>
    <w:rsid w:val="00F425B1"/>
    <w:rsid w:val="00FE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64373"/>
  <w15:chartTrackingRefBased/>
  <w15:docId w15:val="{CB33D2D6-8964-403B-AD32-8C5A3DCC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AF1"/>
    <w:pPr>
      <w:ind w:left="720"/>
      <w:contextualSpacing/>
    </w:pPr>
  </w:style>
  <w:style w:type="paragraph" w:styleId="a4">
    <w:name w:val="header"/>
    <w:basedOn w:val="a"/>
    <w:link w:val="a5"/>
    <w:uiPriority w:val="99"/>
    <w:rsid w:val="008022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022A8"/>
    <w:rPr>
      <w:rFonts w:ascii="Times New Roman" w:eastAsia="Times New Roman" w:hAnsi="Times New Roman"/>
    </w:rPr>
  </w:style>
  <w:style w:type="character" w:styleId="a6">
    <w:name w:val="page number"/>
    <w:basedOn w:val="a0"/>
    <w:uiPriority w:val="99"/>
    <w:rsid w:val="008022A8"/>
    <w:rPr>
      <w:rFonts w:cs="Times New Roman"/>
    </w:rPr>
  </w:style>
  <w:style w:type="paragraph" w:customStyle="1" w:styleId="ConsPlusNormal">
    <w:name w:val="ConsPlusNormal"/>
    <w:uiPriority w:val="99"/>
    <w:rsid w:val="008022A8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styleId="a7">
    <w:name w:val="Hyperlink"/>
    <w:basedOn w:val="a0"/>
    <w:uiPriority w:val="99"/>
    <w:semiHidden/>
    <w:unhideWhenUsed/>
    <w:rsid w:val="008022A8"/>
    <w:rPr>
      <w:rFonts w:ascii="Times New Roman" w:hAnsi="Times New Roman" w:cs="Times New Roman"/>
      <w:color w:val="0000FF"/>
      <w:u w:val="single"/>
    </w:rPr>
  </w:style>
  <w:style w:type="character" w:customStyle="1" w:styleId="docuntyped-name">
    <w:name w:val="doc__untyped-name"/>
    <w:uiPriority w:val="99"/>
    <w:rsid w:val="008022A8"/>
    <w:rPr>
      <w:rFonts w:ascii="Times New Roman" w:hAnsi="Times New Roman"/>
    </w:rPr>
  </w:style>
  <w:style w:type="paragraph" w:styleId="a8">
    <w:name w:val="footer"/>
    <w:basedOn w:val="a"/>
    <w:link w:val="a9"/>
    <w:uiPriority w:val="99"/>
    <w:unhideWhenUsed/>
    <w:rsid w:val="00157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7BBB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15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15CC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&#1043;&#1083;&#1072;&#1074;.&#1088;&#1077;&#1076;&#1072;&#1082;&#1090;&#1086;&#1088;\Downloads\Telegram%20Desktop\&#1041;&#1083;&#1072;&#1085;&#1082;_&#1055;&#1086;&#1089;&#1090;&#1072;&#1085;&#1086;&#1074;&#1083;&#1077;&#1085;&#1080;&#1103;_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Бланк_Постановления_администрации</Template>
  <TotalTime>33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Глав.редактор</dc:creator>
  <cp:keywords/>
  <dc:description/>
  <cp:lastModifiedBy>Жанна С. Соколова</cp:lastModifiedBy>
  <cp:revision>9</cp:revision>
  <cp:lastPrinted>2025-02-25T06:56:00Z</cp:lastPrinted>
  <dcterms:created xsi:type="dcterms:W3CDTF">2025-02-06T00:37:00Z</dcterms:created>
  <dcterms:modified xsi:type="dcterms:W3CDTF">2025-02-25T06:57:00Z</dcterms:modified>
</cp:coreProperties>
</file>