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EA8828A" w14:textId="77777777" w:rsidTr="00987DB5">
        <w:tc>
          <w:tcPr>
            <w:tcW w:w="9498" w:type="dxa"/>
          </w:tcPr>
          <w:p w14:paraId="4EA88286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EA882A1" wp14:editId="4EA882A2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A88287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EA88288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EA88289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EA8828B" w14:textId="0F5F4406" w:rsidR="0033636C" w:rsidRPr="0047026B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47026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47026B" w:rsidRPr="0047026B">
            <w:rPr>
              <w:rFonts w:ascii="Times New Roman" w:hAnsi="Times New Roman"/>
              <w:sz w:val="28"/>
              <w:szCs w:val="28"/>
            </w:rPr>
            <w:t>22 декабря 2023 года</w:t>
          </w:r>
        </w:sdtContent>
      </w:sdt>
      <w:r w:rsidRPr="0047026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47026B" w:rsidRPr="0047026B">
            <w:rPr>
              <w:rFonts w:ascii="Times New Roman" w:hAnsi="Times New Roman"/>
              <w:sz w:val="28"/>
              <w:szCs w:val="28"/>
            </w:rPr>
            <w:t>794</w:t>
          </w:r>
        </w:sdtContent>
      </w:sdt>
    </w:p>
    <w:bookmarkEnd w:id="0"/>
    <w:p w14:paraId="4EA8828C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9B27831" w14:textId="77777777" w:rsidR="00347F02" w:rsidRDefault="00347F02" w:rsidP="00347F02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 утверждении графика согласования номенклатуры дел,</w:t>
      </w:r>
    </w:p>
    <w:p w14:paraId="5EB9C13F" w14:textId="77777777" w:rsidR="00347F02" w:rsidRDefault="00347F02" w:rsidP="00347F02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упорядочения и передачи документов </w:t>
      </w:r>
    </w:p>
    <w:p w14:paraId="173778BD" w14:textId="77777777" w:rsidR="00347F02" w:rsidRDefault="00347F02" w:rsidP="00347F02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 МКУ «Архив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Ногликского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района» на 2024 год</w:t>
      </w:r>
    </w:p>
    <w:p w14:paraId="17ECFB04" w14:textId="77777777" w:rsidR="00347F02" w:rsidRDefault="00347F02" w:rsidP="00347F02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A263F9E" w14:textId="63BE01BB" w:rsidR="00347F02" w:rsidRPr="005B7D77" w:rsidRDefault="00347F02" w:rsidP="00FA6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D77">
        <w:rPr>
          <w:rFonts w:ascii="Times New Roman" w:hAnsi="Times New Roman" w:cs="Times New Roman"/>
          <w:sz w:val="28"/>
          <w:szCs w:val="28"/>
        </w:rPr>
        <w:t xml:space="preserve">В соответствии со ст. </w:t>
      </w:r>
      <w:r>
        <w:rPr>
          <w:rFonts w:ascii="Times New Roman" w:hAnsi="Times New Roman" w:cs="Times New Roman"/>
          <w:sz w:val="28"/>
          <w:szCs w:val="28"/>
        </w:rPr>
        <w:t>16 Федерального</w:t>
      </w:r>
      <w:r w:rsidRPr="005B7D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закона</w:t>
      </w:r>
      <w:r w:rsidRPr="005B7D77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="00FA69A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</w:t>
      </w:r>
      <w:r w:rsidRPr="005B7D77">
        <w:rPr>
          <w:rFonts w:ascii="Times New Roman" w:hAnsi="Times New Roman" w:cs="Times New Roman"/>
          <w:sz w:val="28"/>
          <w:szCs w:val="28"/>
        </w:rPr>
        <w:t xml:space="preserve">, руководствуясь ст. </w:t>
      </w:r>
      <w:r>
        <w:rPr>
          <w:rFonts w:ascii="Times New Roman" w:hAnsi="Times New Roman" w:cs="Times New Roman"/>
          <w:sz w:val="28"/>
          <w:szCs w:val="28"/>
        </w:rPr>
        <w:t>36</w:t>
      </w:r>
      <w:r w:rsidRPr="005B7D77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«Городской округ </w:t>
      </w:r>
      <w:proofErr w:type="spellStart"/>
      <w:r w:rsidRPr="005B7D77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5B7D77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«Городской 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br/>
      </w:r>
      <w:r w:rsidRPr="00FA69AE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08638823" w14:textId="61807CD0" w:rsidR="00347F02" w:rsidRDefault="00347F02" w:rsidP="00FA6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D7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Утвердить </w:t>
      </w:r>
      <w:r w:rsidR="00D86DC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рафик согласования</w:t>
      </w:r>
      <w:r w:rsidR="00D86DC9">
        <w:rPr>
          <w:rFonts w:ascii="Times New Roman" w:hAnsi="Times New Roman" w:cs="Times New Roman"/>
          <w:sz w:val="28"/>
          <w:szCs w:val="28"/>
        </w:rPr>
        <w:t xml:space="preserve"> номенклатуры дел</w:t>
      </w:r>
      <w:r>
        <w:rPr>
          <w:rFonts w:ascii="Times New Roman" w:hAnsi="Times New Roman" w:cs="Times New Roman"/>
          <w:sz w:val="28"/>
          <w:szCs w:val="28"/>
        </w:rPr>
        <w:t xml:space="preserve">, упорядочения и передачи документов в МКУ «Архив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Ногликского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 на 2024 год (прилагается).</w:t>
      </w:r>
    </w:p>
    <w:p w14:paraId="6D6A643B" w14:textId="77777777" w:rsidR="00347F02" w:rsidRPr="009C4769" w:rsidRDefault="00347F02" w:rsidP="00FA6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C4769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муниципального образования «Городской округ </w:t>
      </w:r>
      <w:proofErr w:type="spellStart"/>
      <w:r w:rsidRPr="009C4769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9C4769">
        <w:rPr>
          <w:rFonts w:ascii="Times New Roman" w:hAnsi="Times New Roman" w:cs="Times New Roman"/>
          <w:sz w:val="28"/>
          <w:szCs w:val="28"/>
        </w:rPr>
        <w:t xml:space="preserve">» от </w:t>
      </w:r>
      <w:r>
        <w:rPr>
          <w:rFonts w:ascii="Times New Roman" w:hAnsi="Times New Roman" w:cs="Times New Roman"/>
          <w:sz w:val="28"/>
          <w:szCs w:val="28"/>
        </w:rPr>
        <w:t xml:space="preserve">22 декабря 2022 года № 733 «Об утверждении графика согласования номенклатуры дел, упорядочения и передачи документов в МКУ </w:t>
      </w:r>
      <w:r w:rsidRPr="009C4769">
        <w:rPr>
          <w:rFonts w:ascii="Times New Roman" w:hAnsi="Times New Roman" w:cs="Times New Roman"/>
          <w:sz w:val="28"/>
          <w:szCs w:val="28"/>
        </w:rPr>
        <w:t xml:space="preserve">«Архив </w:t>
      </w:r>
      <w:proofErr w:type="spellStart"/>
      <w:r w:rsidRPr="009C4769">
        <w:rPr>
          <w:rFonts w:ascii="Times New Roman" w:hAnsi="Times New Roman" w:cs="Times New Roman"/>
          <w:sz w:val="28"/>
          <w:szCs w:val="28"/>
        </w:rPr>
        <w:t>Ногликского</w:t>
      </w:r>
      <w:proofErr w:type="spellEnd"/>
      <w:r w:rsidRPr="009C4769">
        <w:rPr>
          <w:rFonts w:ascii="Times New Roman" w:hAnsi="Times New Roman" w:cs="Times New Roman"/>
          <w:sz w:val="28"/>
          <w:szCs w:val="28"/>
        </w:rPr>
        <w:t xml:space="preserve"> района»</w:t>
      </w:r>
      <w:r>
        <w:rPr>
          <w:rFonts w:ascii="Times New Roman" w:hAnsi="Times New Roman" w:cs="Times New Roman"/>
          <w:sz w:val="28"/>
          <w:szCs w:val="28"/>
        </w:rPr>
        <w:t xml:space="preserve"> на 2023 год».</w:t>
      </w:r>
    </w:p>
    <w:p w14:paraId="25940A25" w14:textId="77777777" w:rsidR="00347F02" w:rsidRDefault="00347F02" w:rsidP="00FA6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B7D7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Руководителям учреждений, организаций и предприятий муниципального образования «Городской 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обеспечить упорядочение и передачу документов в МКУ «Архив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Ногликского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 в соответствии с графиком.</w:t>
      </w:r>
    </w:p>
    <w:p w14:paraId="3B55F7B2" w14:textId="56ABF1CB" w:rsidR="00347F02" w:rsidRPr="005B7D77" w:rsidRDefault="00347F02" w:rsidP="00FA69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5B7D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на официальном сайте муниципального </w:t>
      </w:r>
      <w:r w:rsidRPr="005B7D77">
        <w:rPr>
          <w:rFonts w:ascii="Times New Roman" w:hAnsi="Times New Roman" w:cs="Times New Roman"/>
          <w:sz w:val="28"/>
          <w:szCs w:val="28"/>
        </w:rPr>
        <w:t xml:space="preserve">образования «Городской округ </w:t>
      </w:r>
      <w:proofErr w:type="spellStart"/>
      <w:r w:rsidRPr="005B7D77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5B7D7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информационно-коммуникационной сети </w:t>
      </w:r>
      <w:r w:rsidR="00FA69AE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Интернет</w:t>
      </w:r>
      <w:r w:rsidR="00FA69AE">
        <w:rPr>
          <w:rFonts w:ascii="Times New Roman" w:hAnsi="Times New Roman" w:cs="Times New Roman"/>
          <w:sz w:val="28"/>
          <w:szCs w:val="28"/>
        </w:rPr>
        <w:t>»</w:t>
      </w:r>
      <w:r w:rsidRPr="005B7D77">
        <w:rPr>
          <w:rFonts w:ascii="Times New Roman" w:hAnsi="Times New Roman" w:cs="Times New Roman"/>
          <w:sz w:val="28"/>
          <w:szCs w:val="28"/>
        </w:rPr>
        <w:t>.</w:t>
      </w:r>
    </w:p>
    <w:p w14:paraId="4EA88299" w14:textId="1D1CF4F6" w:rsidR="008629FA" w:rsidRDefault="008629FA" w:rsidP="00FA69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AEE4BD8" w14:textId="77777777" w:rsidR="00FA69AE" w:rsidRPr="00D12794" w:rsidRDefault="00FA69AE" w:rsidP="00FA69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BC17900" w14:textId="77777777" w:rsidR="00FA69AE" w:rsidRDefault="00FA69AE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  <w:r w:rsidR="008629FA">
        <w:rPr>
          <w:rFonts w:ascii="Times New Roman" w:hAnsi="Times New Roman"/>
          <w:sz w:val="28"/>
          <w:szCs w:val="28"/>
        </w:rPr>
        <w:t xml:space="preserve"> </w:t>
      </w:r>
    </w:p>
    <w:p w14:paraId="4EA8829A" w14:textId="3ECD79AB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4EA882A0" w14:textId="5158FBF1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A69AE">
        <w:rPr>
          <w:rFonts w:ascii="Times New Roman" w:hAnsi="Times New Roman"/>
          <w:sz w:val="28"/>
          <w:szCs w:val="28"/>
        </w:rPr>
        <w:t xml:space="preserve">        О.В. Водолага</w:t>
      </w:r>
    </w:p>
    <w:sectPr w:rsidR="008629FA" w:rsidRPr="008629FA" w:rsidSect="00FA69AE">
      <w:footerReference w:type="default" r:id="rId8"/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A882A5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4EA882A6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882A7" w14:textId="757FB36D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A882A3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4EA882A4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0E1351"/>
    <w:multiLevelType w:val="hybridMultilevel"/>
    <w:tmpl w:val="A8A4207C"/>
    <w:lvl w:ilvl="0" w:tplc="0419000F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47F02"/>
    <w:rsid w:val="003E4257"/>
    <w:rsid w:val="0047026B"/>
    <w:rsid w:val="00520CBF"/>
    <w:rsid w:val="008629FA"/>
    <w:rsid w:val="00987DB5"/>
    <w:rsid w:val="00AC72C8"/>
    <w:rsid w:val="00B10ED9"/>
    <w:rsid w:val="00B25688"/>
    <w:rsid w:val="00C02849"/>
    <w:rsid w:val="00D12794"/>
    <w:rsid w:val="00D67BD8"/>
    <w:rsid w:val="00D86DC9"/>
    <w:rsid w:val="00DF7897"/>
    <w:rsid w:val="00E37B8A"/>
    <w:rsid w:val="00E609BC"/>
    <w:rsid w:val="00FA6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8286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347F02"/>
    <w:pPr>
      <w:ind w:left="720"/>
      <w:contextualSpacing/>
    </w:pPr>
  </w:style>
  <w:style w:type="paragraph" w:customStyle="1" w:styleId="ConsPlusNormal">
    <w:name w:val="ConsPlusNormal"/>
    <w:rsid w:val="00347F0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4702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7026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200661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200661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00661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6</cp:revision>
  <cp:lastPrinted>2023-12-22T06:22:00Z</cp:lastPrinted>
  <dcterms:created xsi:type="dcterms:W3CDTF">2020-04-07T04:52:00Z</dcterms:created>
  <dcterms:modified xsi:type="dcterms:W3CDTF">2023-12-22T06:22:00Z</dcterms:modified>
</cp:coreProperties>
</file>