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8E0521A" w14:textId="77777777" w:rsidTr="00987DB5">
        <w:tc>
          <w:tcPr>
            <w:tcW w:w="9498" w:type="dxa"/>
          </w:tcPr>
          <w:p w14:paraId="08E0521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8E05231" wp14:editId="08E0523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E0521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8E0521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8E0521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8E0521B" w14:textId="723BF8AB" w:rsidR="0033636C" w:rsidRPr="004734B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734B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734B3" w:rsidRPr="004734B3">
            <w:rPr>
              <w:rFonts w:ascii="Times New Roman" w:hAnsi="Times New Roman"/>
              <w:sz w:val="28"/>
              <w:szCs w:val="28"/>
            </w:rPr>
            <w:t>26 декабря 2023 года</w:t>
          </w:r>
        </w:sdtContent>
      </w:sdt>
      <w:r w:rsidRPr="004734B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734B3" w:rsidRPr="004734B3">
            <w:rPr>
              <w:rFonts w:ascii="Times New Roman" w:hAnsi="Times New Roman"/>
              <w:sz w:val="28"/>
              <w:szCs w:val="28"/>
            </w:rPr>
            <w:t>809</w:t>
          </w:r>
        </w:sdtContent>
      </w:sdt>
    </w:p>
    <w:bookmarkEnd w:id="0"/>
    <w:p w14:paraId="08E0521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15C83A6" w14:textId="77777777" w:rsidR="00DA6F13" w:rsidRDefault="0036525A" w:rsidP="00DA6F1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6F13">
        <w:rPr>
          <w:rFonts w:ascii="Times New Roman" w:hAnsi="Times New Roman"/>
          <w:b/>
          <w:sz w:val="28"/>
          <w:szCs w:val="28"/>
        </w:rPr>
        <w:t>Об утверждении Порядка ведения муниципальной долговой</w:t>
      </w:r>
    </w:p>
    <w:p w14:paraId="0F85AA0B" w14:textId="35AD25CF" w:rsidR="00DA6F13" w:rsidRDefault="0036525A" w:rsidP="00DA6F1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6F13">
        <w:rPr>
          <w:rFonts w:ascii="Times New Roman" w:hAnsi="Times New Roman"/>
          <w:b/>
          <w:sz w:val="28"/>
          <w:szCs w:val="28"/>
        </w:rPr>
        <w:t>книги муниципального образования</w:t>
      </w:r>
    </w:p>
    <w:p w14:paraId="27D9BE38" w14:textId="0D958CC3" w:rsidR="0036525A" w:rsidRPr="00DA6F13" w:rsidRDefault="0036525A" w:rsidP="00DA6F1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6F13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DA6F13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DA6F13">
        <w:rPr>
          <w:rFonts w:ascii="Times New Roman" w:hAnsi="Times New Roman"/>
          <w:b/>
          <w:sz w:val="28"/>
          <w:szCs w:val="28"/>
        </w:rPr>
        <w:t>»</w:t>
      </w:r>
    </w:p>
    <w:p w14:paraId="3D07AC4B" w14:textId="77777777" w:rsidR="0036525A" w:rsidRPr="0036525A" w:rsidRDefault="0036525A" w:rsidP="0036525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4A844B" w14:textId="73F49FA5" w:rsidR="0036525A" w:rsidRPr="00485438" w:rsidRDefault="0036525A" w:rsidP="003652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6525A">
        <w:rPr>
          <w:rFonts w:ascii="Times New Roman" w:hAnsi="Times New Roman"/>
          <w:sz w:val="28"/>
          <w:szCs w:val="28"/>
        </w:rPr>
        <w:t>В соответствии со статьей 121 Бюджетного кодекса Российской Федерации, статьей 7 Положения о бюджетном проц</w:t>
      </w:r>
      <w:r w:rsidR="00485438">
        <w:rPr>
          <w:rFonts w:ascii="Times New Roman" w:hAnsi="Times New Roman"/>
          <w:sz w:val="28"/>
          <w:szCs w:val="28"/>
        </w:rPr>
        <w:t>ессе в муниципальном образовании</w:t>
      </w:r>
      <w:r w:rsidRPr="0036525A">
        <w:rPr>
          <w:rFonts w:ascii="Times New Roman" w:hAnsi="Times New Roman"/>
          <w:sz w:val="28"/>
          <w:szCs w:val="28"/>
        </w:rPr>
        <w:t xml:space="preserve"> «Городской округ </w:t>
      </w:r>
      <w:proofErr w:type="spellStart"/>
      <w:r w:rsidRPr="0036525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6525A">
        <w:rPr>
          <w:rFonts w:ascii="Times New Roman" w:hAnsi="Times New Roman"/>
          <w:sz w:val="28"/>
          <w:szCs w:val="28"/>
        </w:rPr>
        <w:t xml:space="preserve">», утвержденного решением Собрания муниципального образования «Городской округ </w:t>
      </w:r>
      <w:proofErr w:type="spellStart"/>
      <w:r w:rsidRPr="0036525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6525A">
        <w:rPr>
          <w:rFonts w:ascii="Times New Roman" w:hAnsi="Times New Roman"/>
          <w:sz w:val="28"/>
          <w:szCs w:val="28"/>
        </w:rPr>
        <w:t xml:space="preserve">» от 28.11.2013 № 269, администрация муниципального образования «Городской округ </w:t>
      </w:r>
      <w:proofErr w:type="spellStart"/>
      <w:r w:rsidRPr="0036525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6525A">
        <w:rPr>
          <w:rFonts w:ascii="Times New Roman" w:hAnsi="Times New Roman"/>
          <w:sz w:val="28"/>
          <w:szCs w:val="28"/>
        </w:rPr>
        <w:t xml:space="preserve">» </w:t>
      </w:r>
      <w:r w:rsidRPr="00485438">
        <w:rPr>
          <w:rFonts w:ascii="Times New Roman" w:hAnsi="Times New Roman"/>
          <w:b/>
          <w:sz w:val="28"/>
          <w:szCs w:val="28"/>
        </w:rPr>
        <w:t>ПОСТАНОВЛЯЕТ:</w:t>
      </w:r>
    </w:p>
    <w:p w14:paraId="60C3AFBA" w14:textId="69C23831" w:rsidR="0036525A" w:rsidRPr="0036525A" w:rsidRDefault="0036525A" w:rsidP="003652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25A">
        <w:rPr>
          <w:rFonts w:ascii="Times New Roman" w:hAnsi="Times New Roman"/>
          <w:sz w:val="28"/>
          <w:szCs w:val="28"/>
        </w:rPr>
        <w:t xml:space="preserve">1. Утвердить Порядок ведения муниципальной долговой книги муниципального образования «Городской округ </w:t>
      </w:r>
      <w:proofErr w:type="spellStart"/>
      <w:r w:rsidRPr="0036525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6525A">
        <w:rPr>
          <w:rFonts w:ascii="Times New Roman" w:hAnsi="Times New Roman"/>
          <w:sz w:val="28"/>
          <w:szCs w:val="28"/>
        </w:rPr>
        <w:t>» (прилагается).</w:t>
      </w:r>
    </w:p>
    <w:p w14:paraId="08E05220" w14:textId="16176410" w:rsidR="00E609BC" w:rsidRPr="00D12794" w:rsidRDefault="00A4520B" w:rsidP="003652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6525A" w:rsidRPr="0036525A">
        <w:rPr>
          <w:rFonts w:ascii="Times New Roman" w:hAnsi="Times New Roman"/>
          <w:sz w:val="28"/>
          <w:szCs w:val="28"/>
        </w:rPr>
        <w:t xml:space="preserve">. Разместить настоящее постановление на официальном сайте муниципального образования «Городской округ </w:t>
      </w:r>
      <w:proofErr w:type="spellStart"/>
      <w:r w:rsidR="0036525A" w:rsidRPr="0036525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36525A" w:rsidRPr="0036525A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6FF16AC3" w14:textId="236B509D" w:rsidR="00A4520B" w:rsidRPr="0036525A" w:rsidRDefault="00A4520B" w:rsidP="00A452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6525A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начальника финансового управления муниципального образования «Городской округ </w:t>
      </w:r>
      <w:proofErr w:type="spellStart"/>
      <w:r w:rsidRPr="0036525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36525A">
        <w:rPr>
          <w:rFonts w:ascii="Times New Roman" w:hAnsi="Times New Roman"/>
          <w:sz w:val="28"/>
          <w:szCs w:val="28"/>
        </w:rPr>
        <w:t>» Петрушенко Е.В.</w:t>
      </w:r>
    </w:p>
    <w:p w14:paraId="08E05221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905EA1" w14:textId="77777777" w:rsidR="00991162" w:rsidRDefault="00991162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E0522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8E0522B" w14:textId="1B3078A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9116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08E0522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E0522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8E05230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06323" w14:textId="77777777" w:rsidR="005E671C" w:rsidRDefault="005E671C" w:rsidP="0033636C">
      <w:pPr>
        <w:spacing w:after="0" w:line="240" w:lineRule="auto"/>
      </w:pPr>
      <w:r>
        <w:separator/>
      </w:r>
    </w:p>
  </w:endnote>
  <w:endnote w:type="continuationSeparator" w:id="0">
    <w:p w14:paraId="11CF0149" w14:textId="77777777" w:rsidR="005E671C" w:rsidRDefault="005E671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5237" w14:textId="2B68A80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56441" w14:textId="77777777" w:rsidR="005E671C" w:rsidRDefault="005E671C" w:rsidP="0033636C">
      <w:pPr>
        <w:spacing w:after="0" w:line="240" w:lineRule="auto"/>
      </w:pPr>
      <w:r>
        <w:separator/>
      </w:r>
    </w:p>
  </w:footnote>
  <w:footnote w:type="continuationSeparator" w:id="0">
    <w:p w14:paraId="68A220E4" w14:textId="77777777" w:rsidR="005E671C" w:rsidRDefault="005E671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6525A"/>
    <w:rsid w:val="003E4257"/>
    <w:rsid w:val="004734B3"/>
    <w:rsid w:val="00485438"/>
    <w:rsid w:val="00520CBF"/>
    <w:rsid w:val="005E671C"/>
    <w:rsid w:val="008629FA"/>
    <w:rsid w:val="00987DB5"/>
    <w:rsid w:val="00991162"/>
    <w:rsid w:val="00A4520B"/>
    <w:rsid w:val="00AC72C8"/>
    <w:rsid w:val="00B10ED9"/>
    <w:rsid w:val="00B25688"/>
    <w:rsid w:val="00C02849"/>
    <w:rsid w:val="00D12794"/>
    <w:rsid w:val="00D67BD8"/>
    <w:rsid w:val="00DA6F13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521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E003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E003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0036D"/>
    <w:rsid w:val="00B13DA8"/>
    <w:rsid w:val="00BE0032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2023-12-26T00:53:00Z</dcterms:modified>
</cp:coreProperties>
</file>