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DF79E6" w14:textId="77777777" w:rsidTr="00987DB5">
        <w:tc>
          <w:tcPr>
            <w:tcW w:w="9498" w:type="dxa"/>
          </w:tcPr>
          <w:p w14:paraId="70DF79E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DF79FD" wp14:editId="70DF79F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DF79E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DF79E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DF79E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32E0B6A" w14:textId="7B78A9F7" w:rsidR="000847F9" w:rsidRPr="00087986" w:rsidRDefault="000847F9" w:rsidP="000847F9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79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D2E329982B11494C80DB690CEB31EE48"/>
          </w:placeholder>
        </w:sdtPr>
        <w:sdtEndPr/>
        <w:sdtContent>
          <w:r w:rsidR="0084532F">
            <w:rPr>
              <w:rFonts w:ascii="Times New Roman" w:hAnsi="Times New Roman"/>
              <w:sz w:val="28"/>
              <w:szCs w:val="28"/>
            </w:rPr>
            <w:t>19 декабря 2024 года</w:t>
          </w:r>
        </w:sdtContent>
      </w:sdt>
      <w:r w:rsidRPr="000879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967EBC02AF3A40319F8630C735647E31"/>
          </w:placeholder>
        </w:sdtPr>
        <w:sdtEndPr/>
        <w:sdtContent>
          <w:r w:rsidR="0084532F" w:rsidRPr="0084532F">
            <w:rPr>
              <w:rFonts w:ascii="Times New Roman" w:hAnsi="Times New Roman"/>
              <w:sz w:val="28"/>
              <w:szCs w:val="28"/>
            </w:rPr>
            <w:t>820</w:t>
          </w:r>
        </w:sdtContent>
      </w:sdt>
    </w:p>
    <w:p w14:paraId="70DF79E8" w14:textId="3A3A1ABC" w:rsidR="0033636C" w:rsidRPr="00053BD0" w:rsidRDefault="000847F9" w:rsidP="000847F9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3636C"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33636C"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8ABBF23" w14:textId="0F758A30" w:rsidR="003D363C" w:rsidRDefault="0033636C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3DA">
        <w:rPr>
          <w:rFonts w:ascii="Times New Roman" w:hAnsi="Times New Roman"/>
          <w:b/>
          <w:sz w:val="28"/>
          <w:szCs w:val="28"/>
        </w:rPr>
        <w:t xml:space="preserve">О </w:t>
      </w:r>
      <w:r w:rsidR="00C06564">
        <w:rPr>
          <w:rFonts w:ascii="Times New Roman" w:hAnsi="Times New Roman"/>
          <w:b/>
          <w:sz w:val="28"/>
          <w:szCs w:val="28"/>
        </w:rPr>
        <w:t>внесении изменени</w:t>
      </w:r>
      <w:r w:rsidR="000847F9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399BAF1F" w14:textId="600A5FAA" w:rsidR="00C06564" w:rsidRDefault="00C06564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0847F9">
        <w:rPr>
          <w:rFonts w:ascii="Times New Roman" w:hAnsi="Times New Roman"/>
          <w:b/>
          <w:sz w:val="28"/>
          <w:szCs w:val="28"/>
        </w:rPr>
        <w:t xml:space="preserve">ия «Городской округ </w:t>
      </w:r>
      <w:proofErr w:type="spellStart"/>
      <w:r w:rsidR="000847F9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0847F9">
        <w:rPr>
          <w:rFonts w:ascii="Times New Roman" w:hAnsi="Times New Roman"/>
          <w:b/>
          <w:sz w:val="28"/>
          <w:szCs w:val="28"/>
        </w:rPr>
        <w:t>»</w:t>
      </w:r>
    </w:p>
    <w:p w14:paraId="70DF79E9" w14:textId="4430DB4A" w:rsidR="0033636C" w:rsidRPr="001E73DA" w:rsidRDefault="00C06564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</w:t>
      </w:r>
      <w:r w:rsidR="002358CD">
        <w:rPr>
          <w:rFonts w:ascii="Times New Roman" w:hAnsi="Times New Roman"/>
          <w:b/>
          <w:sz w:val="28"/>
          <w:szCs w:val="28"/>
        </w:rPr>
        <w:t>8</w:t>
      </w:r>
      <w:r w:rsidR="00231DED">
        <w:rPr>
          <w:rFonts w:ascii="Times New Roman" w:hAnsi="Times New Roman"/>
          <w:b/>
          <w:sz w:val="28"/>
          <w:szCs w:val="28"/>
        </w:rPr>
        <w:t xml:space="preserve"> декабря 2</w:t>
      </w:r>
      <w:r>
        <w:rPr>
          <w:rFonts w:ascii="Times New Roman" w:hAnsi="Times New Roman"/>
          <w:b/>
          <w:sz w:val="28"/>
          <w:szCs w:val="28"/>
        </w:rPr>
        <w:t>02</w:t>
      </w:r>
      <w:r w:rsidR="00231DED">
        <w:rPr>
          <w:rFonts w:ascii="Times New Roman" w:hAnsi="Times New Roman"/>
          <w:b/>
          <w:sz w:val="28"/>
          <w:szCs w:val="28"/>
        </w:rPr>
        <w:t>3 года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2358CD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5</w:t>
      </w:r>
      <w:r w:rsidR="002358CD">
        <w:rPr>
          <w:rFonts w:ascii="Times New Roman" w:hAnsi="Times New Roman"/>
          <w:b/>
          <w:sz w:val="28"/>
          <w:szCs w:val="28"/>
        </w:rPr>
        <w:t>3</w:t>
      </w:r>
    </w:p>
    <w:p w14:paraId="70DF79EA" w14:textId="77777777" w:rsidR="00185FEC" w:rsidRDefault="00185FEC" w:rsidP="00D02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29B711" w14:textId="4DD5C384" w:rsidR="001E73DA" w:rsidRPr="001E73DA" w:rsidRDefault="001E73DA" w:rsidP="00EF145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 xml:space="preserve">В соответствии с </w:t>
      </w:r>
      <w:r w:rsidR="00C06564">
        <w:rPr>
          <w:rFonts w:ascii="Times New Roman" w:hAnsi="Times New Roman"/>
          <w:sz w:val="28"/>
          <w:szCs w:val="28"/>
        </w:rPr>
        <w:t xml:space="preserve">решением </w:t>
      </w:r>
      <w:r w:rsidR="002358CD" w:rsidRPr="002358CD">
        <w:rPr>
          <w:rFonts w:ascii="Times New Roman" w:hAnsi="Times New Roman"/>
          <w:sz w:val="28"/>
          <w:szCs w:val="28"/>
        </w:rPr>
        <w:t xml:space="preserve">Собрания муниципального образования «Городской округ </w:t>
      </w:r>
      <w:proofErr w:type="spellStart"/>
      <w:r w:rsidR="002358CD" w:rsidRPr="002358C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358CD" w:rsidRPr="002358CD">
        <w:rPr>
          <w:rFonts w:ascii="Times New Roman" w:hAnsi="Times New Roman"/>
          <w:sz w:val="28"/>
          <w:szCs w:val="28"/>
        </w:rPr>
        <w:t xml:space="preserve">» от 07.12.2023 № 290 «О бюджете муниципального образования «Городской округ </w:t>
      </w:r>
      <w:proofErr w:type="spellStart"/>
      <w:r w:rsidR="002358CD" w:rsidRPr="002358C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358CD" w:rsidRPr="002358CD">
        <w:rPr>
          <w:rFonts w:ascii="Times New Roman" w:hAnsi="Times New Roman"/>
          <w:sz w:val="28"/>
          <w:szCs w:val="28"/>
        </w:rPr>
        <w:t>» на 2024 год и на плановый период 2025 и 2026 годов»,</w:t>
      </w:r>
      <w:r w:rsidR="002358CD">
        <w:rPr>
          <w:rFonts w:ascii="Times New Roman" w:hAnsi="Times New Roman"/>
          <w:sz w:val="28"/>
          <w:szCs w:val="28"/>
        </w:rPr>
        <w:t xml:space="preserve"> </w:t>
      </w:r>
      <w:r w:rsidRPr="001E73DA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</w:t>
      </w:r>
      <w:proofErr w:type="spellStart"/>
      <w:r w:rsidRPr="001E73D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E73DA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</w:t>
      </w:r>
      <w:r w:rsidR="00D02217">
        <w:rPr>
          <w:rFonts w:ascii="Times New Roman" w:hAnsi="Times New Roman"/>
          <w:sz w:val="28"/>
          <w:szCs w:val="28"/>
        </w:rPr>
        <w:t xml:space="preserve">округ </w:t>
      </w:r>
      <w:proofErr w:type="spellStart"/>
      <w:r w:rsidR="00D0221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02217">
        <w:rPr>
          <w:rFonts w:ascii="Times New Roman" w:hAnsi="Times New Roman"/>
          <w:sz w:val="28"/>
          <w:szCs w:val="28"/>
        </w:rPr>
        <w:t xml:space="preserve">» </w:t>
      </w:r>
      <w:r w:rsidR="00D02217"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281B8FBB" w14:textId="390DFD18" w:rsidR="00C06564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постановление администрации муниципального образования «Городской округ </w:t>
      </w:r>
      <w:proofErr w:type="spellStart"/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>» от 0</w:t>
      </w:r>
      <w:r w:rsidR="002358C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31DED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358C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31DE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358CD">
        <w:rPr>
          <w:rFonts w:ascii="Times New Roman" w:eastAsia="Times New Roman" w:hAnsi="Times New Roman"/>
          <w:sz w:val="28"/>
          <w:szCs w:val="28"/>
          <w:lang w:eastAsia="ru-RU"/>
        </w:rPr>
        <w:t>753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норм, выраженных в натуральных показателях, для определения базовых нормат</w:t>
      </w:r>
      <w:bookmarkStart w:id="0" w:name="_GoBack"/>
      <w:bookmarkEnd w:id="0"/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>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197D571C" w14:textId="00358D23" w:rsidR="0095620F" w:rsidRDefault="0095620F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Приложение 1 в отношении работы «Осуществление издательской деятельности» изложить в новой редакции </w:t>
      </w:r>
      <w:r w:rsidR="00CE7629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CE7629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CE7629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AA3E28E" w14:textId="22FC725E" w:rsidR="00E15F66" w:rsidRPr="00491E7C" w:rsidRDefault="00C06564" w:rsidP="00E15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5620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2 </w:t>
      </w:r>
      <w:r w:rsidR="0095620F">
        <w:rPr>
          <w:rFonts w:ascii="Times New Roman" w:hAnsi="Times New Roman"/>
          <w:sz w:val="28"/>
          <w:szCs w:val="28"/>
          <w:shd w:val="clear" w:color="auto" w:fill="FFFFFF"/>
        </w:rPr>
        <w:t>в отношении работы «Осуществление издательской деятельности</w:t>
      </w:r>
      <w:r w:rsidR="00CE7629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95620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изложить в новой редакции согласно приложению </w:t>
      </w:r>
      <w:r w:rsidR="00CE7629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7AA9B9FE" w14:textId="542971E4" w:rsidR="00E15F66" w:rsidRPr="00491E7C" w:rsidRDefault="007C716F" w:rsidP="00E15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62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</w:t>
      </w:r>
      <w:r w:rsidR="00E15F66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E7629">
        <w:rPr>
          <w:rFonts w:ascii="Times New Roman" w:hAnsi="Times New Roman"/>
          <w:sz w:val="28"/>
          <w:szCs w:val="28"/>
          <w:shd w:val="clear" w:color="auto" w:fill="FFFFFF"/>
        </w:rPr>
        <w:t xml:space="preserve">в отношении работы «Осуществление издательской деятельности»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изложить в новой редакции согласно приложению </w:t>
      </w:r>
      <w:r w:rsidR="00CE7629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17CD798D" w14:textId="6D7B4D95" w:rsidR="001E73DA" w:rsidRDefault="007C716F" w:rsidP="00EF14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. Разместить настоящее постановление на официальном сайте муниципального образования «Городской округ </w:t>
      </w:r>
      <w:proofErr w:type="spellStart"/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Ногликский</w:t>
      </w:r>
      <w:proofErr w:type="spellEnd"/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» в информационно-телекоммуникационной сети «Интернет».</w:t>
      </w:r>
    </w:p>
    <w:p w14:paraId="40BCCB6C" w14:textId="7FEE30AB" w:rsidR="001E73DA" w:rsidRDefault="007C716F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управляющего делами администрации муниципа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льного образован</w:t>
      </w:r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</w:t>
      </w:r>
      <w:proofErr w:type="spellStart"/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2358CD">
        <w:rPr>
          <w:rFonts w:ascii="Times New Roman" w:eastAsia="Times New Roman" w:hAnsi="Times New Roman"/>
          <w:sz w:val="28"/>
          <w:szCs w:val="28"/>
          <w:lang w:eastAsia="ru-RU"/>
        </w:rPr>
        <w:t>Авдеева И.Ю.</w:t>
      </w:r>
    </w:p>
    <w:p w14:paraId="6FCE06F4" w14:textId="77777777" w:rsidR="00CE7629" w:rsidRDefault="00CE7629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BA1557" w14:textId="77777777" w:rsidR="006414E9" w:rsidRDefault="006414E9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A3E94A" w14:textId="77777777" w:rsidR="000847F9" w:rsidRPr="001E73DA" w:rsidRDefault="000847F9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1F066F" w14:textId="513ABCFC" w:rsidR="001E73DA" w:rsidRPr="001E73DA" w:rsidRDefault="00D359C2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>эр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31DFCF9A" w14:textId="6065D6B7" w:rsidR="001E73DA" w:rsidRPr="001E73DA" w:rsidRDefault="001E73DA" w:rsidP="00E15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359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E76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59C2">
        <w:rPr>
          <w:rFonts w:ascii="Times New Roman" w:eastAsia="Times New Roman" w:hAnsi="Times New Roman"/>
          <w:sz w:val="28"/>
          <w:szCs w:val="28"/>
          <w:lang w:eastAsia="ru-RU"/>
        </w:rPr>
        <w:t xml:space="preserve">С.В. </w:t>
      </w:r>
      <w:r w:rsidR="00CE7629">
        <w:rPr>
          <w:rFonts w:ascii="Times New Roman" w:eastAsia="Times New Roman" w:hAnsi="Times New Roman"/>
          <w:sz w:val="28"/>
          <w:szCs w:val="28"/>
          <w:lang w:eastAsia="ru-RU"/>
        </w:rPr>
        <w:t>Гурьянов</w:t>
      </w:r>
    </w:p>
    <w:sectPr w:rsidR="001E73DA" w:rsidRPr="001E73DA" w:rsidSect="00CE7629">
      <w:headerReference w:type="default" r:id="rId7"/>
      <w:pgSz w:w="11906" w:h="16838"/>
      <w:pgMar w:top="1135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F7A0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0DF7A0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F79F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0DF7A0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005738"/>
      <w:docPartObj>
        <w:docPartGallery w:val="Page Numbers (Top of Page)"/>
        <w:docPartUnique/>
      </w:docPartObj>
    </w:sdtPr>
    <w:sdtEndPr/>
    <w:sdtContent>
      <w:p w14:paraId="06F3B6B3" w14:textId="72D4D7A5" w:rsidR="00D02217" w:rsidRDefault="00D022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32F">
          <w:rPr>
            <w:noProof/>
          </w:rPr>
          <w:t>2</w:t>
        </w:r>
        <w:r>
          <w:fldChar w:fldCharType="end"/>
        </w:r>
      </w:p>
    </w:sdtContent>
  </w:sdt>
  <w:p w14:paraId="75024C8F" w14:textId="77777777" w:rsidR="00D02217" w:rsidRDefault="00D022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7F9"/>
    <w:rsid w:val="000C1574"/>
    <w:rsid w:val="00154810"/>
    <w:rsid w:val="00185FEC"/>
    <w:rsid w:val="001E1F9F"/>
    <w:rsid w:val="001E73DA"/>
    <w:rsid w:val="002003DC"/>
    <w:rsid w:val="00231DED"/>
    <w:rsid w:val="002358CD"/>
    <w:rsid w:val="00322F38"/>
    <w:rsid w:val="0033636C"/>
    <w:rsid w:val="003D363C"/>
    <w:rsid w:val="003E4257"/>
    <w:rsid w:val="004B4ED1"/>
    <w:rsid w:val="00520CBF"/>
    <w:rsid w:val="00521320"/>
    <w:rsid w:val="00550E58"/>
    <w:rsid w:val="00610085"/>
    <w:rsid w:val="006414E9"/>
    <w:rsid w:val="007526DC"/>
    <w:rsid w:val="007C716F"/>
    <w:rsid w:val="0084532F"/>
    <w:rsid w:val="008629FA"/>
    <w:rsid w:val="009069C3"/>
    <w:rsid w:val="0095620F"/>
    <w:rsid w:val="00987DB5"/>
    <w:rsid w:val="00AC13A6"/>
    <w:rsid w:val="00AC72C8"/>
    <w:rsid w:val="00B10ED9"/>
    <w:rsid w:val="00B25688"/>
    <w:rsid w:val="00B312EB"/>
    <w:rsid w:val="00BF78FC"/>
    <w:rsid w:val="00C02849"/>
    <w:rsid w:val="00C06564"/>
    <w:rsid w:val="00CE7629"/>
    <w:rsid w:val="00D02217"/>
    <w:rsid w:val="00D12794"/>
    <w:rsid w:val="00D359C2"/>
    <w:rsid w:val="00D67BD8"/>
    <w:rsid w:val="00DF7897"/>
    <w:rsid w:val="00E15F66"/>
    <w:rsid w:val="00E37B8A"/>
    <w:rsid w:val="00E50E03"/>
    <w:rsid w:val="00E609BC"/>
    <w:rsid w:val="00EF145A"/>
    <w:rsid w:val="00F7408E"/>
    <w:rsid w:val="00F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79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E73D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15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5F6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E329982B11494C80DB690CEB31EE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820CA3-DFD9-499C-A127-D52BFD6684F3}"/>
      </w:docPartPr>
      <w:docPartBody>
        <w:p w:rsidR="004E0C16" w:rsidRDefault="00A97BCE" w:rsidP="00A97BCE">
          <w:pPr>
            <w:pStyle w:val="D2E329982B11494C80DB690CEB31EE48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967EBC02AF3A40319F8630C735647E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F8219B-38AE-4D80-807E-6AF6FD56250C}"/>
      </w:docPartPr>
      <w:docPartBody>
        <w:p w:rsidR="004E0C16" w:rsidRDefault="00A97BCE" w:rsidP="00A97BCE">
          <w:pPr>
            <w:pStyle w:val="967EBC02AF3A40319F8630C735647E3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E0C16"/>
    <w:rsid w:val="00A97BCE"/>
    <w:rsid w:val="00B13DA8"/>
    <w:rsid w:val="00C95804"/>
    <w:rsid w:val="00CF735B"/>
    <w:rsid w:val="00E7774E"/>
    <w:rsid w:val="00F9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D2E329982B11494C80DB690CEB31EE48">
    <w:name w:val="D2E329982B11494C80DB690CEB31EE48"/>
    <w:rsid w:val="00A97BCE"/>
  </w:style>
  <w:style w:type="paragraph" w:customStyle="1" w:styleId="967EBC02AF3A40319F8630C735647E31">
    <w:name w:val="967EBC02AF3A40319F8630C735647E31"/>
    <w:rsid w:val="00A97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2024-09-30T23:51:00Z</cp:lastPrinted>
  <dcterms:created xsi:type="dcterms:W3CDTF">2023-12-26T00:01:00Z</dcterms:created>
  <dcterms:modified xsi:type="dcterms:W3CDTF">2024-12-20T04:31:00Z</dcterms:modified>
</cp:coreProperties>
</file>