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C2209E9" w14:textId="77777777" w:rsidTr="00987DB5">
        <w:tc>
          <w:tcPr>
            <w:tcW w:w="9498" w:type="dxa"/>
          </w:tcPr>
          <w:p w14:paraId="0C2209E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220A00" wp14:editId="0C220A0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2209E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C2209E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C2209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C2209EA" w14:textId="39812712" w:rsidR="0033636C" w:rsidRPr="00F1619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1619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67E1C">
            <w:rPr>
              <w:rFonts w:ascii="Times New Roman" w:hAnsi="Times New Roman"/>
              <w:sz w:val="28"/>
              <w:szCs w:val="28"/>
            </w:rPr>
            <w:t>19 декабря 2024 года</w:t>
          </w:r>
        </w:sdtContent>
      </w:sdt>
      <w:r w:rsidRPr="00F1619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67E1C" w:rsidRPr="00C67E1C">
            <w:rPr>
              <w:rFonts w:ascii="Times New Roman" w:hAnsi="Times New Roman"/>
              <w:sz w:val="28"/>
              <w:szCs w:val="28"/>
            </w:rPr>
            <w:t>822</w:t>
          </w:r>
        </w:sdtContent>
      </w:sdt>
    </w:p>
    <w:p w14:paraId="0C2209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38D7EF" w14:textId="64D78243" w:rsidR="003865C4" w:rsidRDefault="003865C4" w:rsidP="003865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5C4">
        <w:rPr>
          <w:rFonts w:ascii="Times New Roman" w:hAnsi="Times New Roman"/>
          <w:b/>
          <w:sz w:val="28"/>
          <w:szCs w:val="28"/>
        </w:rPr>
        <w:tab/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 в постановление администрации муниципального образования «</w:t>
      </w:r>
      <w:r w:rsidRPr="003865C4">
        <w:rPr>
          <w:rFonts w:ascii="Times New Roman" w:hAnsi="Times New Roman"/>
          <w:b/>
          <w:sz w:val="28"/>
          <w:szCs w:val="28"/>
        </w:rPr>
        <w:t>Го</w:t>
      </w:r>
      <w:r>
        <w:rPr>
          <w:rFonts w:ascii="Times New Roman" w:hAnsi="Times New Roman"/>
          <w:b/>
          <w:sz w:val="28"/>
          <w:szCs w:val="28"/>
        </w:rPr>
        <w:t xml:space="preserve">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  <w:t xml:space="preserve">от 26 </w:t>
      </w:r>
      <w:r w:rsidRPr="003865C4">
        <w:rPr>
          <w:rFonts w:ascii="Times New Roman" w:hAnsi="Times New Roman"/>
          <w:b/>
          <w:sz w:val="28"/>
          <w:szCs w:val="28"/>
        </w:rPr>
        <w:t>июля 2024 года № 442</w:t>
      </w:r>
    </w:p>
    <w:p w14:paraId="6FF52DA0" w14:textId="77777777" w:rsidR="003865C4" w:rsidRDefault="003865C4" w:rsidP="003865C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0C75836E" w14:textId="1510E083" w:rsidR="00DB67F3" w:rsidRPr="004C6156" w:rsidRDefault="00DB67F3" w:rsidP="003865C4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В целях исполнения мероприятий муниципальной программы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«Обеспечение населения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>качественными услугами жилищно-коммунального хозяйства», утвержденной постановлением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администрации муниципального образ</w:t>
      </w:r>
      <w:r w:rsidR="00F1619F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вания «Городской округ Ногликский» от 04.08.2015 № 551, 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руководствуясь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Порядком</w:t>
      </w:r>
      <w:r w:rsidRPr="004C615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предоста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вления субсидии на реализацию мероприятий </w:t>
      </w:r>
      <w:r w:rsidRPr="004C6156">
        <w:rPr>
          <w:rFonts w:ascii="Times New Roman" w:eastAsia="Times New Roman" w:hAnsi="Times New Roman"/>
          <w:noProof/>
          <w:sz w:val="28"/>
          <w:szCs w:val="28"/>
          <w:lang w:eastAsia="ru-RU"/>
        </w:rPr>
        <w:t>по созданию условий для упра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вления многоквартирными домами </w:t>
      </w:r>
      <w:r w:rsidRPr="004C6156">
        <w:rPr>
          <w:rFonts w:ascii="Times New Roman" w:eastAsia="Times New Roman" w:hAnsi="Times New Roman"/>
          <w:noProof/>
          <w:sz w:val="28"/>
          <w:szCs w:val="28"/>
          <w:lang w:eastAsia="ru-RU"/>
        </w:rPr>
        <w:t>в муниципальном образовании «Городской округ Ногликский»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, утвержденным постановлением администрации муниципального образования «Городской округ Ногликский» от 15.12.2022 № 704, статьей 36 Устава муниципального образования 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>«Городской округ Ногликский»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, администрация муниципального образования «Городской округ Ногликский» </w:t>
      </w:r>
      <w:r w:rsidRPr="000D4097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ПОСТАНОВЛЯЕТ</w:t>
      </w:r>
      <w:r w:rsidRPr="00C2379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:</w:t>
      </w:r>
    </w:p>
    <w:p w14:paraId="0039DBF0" w14:textId="0E94D336" w:rsidR="003865C4" w:rsidRDefault="003865C4" w:rsidP="003865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645CB7">
        <w:rPr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</w:rPr>
        <w:t xml:space="preserve">Внести изменения в </w:t>
      </w:r>
      <w:r w:rsidRPr="00586D89">
        <w:rPr>
          <w:rStyle w:val="1"/>
          <w:color w:val="000000"/>
          <w:sz w:val="28"/>
          <w:szCs w:val="28"/>
        </w:rPr>
        <w:t>постановлени</w:t>
      </w:r>
      <w:r>
        <w:rPr>
          <w:rStyle w:val="1"/>
          <w:color w:val="000000"/>
          <w:sz w:val="28"/>
          <w:szCs w:val="28"/>
        </w:rPr>
        <w:t>е</w:t>
      </w:r>
      <w:r w:rsidRPr="00586D89">
        <w:rPr>
          <w:rStyle w:val="1"/>
          <w:color w:val="000000"/>
          <w:sz w:val="28"/>
          <w:szCs w:val="28"/>
        </w:rPr>
        <w:t xml:space="preserve"> </w:t>
      </w:r>
      <w:r w:rsidRPr="00586D89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26 июля 2024 года № 442 «Об утверждении перечня многоква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ртирных домов, в отношении которых планируется проведение ремонта общего имущества», изложив приложение «Перечень многоквартирных домов, в отношении которых планируется проведение ремонта общего имущества» в новой редакции, согласно приложению к настоящему постановлению.</w:t>
      </w:r>
    </w:p>
    <w:p w14:paraId="0C2209F7" w14:textId="7C2BF25B" w:rsidR="008629FA" w:rsidRDefault="00DD67FA" w:rsidP="00DD67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2. </w:t>
      </w:r>
      <w:r w:rsidRPr="00DD67F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9A22C8" w:rsidRPr="0055373B">
        <w:rPr>
          <w:rFonts w:ascii="Times New Roman" w:hAnsi="Times New Roman"/>
          <w:sz w:val="28"/>
          <w:szCs w:val="28"/>
        </w:rPr>
        <w:t>директора департамента экономического развития, строительства, жилищно-коммунального и дорожного хозяйства</w:t>
      </w:r>
      <w:r w:rsidR="009A22C8">
        <w:rPr>
          <w:rFonts w:ascii="Times New Roman" w:hAnsi="Times New Roman"/>
          <w:sz w:val="28"/>
          <w:szCs w:val="28"/>
        </w:rPr>
        <w:t xml:space="preserve"> администрации</w:t>
      </w:r>
      <w:r w:rsidR="009A22C8" w:rsidRPr="0055373B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Логареву О.П.</w:t>
      </w:r>
    </w:p>
    <w:p w14:paraId="405CB329" w14:textId="1189E64F" w:rsidR="00D528D5" w:rsidRPr="00D12794" w:rsidRDefault="00D528D5" w:rsidP="00D528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C2209F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C2209FA" w14:textId="794D9D5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865C4">
        <w:rPr>
          <w:rFonts w:ascii="Times New Roman" w:hAnsi="Times New Roman"/>
          <w:sz w:val="28"/>
          <w:szCs w:val="28"/>
        </w:rPr>
        <w:t>Городской округ Ногликский»</w:t>
      </w:r>
      <w:r w:rsidR="003865C4">
        <w:rPr>
          <w:rFonts w:ascii="Times New Roman" w:hAnsi="Times New Roman"/>
          <w:sz w:val="28"/>
          <w:szCs w:val="28"/>
        </w:rPr>
        <w:tab/>
      </w:r>
      <w:r w:rsidR="003865C4">
        <w:rPr>
          <w:rFonts w:ascii="Times New Roman" w:hAnsi="Times New Roman"/>
          <w:sz w:val="28"/>
          <w:szCs w:val="28"/>
        </w:rPr>
        <w:tab/>
      </w:r>
      <w:r w:rsidR="003865C4">
        <w:rPr>
          <w:rFonts w:ascii="Times New Roman" w:hAnsi="Times New Roman"/>
          <w:sz w:val="28"/>
          <w:szCs w:val="28"/>
        </w:rPr>
        <w:tab/>
      </w:r>
      <w:r w:rsidR="003865C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D3A1F">
        <w:rPr>
          <w:rFonts w:ascii="Times New Roman" w:hAnsi="Times New Roman"/>
          <w:sz w:val="28"/>
          <w:szCs w:val="28"/>
        </w:rPr>
        <w:t xml:space="preserve"> </w:t>
      </w:r>
      <w:r w:rsidR="003865C4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20A0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C220A0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20A0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C220A0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2278"/>
    <w:multiLevelType w:val="multilevel"/>
    <w:tmpl w:val="D5943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0EAA"/>
    <w:rsid w:val="00185FEC"/>
    <w:rsid w:val="001E1F9F"/>
    <w:rsid w:val="002003DC"/>
    <w:rsid w:val="0033636C"/>
    <w:rsid w:val="003865C4"/>
    <w:rsid w:val="003E4257"/>
    <w:rsid w:val="00520CBF"/>
    <w:rsid w:val="006D3A1F"/>
    <w:rsid w:val="008629FA"/>
    <w:rsid w:val="00987DB5"/>
    <w:rsid w:val="00990C57"/>
    <w:rsid w:val="009A22C8"/>
    <w:rsid w:val="00AC72C8"/>
    <w:rsid w:val="00B10ED9"/>
    <w:rsid w:val="00B25688"/>
    <w:rsid w:val="00C02849"/>
    <w:rsid w:val="00C67E1C"/>
    <w:rsid w:val="00D12794"/>
    <w:rsid w:val="00D528D5"/>
    <w:rsid w:val="00D67BD8"/>
    <w:rsid w:val="00DB67F3"/>
    <w:rsid w:val="00DD67FA"/>
    <w:rsid w:val="00DF7897"/>
    <w:rsid w:val="00E37B8A"/>
    <w:rsid w:val="00E609BC"/>
    <w:rsid w:val="00F1619F"/>
    <w:rsid w:val="00F7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09E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90C57"/>
    <w:pPr>
      <w:ind w:left="720"/>
      <w:contextualSpacing/>
    </w:pPr>
  </w:style>
  <w:style w:type="character" w:customStyle="1" w:styleId="1">
    <w:name w:val="Основной текст Знак1"/>
    <w:basedOn w:val="a0"/>
    <w:link w:val="a9"/>
    <w:uiPriority w:val="99"/>
    <w:rsid w:val="003865C4"/>
    <w:rPr>
      <w:rFonts w:ascii="Times New Roman" w:hAnsi="Times New Roman"/>
      <w:sz w:val="26"/>
      <w:szCs w:val="26"/>
      <w:shd w:val="clear" w:color="auto" w:fill="FFFFFF"/>
    </w:rPr>
  </w:style>
  <w:style w:type="paragraph" w:styleId="a9">
    <w:name w:val="Body Text"/>
    <w:basedOn w:val="a"/>
    <w:link w:val="1"/>
    <w:uiPriority w:val="99"/>
    <w:rsid w:val="003865C4"/>
    <w:pPr>
      <w:widowControl w:val="0"/>
      <w:shd w:val="clear" w:color="auto" w:fill="FFFFFF"/>
      <w:spacing w:after="0" w:line="240" w:lineRule="atLeast"/>
      <w:ind w:hanging="160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3865C4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6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7E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D073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D073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D0733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2024-12-20T03:48:00Z</cp:lastPrinted>
  <dcterms:created xsi:type="dcterms:W3CDTF">2020-04-07T04:52:00Z</dcterms:created>
  <dcterms:modified xsi:type="dcterms:W3CDTF">2024-12-20T03:48:00Z</dcterms:modified>
</cp:coreProperties>
</file>