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5036FE8" w14:textId="77777777" w:rsidTr="00987DB5">
        <w:tc>
          <w:tcPr>
            <w:tcW w:w="9498" w:type="dxa"/>
          </w:tcPr>
          <w:p w14:paraId="25036F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036FFF" wp14:editId="250370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036FE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5036FE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5036FE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5036FE9" w14:textId="33E09F64" w:rsidR="0033636C" w:rsidRPr="00FE02C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2C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E02C7" w:rsidRPr="00FE02C7">
            <w:rPr>
              <w:rFonts w:ascii="Times New Roman" w:hAnsi="Times New Roman"/>
              <w:sz w:val="28"/>
              <w:szCs w:val="28"/>
            </w:rPr>
            <w:t>12 января 2024 года</w:t>
          </w:r>
        </w:sdtContent>
      </w:sdt>
      <w:r w:rsidRPr="00FE02C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E02C7" w:rsidRPr="00FE02C7">
            <w:rPr>
              <w:rFonts w:ascii="Times New Roman" w:hAnsi="Times New Roman"/>
              <w:sz w:val="28"/>
              <w:szCs w:val="28"/>
            </w:rPr>
            <w:t>8</w:t>
          </w:r>
        </w:sdtContent>
      </w:sdt>
    </w:p>
    <w:p w14:paraId="25036FE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036FEB" w14:textId="57F7CA36" w:rsidR="0033636C" w:rsidRPr="00FE054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FE054E">
        <w:rPr>
          <w:rFonts w:ascii="Times New Roman" w:hAnsi="Times New Roman"/>
          <w:b/>
          <w:sz w:val="28"/>
          <w:szCs w:val="28"/>
        </w:rPr>
        <w:t xml:space="preserve">Об утверждении перечня объектов для отбывания административного наказания в виде </w:t>
      </w:r>
      <w:r w:rsidR="00FE054E">
        <w:rPr>
          <w:rFonts w:ascii="Times New Roman" w:hAnsi="Times New Roman"/>
          <w:b/>
          <w:sz w:val="28"/>
          <w:szCs w:val="28"/>
        </w:rPr>
        <w:t>обязательных</w:t>
      </w:r>
      <w:r w:rsidRPr="00FE054E">
        <w:rPr>
          <w:rFonts w:ascii="Times New Roman" w:hAnsi="Times New Roman"/>
          <w:b/>
          <w:sz w:val="28"/>
          <w:szCs w:val="28"/>
        </w:rPr>
        <w:t xml:space="preserve"> работ</w:t>
      </w:r>
    </w:p>
    <w:p w14:paraId="25036FE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1D2594" w14:textId="0813BBBD" w:rsidR="00FE054E" w:rsidRPr="005C2240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</w:t>
      </w:r>
      <w:r w:rsidRPr="00FE054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54E">
        <w:rPr>
          <w:rFonts w:ascii="Times New Roman" w:hAnsi="Times New Roman"/>
          <w:sz w:val="28"/>
          <w:szCs w:val="28"/>
        </w:rPr>
        <w:t xml:space="preserve">2 ст. 32.13 Кодекса Российской Федерации </w:t>
      </w:r>
      <w:r w:rsidR="005C2240">
        <w:rPr>
          <w:rFonts w:ascii="Times New Roman" w:hAnsi="Times New Roman"/>
          <w:sz w:val="28"/>
          <w:szCs w:val="28"/>
        </w:rPr>
        <w:br/>
      </w:r>
      <w:r w:rsidRPr="00FE054E">
        <w:rPr>
          <w:rFonts w:ascii="Times New Roman" w:hAnsi="Times New Roman"/>
          <w:sz w:val="28"/>
          <w:szCs w:val="28"/>
        </w:rPr>
        <w:t>об административных правонарушениях,</w:t>
      </w:r>
      <w:r>
        <w:rPr>
          <w:rFonts w:ascii="Times New Roman" w:hAnsi="Times New Roman"/>
          <w:sz w:val="28"/>
          <w:szCs w:val="28"/>
        </w:rPr>
        <w:t xml:space="preserve"> руководствуясь ст.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FE054E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Pr="00FE05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E054E">
        <w:rPr>
          <w:rFonts w:ascii="Times New Roman" w:hAnsi="Times New Roman"/>
          <w:sz w:val="28"/>
          <w:szCs w:val="28"/>
        </w:rPr>
        <w:t xml:space="preserve">» </w:t>
      </w:r>
      <w:r w:rsidRPr="005C2240">
        <w:rPr>
          <w:rFonts w:ascii="Times New Roman" w:hAnsi="Times New Roman"/>
          <w:b/>
          <w:sz w:val="28"/>
          <w:szCs w:val="28"/>
        </w:rPr>
        <w:t>ПОСТАНОВЛЯЕТ:</w:t>
      </w:r>
    </w:p>
    <w:p w14:paraId="1E37960E" w14:textId="306994B3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 xml:space="preserve">1. Утвердить перечень объектов для отбывания административного наказания в виде </w:t>
      </w:r>
      <w:r>
        <w:rPr>
          <w:rFonts w:ascii="Times New Roman" w:hAnsi="Times New Roman"/>
          <w:sz w:val="28"/>
          <w:szCs w:val="28"/>
        </w:rPr>
        <w:t>обязательных</w:t>
      </w:r>
      <w:r w:rsidRPr="00FE054E">
        <w:rPr>
          <w:rFonts w:ascii="Times New Roman" w:hAnsi="Times New Roman"/>
          <w:sz w:val="28"/>
          <w:szCs w:val="28"/>
        </w:rPr>
        <w:t xml:space="preserve"> работ</w:t>
      </w:r>
      <w:r w:rsidR="00715A14">
        <w:rPr>
          <w:rFonts w:ascii="Times New Roman" w:hAnsi="Times New Roman"/>
          <w:sz w:val="28"/>
          <w:szCs w:val="28"/>
        </w:rPr>
        <w:t xml:space="preserve"> (прилагается)</w:t>
      </w:r>
      <w:r w:rsidRPr="00FE054E">
        <w:rPr>
          <w:rFonts w:ascii="Times New Roman" w:hAnsi="Times New Roman"/>
          <w:sz w:val="28"/>
          <w:szCs w:val="28"/>
        </w:rPr>
        <w:t>.</w:t>
      </w:r>
    </w:p>
    <w:p w14:paraId="55845128" w14:textId="2C83B23D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2. Установить для отбывания административного наказания в виде обязательных работ следующие виды работ:</w:t>
      </w:r>
    </w:p>
    <w:p w14:paraId="502A3C9A" w14:textId="77777777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уборка и санитарная очистка территорий сел и поселка, отдельных объектов;</w:t>
      </w:r>
    </w:p>
    <w:p w14:paraId="7F63CE50" w14:textId="77777777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благоус</w:t>
      </w:r>
      <w:bookmarkStart w:id="0" w:name="_GoBack"/>
      <w:bookmarkEnd w:id="0"/>
      <w:r w:rsidRPr="00FE054E">
        <w:rPr>
          <w:rFonts w:ascii="Times New Roman" w:hAnsi="Times New Roman"/>
          <w:sz w:val="28"/>
          <w:szCs w:val="28"/>
        </w:rPr>
        <w:t>тройство дворовых территорий;</w:t>
      </w:r>
    </w:p>
    <w:p w14:paraId="32EEC242" w14:textId="77777777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озеленение территорий населенных пунктов;</w:t>
      </w:r>
    </w:p>
    <w:p w14:paraId="0C9F26BC" w14:textId="77777777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очистка подвалов от мусора в жилом муниципальном фонде;</w:t>
      </w:r>
    </w:p>
    <w:p w14:paraId="509DBC15" w14:textId="77777777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расчистка снега на территории сел и поселка, детских садов, школ, учреждений культуры, отдельных объектов;</w:t>
      </w:r>
    </w:p>
    <w:p w14:paraId="4E455DE6" w14:textId="77777777" w:rsidR="00FE054E" w:rsidRP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ремонт деревянных ограждений на территории сел и поселка, детских садов, школ, учреждений культуры, отдельных объектов;</w:t>
      </w:r>
    </w:p>
    <w:p w14:paraId="56302C73" w14:textId="77777777" w:rsidR="00FE054E" w:rsidRDefault="00FE054E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054E">
        <w:rPr>
          <w:rFonts w:ascii="Times New Roman" w:hAnsi="Times New Roman"/>
          <w:sz w:val="28"/>
          <w:szCs w:val="28"/>
        </w:rPr>
        <w:t>- другие работы, не требующие квалификационных разрядов и специальных допусков.</w:t>
      </w:r>
    </w:p>
    <w:p w14:paraId="492D567F" w14:textId="0A40FF8C" w:rsidR="007D5ABB" w:rsidRDefault="007D5ABB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Считать утратившими силу постановления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14:paraId="66CE0FCC" w14:textId="633FCA49" w:rsidR="007D5ABB" w:rsidRDefault="007D5ABB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08.04.2014 № 221 «О перечне объ</w:t>
      </w:r>
      <w:r w:rsidR="005B704A">
        <w:rPr>
          <w:rFonts w:ascii="Times New Roman" w:hAnsi="Times New Roman"/>
          <w:sz w:val="28"/>
          <w:szCs w:val="28"/>
        </w:rPr>
        <w:t xml:space="preserve">ектов для отбывания наказания в </w:t>
      </w:r>
      <w:r>
        <w:rPr>
          <w:rFonts w:ascii="Times New Roman" w:hAnsi="Times New Roman"/>
          <w:sz w:val="28"/>
          <w:szCs w:val="28"/>
        </w:rPr>
        <w:t>виде обязательных работ (ст. 32.13 КоАП РФ)»;</w:t>
      </w:r>
    </w:p>
    <w:p w14:paraId="15F96B3F" w14:textId="757FD590" w:rsidR="007D5ABB" w:rsidRPr="00FE054E" w:rsidRDefault="007D5ABB" w:rsidP="00FE054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18.08.2015 № 585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08.04.2014 № 221».</w:t>
      </w:r>
    </w:p>
    <w:p w14:paraId="25036FF6" w14:textId="37D01F29" w:rsidR="008629FA" w:rsidRDefault="007D5ABB" w:rsidP="00801B19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E054E" w:rsidRPr="00FE054E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FE054E" w:rsidRPr="00FE054E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E054E" w:rsidRPr="00FE054E">
        <w:rPr>
          <w:rFonts w:ascii="Times New Roman" w:hAnsi="Times New Roman"/>
          <w:sz w:val="28"/>
          <w:szCs w:val="28"/>
        </w:rPr>
        <w:t xml:space="preserve">» в </w:t>
      </w:r>
      <w:r w:rsidR="005C2240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FE054E" w:rsidRPr="00FE054E">
        <w:rPr>
          <w:rFonts w:ascii="Times New Roman" w:hAnsi="Times New Roman"/>
          <w:sz w:val="28"/>
          <w:szCs w:val="28"/>
        </w:rPr>
        <w:t xml:space="preserve">сети </w:t>
      </w:r>
      <w:r w:rsidR="005C2240">
        <w:rPr>
          <w:rFonts w:ascii="Times New Roman" w:hAnsi="Times New Roman"/>
          <w:sz w:val="28"/>
          <w:szCs w:val="28"/>
        </w:rPr>
        <w:t>«</w:t>
      </w:r>
      <w:r w:rsidR="00FE054E" w:rsidRPr="00FE054E">
        <w:rPr>
          <w:rFonts w:ascii="Times New Roman" w:hAnsi="Times New Roman"/>
          <w:sz w:val="28"/>
          <w:szCs w:val="28"/>
        </w:rPr>
        <w:t>Интернет</w:t>
      </w:r>
      <w:r w:rsidR="005C2240">
        <w:rPr>
          <w:rFonts w:ascii="Times New Roman" w:hAnsi="Times New Roman"/>
          <w:sz w:val="28"/>
          <w:szCs w:val="28"/>
        </w:rPr>
        <w:t>»</w:t>
      </w:r>
      <w:r w:rsidR="00FE054E" w:rsidRPr="00FE054E">
        <w:rPr>
          <w:rFonts w:ascii="Times New Roman" w:hAnsi="Times New Roman"/>
          <w:sz w:val="28"/>
          <w:szCs w:val="28"/>
        </w:rPr>
        <w:t>.</w:t>
      </w:r>
    </w:p>
    <w:p w14:paraId="3D02B254" w14:textId="2FF2B672" w:rsidR="00801B19" w:rsidRDefault="00801B19" w:rsidP="00801B19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на </w:t>
      </w:r>
      <w:r w:rsidR="005C2240">
        <w:rPr>
          <w:rFonts w:ascii="Times New Roman" w:hAnsi="Times New Roman"/>
          <w:sz w:val="28"/>
          <w:szCs w:val="28"/>
        </w:rPr>
        <w:t xml:space="preserve">вице-мэра муниципального образования «Городской округ </w:t>
      </w:r>
      <w:proofErr w:type="spellStart"/>
      <w:r w:rsidR="005C224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C224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5C2240">
        <w:rPr>
          <w:rFonts w:ascii="Times New Roman" w:hAnsi="Times New Roman"/>
          <w:sz w:val="28"/>
          <w:szCs w:val="28"/>
        </w:rPr>
        <w:t>Русанова</w:t>
      </w:r>
      <w:proofErr w:type="spellEnd"/>
      <w:r w:rsidR="005C2240" w:rsidRPr="005C2240">
        <w:rPr>
          <w:rFonts w:ascii="Times New Roman" w:hAnsi="Times New Roman"/>
          <w:sz w:val="28"/>
          <w:szCs w:val="28"/>
        </w:rPr>
        <w:t xml:space="preserve"> </w:t>
      </w:r>
      <w:r w:rsidR="005C2240">
        <w:rPr>
          <w:rFonts w:ascii="Times New Roman" w:hAnsi="Times New Roman"/>
          <w:sz w:val="28"/>
          <w:szCs w:val="28"/>
        </w:rPr>
        <w:t>Я.С.</w:t>
      </w:r>
    </w:p>
    <w:p w14:paraId="21403281" w14:textId="77777777" w:rsidR="005B704A" w:rsidRPr="00D12794" w:rsidRDefault="005B704A" w:rsidP="00801B19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5036FF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036FF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036FF9" w14:textId="677E5DD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801B1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25036FF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036FF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036FF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036FF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5036FF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C224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52007" w14:textId="77777777" w:rsidR="00DC340A" w:rsidRDefault="00DC340A" w:rsidP="0033636C">
      <w:pPr>
        <w:spacing w:after="0" w:line="240" w:lineRule="auto"/>
      </w:pPr>
      <w:r>
        <w:separator/>
      </w:r>
    </w:p>
  </w:endnote>
  <w:endnote w:type="continuationSeparator" w:id="0">
    <w:p w14:paraId="18E02D35" w14:textId="77777777" w:rsidR="00DC340A" w:rsidRDefault="00DC340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7005" w14:textId="752ACA3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1E4FE" w14:textId="77777777" w:rsidR="00DC340A" w:rsidRDefault="00DC340A" w:rsidP="0033636C">
      <w:pPr>
        <w:spacing w:after="0" w:line="240" w:lineRule="auto"/>
      </w:pPr>
      <w:r>
        <w:separator/>
      </w:r>
    </w:p>
  </w:footnote>
  <w:footnote w:type="continuationSeparator" w:id="0">
    <w:p w14:paraId="56D2FF69" w14:textId="77777777" w:rsidR="00DC340A" w:rsidRDefault="00DC340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129426"/>
      <w:docPartObj>
        <w:docPartGallery w:val="Page Numbers (Top of Page)"/>
        <w:docPartUnique/>
      </w:docPartObj>
    </w:sdtPr>
    <w:sdtEndPr/>
    <w:sdtContent>
      <w:p w14:paraId="7AEABAB9" w14:textId="45A002D8" w:rsidR="005C2240" w:rsidRDefault="005C22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2C7">
          <w:rPr>
            <w:noProof/>
          </w:rPr>
          <w:t>2</w:t>
        </w:r>
        <w:r>
          <w:fldChar w:fldCharType="end"/>
        </w:r>
      </w:p>
    </w:sdtContent>
  </w:sdt>
  <w:p w14:paraId="1EE70F42" w14:textId="77777777" w:rsidR="005C2240" w:rsidRDefault="005C22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B704A"/>
    <w:rsid w:val="005C2240"/>
    <w:rsid w:val="00715A14"/>
    <w:rsid w:val="007D5ABB"/>
    <w:rsid w:val="00801B19"/>
    <w:rsid w:val="008629FA"/>
    <w:rsid w:val="00987DB5"/>
    <w:rsid w:val="00AC72C8"/>
    <w:rsid w:val="00B10ED9"/>
    <w:rsid w:val="00B25688"/>
    <w:rsid w:val="00C02849"/>
    <w:rsid w:val="00D12794"/>
    <w:rsid w:val="00D67BD8"/>
    <w:rsid w:val="00DC340A"/>
    <w:rsid w:val="00DF7897"/>
    <w:rsid w:val="00E37B8A"/>
    <w:rsid w:val="00E609BC"/>
    <w:rsid w:val="00FE02C7"/>
    <w:rsid w:val="00FE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6F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5489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5489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21FC9"/>
    <w:rsid w:val="00B13DA8"/>
    <w:rsid w:val="00C95804"/>
    <w:rsid w:val="00CF735B"/>
    <w:rsid w:val="00E7774E"/>
    <w:rsid w:val="00F5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2024-01-11T23:12:00Z</dcterms:modified>
</cp:coreProperties>
</file>