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94AD84B" w14:textId="77777777" w:rsidTr="00987DB5">
        <w:tc>
          <w:tcPr>
            <w:tcW w:w="9498" w:type="dxa"/>
          </w:tcPr>
          <w:p w14:paraId="194AD84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94AD862" wp14:editId="194AD86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4AD84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94AD84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94AD84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94AD84C" w14:textId="4B4B6348" w:rsidR="0033636C" w:rsidRPr="0080462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0462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01692">
            <w:rPr>
              <w:rFonts w:ascii="Times New Roman" w:hAnsi="Times New Roman"/>
              <w:sz w:val="28"/>
              <w:szCs w:val="28"/>
            </w:rPr>
            <w:t>25 февраля 2021 года</w:t>
          </w:r>
        </w:sdtContent>
      </w:sdt>
      <w:r w:rsidRPr="0080462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01692" w:rsidRPr="00301692">
            <w:rPr>
              <w:rFonts w:ascii="Times New Roman" w:hAnsi="Times New Roman"/>
              <w:sz w:val="28"/>
              <w:szCs w:val="28"/>
            </w:rPr>
            <w:t>92</w:t>
          </w:r>
        </w:sdtContent>
      </w:sdt>
    </w:p>
    <w:p w14:paraId="194AD84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94AD84E" w14:textId="7FEF787B" w:rsidR="0033636C" w:rsidRPr="001D4786" w:rsidRDefault="0033636C" w:rsidP="008046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4786">
        <w:rPr>
          <w:rFonts w:ascii="Times New Roman" w:hAnsi="Times New Roman"/>
          <w:b/>
          <w:sz w:val="28"/>
          <w:szCs w:val="28"/>
        </w:rPr>
        <w:t>О внесении изменений в п</w:t>
      </w:r>
      <w:r w:rsidR="00CE3F25">
        <w:rPr>
          <w:rFonts w:ascii="Times New Roman" w:hAnsi="Times New Roman"/>
          <w:b/>
          <w:sz w:val="28"/>
          <w:szCs w:val="28"/>
        </w:rPr>
        <w:t>остановление</w:t>
      </w:r>
      <w:r w:rsidRPr="001D4786">
        <w:rPr>
          <w:rFonts w:ascii="Times New Roman" w:hAnsi="Times New Roman"/>
          <w:b/>
          <w:sz w:val="28"/>
          <w:szCs w:val="28"/>
        </w:rPr>
        <w:t xml:space="preserve"> администрации </w:t>
      </w:r>
      <w:r w:rsidR="0080462D">
        <w:rPr>
          <w:rFonts w:ascii="Times New Roman" w:hAnsi="Times New Roman"/>
          <w:b/>
          <w:sz w:val="28"/>
          <w:szCs w:val="28"/>
        </w:rPr>
        <w:br/>
      </w:r>
      <w:r w:rsidRPr="001D4786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952E76">
        <w:rPr>
          <w:rFonts w:ascii="Times New Roman" w:hAnsi="Times New Roman"/>
          <w:b/>
          <w:sz w:val="28"/>
          <w:szCs w:val="28"/>
        </w:rPr>
        <w:t xml:space="preserve"> </w:t>
      </w:r>
      <w:r w:rsidRPr="001D4786">
        <w:rPr>
          <w:rFonts w:ascii="Times New Roman" w:hAnsi="Times New Roman"/>
          <w:b/>
          <w:sz w:val="28"/>
          <w:szCs w:val="28"/>
        </w:rPr>
        <w:t xml:space="preserve">"Городской округ Ногликский" </w:t>
      </w:r>
      <w:r w:rsidR="0080462D">
        <w:rPr>
          <w:rFonts w:ascii="Times New Roman" w:hAnsi="Times New Roman"/>
          <w:b/>
          <w:sz w:val="28"/>
          <w:szCs w:val="28"/>
        </w:rPr>
        <w:br/>
      </w:r>
      <w:r w:rsidRPr="001D4786">
        <w:rPr>
          <w:rFonts w:ascii="Times New Roman" w:hAnsi="Times New Roman"/>
          <w:b/>
          <w:sz w:val="28"/>
          <w:szCs w:val="28"/>
        </w:rPr>
        <w:t>от 16.1</w:t>
      </w:r>
      <w:r w:rsidR="00E823B6" w:rsidRPr="001D4786">
        <w:rPr>
          <w:rFonts w:ascii="Times New Roman" w:hAnsi="Times New Roman"/>
          <w:b/>
          <w:sz w:val="28"/>
          <w:szCs w:val="28"/>
        </w:rPr>
        <w:t>2.2016 № 876</w:t>
      </w:r>
    </w:p>
    <w:p w14:paraId="194AD84F" w14:textId="77777777" w:rsidR="00185FEC" w:rsidRDefault="00185FEC" w:rsidP="008A49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499588" w14:textId="20A36B5E" w:rsidR="00F0625B" w:rsidRPr="0080462D" w:rsidRDefault="00F0625B" w:rsidP="008A4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15AC4">
        <w:rPr>
          <w:rFonts w:ascii="Times New Roman" w:hAnsi="Times New Roman"/>
          <w:sz w:val="28"/>
          <w:szCs w:val="28"/>
        </w:rPr>
        <w:t xml:space="preserve">В соответствии с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</w:t>
      </w:r>
      <w:r w:rsidR="00FE00B9" w:rsidRPr="00FE00B9">
        <w:rPr>
          <w:rFonts w:ascii="Times New Roman" w:hAnsi="Times New Roman"/>
          <w:sz w:val="28"/>
          <w:szCs w:val="28"/>
        </w:rPr>
        <w:t>сводной бюджетной росписью бюджета муниципального образования «Городской округ Ногликский» на 2020 г</w:t>
      </w:r>
      <w:r w:rsidR="00475902">
        <w:rPr>
          <w:rFonts w:ascii="Times New Roman" w:hAnsi="Times New Roman"/>
          <w:sz w:val="28"/>
          <w:szCs w:val="28"/>
        </w:rPr>
        <w:t>од по состоянию на 31.12.2020,</w:t>
      </w:r>
      <w:r w:rsidR="00FE00B9">
        <w:rPr>
          <w:rFonts w:ascii="Times New Roman" w:hAnsi="Times New Roman"/>
          <w:sz w:val="28"/>
          <w:szCs w:val="28"/>
        </w:rPr>
        <w:t xml:space="preserve"> </w:t>
      </w:r>
      <w:r w:rsidRPr="00D15AC4">
        <w:rPr>
          <w:rFonts w:ascii="Times New Roman" w:hAnsi="Times New Roman"/>
          <w:sz w:val="28"/>
          <w:szCs w:val="28"/>
        </w:rPr>
        <w:t>решением Собрания муниципального образования «Городской округ Ногликский» от 15.12.2020 № 98 «О бюджете муниципального образования «Городской округ Ногликский» на 2021 год и на плановый период 2022</w:t>
      </w:r>
      <w:r w:rsidR="001523CF">
        <w:rPr>
          <w:rFonts w:ascii="Times New Roman" w:hAnsi="Times New Roman"/>
          <w:sz w:val="28"/>
          <w:szCs w:val="28"/>
        </w:rPr>
        <w:t xml:space="preserve"> и 2023 годов», руководствуясь </w:t>
      </w:r>
      <w:r w:rsidRPr="00D15AC4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0462D">
        <w:rPr>
          <w:rFonts w:ascii="Times New Roman" w:hAnsi="Times New Roman"/>
          <w:b/>
          <w:sz w:val="28"/>
          <w:szCs w:val="28"/>
        </w:rPr>
        <w:t>ПОСТАНОВЛЯЕТ:</w:t>
      </w:r>
    </w:p>
    <w:p w14:paraId="0CFA755A" w14:textId="71361C04" w:rsidR="00F0625B" w:rsidRPr="00160B36" w:rsidRDefault="00F0625B" w:rsidP="008A4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C4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r w:rsidRPr="00160B36">
        <w:rPr>
          <w:rFonts w:ascii="Times New Roman" w:hAnsi="Times New Roman"/>
          <w:sz w:val="28"/>
          <w:szCs w:val="28"/>
        </w:rPr>
        <w:t xml:space="preserve">«Стимулирование экономической активности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16.12.2016 </w:t>
      </w:r>
      <w:r w:rsidR="006B7BEC"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 xml:space="preserve">№ 876 (в редакции от 23.03.2017 № 191, от 26.09.2017 № 700, от 04.12.2017 </w:t>
      </w:r>
      <w:r w:rsidR="006B7BEC"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 xml:space="preserve">№ 1021, от 30.03.2018 № 337, от 07.06.2018 № 534, от 03.09.2018 № 818, </w:t>
      </w:r>
      <w:r w:rsidR="006B7BEC"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>от 22.11.2018 № 1134, от 09.04.2019 № 227, от 16.07.2019 № 533, от 03.09.2019 № 670, от 22.10.2019 № 779, от 06.11.2019 № 810, от 19.03.2020 № 129, от 11.06.2020 № 298</w:t>
      </w:r>
      <w:r>
        <w:rPr>
          <w:rFonts w:ascii="Times New Roman" w:hAnsi="Times New Roman"/>
          <w:sz w:val="28"/>
          <w:szCs w:val="28"/>
        </w:rPr>
        <w:t>, от 08.10.2020 № 496</w:t>
      </w:r>
      <w:r w:rsidRPr="00160B3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D046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муниципальной про</w:t>
      </w:r>
      <w:r w:rsidRPr="00ED0467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раммы </w:t>
      </w:r>
      <w:r w:rsidR="0030169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Стимулирование экономиче</w:t>
      </w:r>
      <w:r w:rsidRPr="00ED0467">
        <w:rPr>
          <w:rFonts w:ascii="Times New Roman" w:hAnsi="Times New Roman"/>
          <w:sz w:val="28"/>
          <w:szCs w:val="28"/>
        </w:rPr>
        <w:t>ской активности в муниципальном образова</w:t>
      </w:r>
      <w:r w:rsidR="00301692">
        <w:rPr>
          <w:rFonts w:ascii="Times New Roman" w:hAnsi="Times New Roman"/>
          <w:sz w:val="28"/>
          <w:szCs w:val="28"/>
        </w:rPr>
        <w:t>нии «Городской округ Ногликский»</w:t>
      </w:r>
      <w:r w:rsidRPr="00160B36">
        <w:rPr>
          <w:rFonts w:ascii="Times New Roman" w:hAnsi="Times New Roman"/>
          <w:sz w:val="28"/>
          <w:szCs w:val="28"/>
        </w:rPr>
        <w:t>, следующие изменения:</w:t>
      </w:r>
    </w:p>
    <w:p w14:paraId="7F74A33B" w14:textId="77777777" w:rsidR="00F0625B" w:rsidRDefault="00F0625B" w:rsidP="008A4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разделе </w:t>
      </w:r>
      <w:r w:rsidRPr="00A93652">
        <w:rPr>
          <w:rFonts w:ascii="Times New Roman" w:hAnsi="Times New Roman"/>
          <w:sz w:val="28"/>
          <w:szCs w:val="28"/>
        </w:rPr>
        <w:t>1 Паспорт муниципальной программы «Стимулирование экономической активности в муниципальном образовании «Городской округ Ногликский»</w:t>
      </w:r>
      <w:r>
        <w:rPr>
          <w:rFonts w:ascii="Times New Roman" w:hAnsi="Times New Roman"/>
          <w:sz w:val="28"/>
          <w:szCs w:val="28"/>
        </w:rPr>
        <w:t>:</w:t>
      </w:r>
    </w:p>
    <w:p w14:paraId="38A70EB6" w14:textId="77777777" w:rsidR="00F0625B" w:rsidRPr="008A4207" w:rsidRDefault="00F0625B" w:rsidP="008A4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4207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1.1</w:t>
      </w:r>
      <w:r w:rsidRPr="008A4207">
        <w:rPr>
          <w:rFonts w:ascii="Times New Roman" w:hAnsi="Times New Roman"/>
          <w:sz w:val="28"/>
          <w:szCs w:val="28"/>
        </w:rPr>
        <w:t>. Подраздел «Объемы и источники финансирования» изложить в новой редакции:</w:t>
      </w:r>
    </w:p>
    <w:tbl>
      <w:tblPr>
        <w:tblW w:w="9579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354"/>
        <w:gridCol w:w="6439"/>
        <w:gridCol w:w="360"/>
      </w:tblGrid>
      <w:tr w:rsidR="006B7BEC" w:rsidRPr="008A4207" w14:paraId="5D50FACD" w14:textId="6E5A0781" w:rsidTr="006B7BEC">
        <w:trPr>
          <w:trHeight w:val="400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2FB0CBBF" w14:textId="04C3AC72" w:rsidR="006B7BEC" w:rsidRPr="008A4207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EE50" w14:textId="6BBAACDB" w:rsidR="006B7BEC" w:rsidRPr="008A4207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2D23" w14:textId="1C7EEF31" w:rsidR="006B7BEC" w:rsidRPr="00B37899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78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– 268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B378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43,9 </w:t>
            </w:r>
            <w:r w:rsidRPr="00B378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14:paraId="0C216DE3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79814C97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14 277,4 тыс. руб.;</w:t>
            </w:r>
          </w:p>
          <w:p w14:paraId="706446B9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11 184,4 тыс. руб.;</w:t>
            </w:r>
          </w:p>
          <w:p w14:paraId="51FA0970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10 022,1 тыс. руб.;</w:t>
            </w:r>
          </w:p>
          <w:p w14:paraId="0048ECA0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21 366,7 тыс. руб.;</w:t>
            </w:r>
          </w:p>
          <w:p w14:paraId="08AA6EED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25 521,6 тыс. руб.;</w:t>
            </w:r>
          </w:p>
          <w:p w14:paraId="0D6E2171" w14:textId="19AA481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28 942,7 тыс. руб.;</w:t>
            </w:r>
          </w:p>
          <w:p w14:paraId="55059567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45 454,8 тыс. руб.;</w:t>
            </w:r>
          </w:p>
          <w:p w14:paraId="52416533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31 695,0 тыс. руб.;</w:t>
            </w:r>
          </w:p>
          <w:p w14:paraId="31D43057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29 564,2 тыс. руб.;</w:t>
            </w:r>
          </w:p>
          <w:p w14:paraId="344F5924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24 714,0 тыс. руб.;</w:t>
            </w:r>
          </w:p>
          <w:p w14:paraId="631B8441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26 001,0 тыс. руб.</w:t>
            </w:r>
          </w:p>
          <w:p w14:paraId="31ADAB13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6E88BC3C" w14:textId="516AC4A6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208 580,6 тыс. рублей, </w:t>
            </w:r>
          </w:p>
          <w:p w14:paraId="0EAA3CD1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33EBCA82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2 945,0 тыс. руб.;</w:t>
            </w:r>
          </w:p>
          <w:p w14:paraId="77C4B9FC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2 655,0 тыс. руб.;</w:t>
            </w:r>
          </w:p>
          <w:p w14:paraId="511FF3CE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1 375,5 тыс. руб.;</w:t>
            </w:r>
          </w:p>
          <w:p w14:paraId="51D8F808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18 420,1 тыс. руб.;</w:t>
            </w:r>
          </w:p>
          <w:p w14:paraId="0BB02EB7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21 914,6 тыс. руб.;</w:t>
            </w:r>
          </w:p>
          <w:p w14:paraId="00FCD3DD" w14:textId="0238BE76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24 993,2 тыс. руб.;</w:t>
            </w:r>
          </w:p>
          <w:p w14:paraId="7E586D4B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27 632,5 тыс. руб.;</w:t>
            </w:r>
          </w:p>
          <w:p w14:paraId="2165D64D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28 365,5 тыс. руб.;</w:t>
            </w:r>
          </w:p>
          <w:p w14:paraId="5ADB1752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29 564,2 тыс. руб.;</w:t>
            </w:r>
          </w:p>
          <w:p w14:paraId="221A8C58" w14:textId="0A6EA11F" w:rsidR="006B7BEC" w:rsidRPr="00301692" w:rsidRDefault="001523CF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– 24 714,0 </w:t>
            </w:r>
            <w:r w:rsidR="006B7BEC"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6F86C07E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26 001,0 тыс. руб.</w:t>
            </w:r>
          </w:p>
          <w:p w14:paraId="1F938847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DFD1D9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59 607,3 тыс. рублей, </w:t>
            </w:r>
          </w:p>
          <w:p w14:paraId="1A826BAB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18694016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10 882,4 тыс. руб.;</w:t>
            </w:r>
          </w:p>
          <w:p w14:paraId="18CC51FA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8 423,4 тыс. руб.;</w:t>
            </w:r>
          </w:p>
          <w:p w14:paraId="7171B052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8 646,6 тыс. руб.;</w:t>
            </w:r>
          </w:p>
          <w:p w14:paraId="31862516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2 946,6 тыс. руб.;</w:t>
            </w:r>
          </w:p>
          <w:p w14:paraId="02499B08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3 607,0 тыс. руб.;</w:t>
            </w:r>
          </w:p>
          <w:p w14:paraId="5CCD33CF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3 949,5 тыс. руб.;</w:t>
            </w:r>
          </w:p>
          <w:p w14:paraId="474964FE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17 822,3 тыс. руб.;</w:t>
            </w:r>
          </w:p>
          <w:p w14:paraId="65B4381E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3 329,5 тыс. руб.;</w:t>
            </w:r>
          </w:p>
          <w:p w14:paraId="4DD9BA8D" w14:textId="3044B211" w:rsidR="006B7BEC" w:rsidRPr="00301692" w:rsidRDefault="001523CF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– 0,0* </w:t>
            </w:r>
            <w:r w:rsidR="006B7BEC"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34D6A364" w14:textId="25AF9169" w:rsidR="006B7BEC" w:rsidRPr="00301692" w:rsidRDefault="001523CF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2024 г. – 0,0* </w:t>
            </w:r>
            <w:r w:rsidR="006B7BEC"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294709F2" w14:textId="7D7EB6AE" w:rsidR="006B7BEC" w:rsidRPr="00301692" w:rsidRDefault="001523CF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0,0* </w:t>
            </w:r>
            <w:r w:rsidR="006B7BEC"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255561DB" w14:textId="523DD06F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  <w:p w14:paraId="5797D956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– 556,0 тыс. рублей, </w:t>
            </w:r>
          </w:p>
          <w:p w14:paraId="77799CB8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0F7E2EF1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450,0 тыс. руб.;</w:t>
            </w:r>
          </w:p>
          <w:p w14:paraId="76DB7CD5" w14:textId="77777777" w:rsidR="006B7BEC" w:rsidRPr="008A4207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106,0 тыс. руб.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5858971E" w14:textId="77777777" w:rsid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AA46EB" w14:textId="77777777" w:rsid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4F2176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9FD16E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322DAB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0EE89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FEB3A9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3F586C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301528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A864F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37265B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C77935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819B61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32A9C3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A7804B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F1B10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208BFF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A76943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7E0EF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10516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1091A6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B058FC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52808F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1AAC96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5BF100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39663E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1418D0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08B790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76B42E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EB0A47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F60DC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7C3A4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D58B18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45D981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B6162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7C023F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6F1A4F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510000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79B56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31DDA1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104AD1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13324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7BCB0C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294043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9306F6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7EBCD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1E99A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F8B16C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BB4058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A04E15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E03481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DED14F" w14:textId="39C37D04" w:rsidR="006B7BEC" w:rsidRPr="008A4207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6C25B4EC" w14:textId="5DCEA8D5" w:rsidR="009F5C19" w:rsidRDefault="009F5C19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1.1.2. Пункт 2 подраздела «Задачи программы» изложить в новой редакции:</w:t>
      </w:r>
    </w:p>
    <w:p w14:paraId="0F056A60" w14:textId="39752166" w:rsidR="009F5C19" w:rsidRDefault="009F5C19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«2.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доход»;».</w:t>
      </w:r>
    </w:p>
    <w:p w14:paraId="3BC82F9E" w14:textId="08807558" w:rsidR="00F0625B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1.2. Абзац </w:t>
      </w:r>
      <w:r w:rsidR="006B7BEC">
        <w:rPr>
          <w:rFonts w:ascii="Times New Roman" w:hAnsi="Times New Roman"/>
          <w:sz w:val="28"/>
          <w:szCs w:val="28"/>
          <w:shd w:val="clear" w:color="auto" w:fill="FFFFFF"/>
        </w:rPr>
        <w:t>третий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раздела 2 «Характеристика проблемы и обоснование ее решения программными методами» изложить в новой редакции:</w:t>
      </w:r>
    </w:p>
    <w:p w14:paraId="747D538A" w14:textId="77777777" w:rsidR="0080462D" w:rsidRDefault="00F0625B" w:rsidP="008A49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«- подпрограмма 1 «Развитие малого и среднего предпринимательства в муниципальном образовани</w:t>
      </w:r>
      <w:r w:rsidR="0080462D">
        <w:rPr>
          <w:rFonts w:ascii="Times New Roman" w:hAnsi="Times New Roman"/>
          <w:sz w:val="28"/>
          <w:szCs w:val="28"/>
          <w:shd w:val="clear" w:color="auto" w:fill="FFFFFF"/>
        </w:rPr>
        <w:t>и «Городской округ Ногликский».</w:t>
      </w:r>
    </w:p>
    <w:p w14:paraId="374703A2" w14:textId="06FADCFC" w:rsidR="00F0625B" w:rsidRDefault="00F0625B" w:rsidP="008A49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субъектам малого и среднего предпринимательства относятся хозяйствующие субъекты, зарегистрированные в соответствии с законодательством Российской Федерации и соответствующие условиям, установленным ст. 4 Федерального закона от 24.07.2007 № 209-ФЗ «О развитии малого и среднего предпринимательства в Российской Федерации», и физические лица, не являющиеся индивидуальными предпринимателями и применяющие специальный налоговый режим «Налог на профессиональный </w:t>
      </w:r>
      <w:r w:rsidR="00CE3F25">
        <w:rPr>
          <w:rFonts w:ascii="Times New Roman" w:hAnsi="Times New Roman"/>
          <w:sz w:val="28"/>
          <w:szCs w:val="28"/>
          <w:lang w:eastAsia="ru-RU"/>
        </w:rPr>
        <w:t>доход» (далее – субъекты МСП);», д</w:t>
      </w:r>
      <w:r>
        <w:rPr>
          <w:rFonts w:ascii="Times New Roman" w:hAnsi="Times New Roman"/>
          <w:sz w:val="28"/>
          <w:szCs w:val="28"/>
          <w:lang w:eastAsia="ru-RU"/>
        </w:rPr>
        <w:t>алее – по тексту.</w:t>
      </w:r>
    </w:p>
    <w:p w14:paraId="3A632449" w14:textId="77777777" w:rsidR="00F0625B" w:rsidRDefault="00F0625B" w:rsidP="008A49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 Пункт 3 раздела 4 «Показатели (индикаторы) достижения целей и решения задач» после абзаца 6 дополнить текстом следующего содержания:</w:t>
      </w:r>
    </w:p>
    <w:p w14:paraId="02FAA52F" w14:textId="34B1A558" w:rsidR="00F0625B" w:rsidRPr="00363B17" w:rsidRDefault="0080462D" w:rsidP="008A49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6B7BEC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0625B">
        <w:rPr>
          <w:rFonts w:ascii="Times New Roman" w:hAnsi="Times New Roman"/>
          <w:sz w:val="28"/>
          <w:szCs w:val="28"/>
          <w:lang w:eastAsia="ru-RU"/>
        </w:rPr>
        <w:t>количество самозанятых граждан, получ</w:t>
      </w:r>
      <w:r w:rsidR="00CE3F25">
        <w:rPr>
          <w:rFonts w:ascii="Times New Roman" w:hAnsi="Times New Roman"/>
          <w:sz w:val="28"/>
          <w:szCs w:val="28"/>
          <w:lang w:eastAsia="ru-RU"/>
        </w:rPr>
        <w:t>ивших гранты в форме субсидий.», д</w:t>
      </w:r>
      <w:r w:rsidR="00F0625B">
        <w:rPr>
          <w:rFonts w:ascii="Times New Roman" w:hAnsi="Times New Roman"/>
          <w:sz w:val="28"/>
          <w:szCs w:val="28"/>
          <w:lang w:eastAsia="ru-RU"/>
        </w:rPr>
        <w:t>алее – по тексту.</w:t>
      </w:r>
    </w:p>
    <w:p w14:paraId="649F9ED7" w14:textId="3501352D" w:rsidR="00F0625B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2A48"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363B17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432A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Внести в Приложение 1 к муниципальной программе «Стимулирование экономической активности в муниципальном образовании «Городской округ Ногликский» следующие изменения:</w:t>
      </w:r>
    </w:p>
    <w:p w14:paraId="54D674FF" w14:textId="7F28658B" w:rsidR="006561B5" w:rsidRDefault="006561B5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1.4.1. В раздел 1 «Паспорт подпрограммы» внести следующие изменения: </w:t>
      </w:r>
    </w:p>
    <w:p w14:paraId="5A9D99BB" w14:textId="35674D4A" w:rsidR="00F0625B" w:rsidRPr="006B7BEC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1.4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>.1.</w:t>
      </w:r>
      <w:r w:rsidR="006561B5" w:rsidRPr="006B7BEC"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561B5" w:rsidRPr="006B7BEC">
        <w:rPr>
          <w:rFonts w:ascii="Times New Roman" w:hAnsi="Times New Roman"/>
          <w:sz w:val="28"/>
          <w:szCs w:val="28"/>
          <w:shd w:val="clear" w:color="auto" w:fill="FFFFFF"/>
        </w:rPr>
        <w:t>Подраздел «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>Объемы и источники финансирования</w:t>
      </w:r>
      <w:r w:rsidR="006561B5"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» 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>изложить в новой редакции:</w:t>
      </w:r>
    </w:p>
    <w:tbl>
      <w:tblPr>
        <w:tblW w:w="9361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419"/>
        <w:gridCol w:w="6075"/>
        <w:gridCol w:w="441"/>
      </w:tblGrid>
      <w:tr w:rsidR="006B7BEC" w:rsidRPr="006B7BEC" w14:paraId="096920B1" w14:textId="5DD5BCF0" w:rsidTr="006B7BEC">
        <w:trPr>
          <w:trHeight w:val="400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33BAFFFA" w14:textId="64201F7B" w:rsidR="006B7BEC" w:rsidRP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color w:val="2F5496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781F" w14:textId="5BE8E6F8" w:rsidR="006B7BEC" w:rsidRPr="006B7BEC" w:rsidRDefault="006B7BEC" w:rsidP="006B7BE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F60F" w14:textId="7366C48E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– 45 878,1 тыс. рублей, </w:t>
            </w:r>
          </w:p>
          <w:p w14:paraId="61BE67ED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60A5DE1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10 374,9 тыс. руб.;</w:t>
            </w:r>
          </w:p>
          <w:p w14:paraId="56450C63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- 7 290,3 тыс. руб.;</w:t>
            </w:r>
          </w:p>
          <w:p w14:paraId="31F9267B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- 8 630,5 тыс. руб.;</w:t>
            </w:r>
          </w:p>
          <w:p w14:paraId="3E460178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- 2 830,9 тыс. руб.;</w:t>
            </w:r>
          </w:p>
          <w:p w14:paraId="1EB328B2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3 678,7 тыс. руб.;</w:t>
            </w:r>
          </w:p>
          <w:p w14:paraId="5A2CEECF" w14:textId="75577E2E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4 427,5 тыс. руб.;</w:t>
            </w:r>
          </w:p>
          <w:p w14:paraId="08D2533E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3 658,7 тыс. руб.;</w:t>
            </w:r>
          </w:p>
          <w:p w14:paraId="07D0356A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3 604,8 тыс. руб.;</w:t>
            </w:r>
          </w:p>
          <w:p w14:paraId="599DC659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301,8 тыс. руб.;</w:t>
            </w:r>
          </w:p>
          <w:p w14:paraId="14CF2FEF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540,0 тыс. руб.;</w:t>
            </w:r>
          </w:p>
          <w:p w14:paraId="6B6E910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540,0 тыс. руб.</w:t>
            </w:r>
          </w:p>
          <w:p w14:paraId="0BBDC183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09B572AB" w14:textId="2091C5EE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5 964,1 тыс. рублей, </w:t>
            </w:r>
          </w:p>
          <w:p w14:paraId="10FCC6D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4C63F859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1 060,0 тыс. руб.;</w:t>
            </w:r>
          </w:p>
          <w:p w14:paraId="323B3F8E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1 120,0 тыс. руб.;</w:t>
            </w:r>
          </w:p>
          <w:p w14:paraId="26020088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360,5 тыс. руб.;</w:t>
            </w:r>
          </w:p>
          <w:p w14:paraId="35DB21FF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165,0 тыс. руб.;</w:t>
            </w:r>
          </w:p>
          <w:p w14:paraId="32B3FD24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336,8 тыс. руб.;</w:t>
            </w:r>
          </w:p>
          <w:p w14:paraId="3E032F30" w14:textId="1941DABD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727,5 тыс. руб.;</w:t>
            </w:r>
          </w:p>
          <w:p w14:paraId="1B360780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340,7 тыс. руб.;</w:t>
            </w:r>
          </w:p>
          <w:p w14:paraId="02CA82C9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471,8 тыс. руб.;</w:t>
            </w:r>
          </w:p>
          <w:p w14:paraId="2E07FEDC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301,8 тыс. руб.;</w:t>
            </w:r>
          </w:p>
          <w:p w14:paraId="03C90D5A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540,0 тыс. руб.;</w:t>
            </w:r>
          </w:p>
          <w:p w14:paraId="5311EE7D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540,0 тыс. руб.</w:t>
            </w:r>
          </w:p>
          <w:p w14:paraId="71F72579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657AA9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39 914,0 тыс. рублей, </w:t>
            </w:r>
          </w:p>
          <w:p w14:paraId="1D1F67DC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58E01AD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9 314,9 тыс. руб.;</w:t>
            </w:r>
          </w:p>
          <w:p w14:paraId="2871B119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6 170,3 тыс. руб.;</w:t>
            </w:r>
          </w:p>
          <w:p w14:paraId="2CA3D883" w14:textId="7EBAF623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8 270,0 тыс. руб.;</w:t>
            </w:r>
          </w:p>
          <w:p w14:paraId="24B5D78F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2 665,9 тыс. руб.;</w:t>
            </w:r>
          </w:p>
          <w:p w14:paraId="6F1B44BD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3 341,9 тыс. руб.;</w:t>
            </w:r>
          </w:p>
          <w:p w14:paraId="042904EB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3 700,0 тыс. руб.;</w:t>
            </w:r>
          </w:p>
          <w:p w14:paraId="34AE6165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3 318,0 тыс. руб.;</w:t>
            </w:r>
          </w:p>
          <w:p w14:paraId="20DB381C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3 133,0 тыс. руб.</w:t>
            </w:r>
          </w:p>
          <w:p w14:paraId="15044A8A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0,0*</w:t>
            </w:r>
          </w:p>
          <w:p w14:paraId="60AC44BB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0,0*</w:t>
            </w:r>
          </w:p>
          <w:p w14:paraId="4BD5A767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0,0*</w:t>
            </w:r>
          </w:p>
          <w:p w14:paraId="5E8402B7" w14:textId="5F9E8AA8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14:paraId="15A1965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11754C" w14:textId="41CC01D2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824CE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59617F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FAA475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082E3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D62256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2A4C99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08E1F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FA5BF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068283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039F6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12D41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B5FBC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A294F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33EA12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56986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D9E47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017A7B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5B6F5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25B54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8E0E86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5D566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3D51E6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C050A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6821E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139D85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931922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DB994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30E74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D3448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E7F1D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1BE76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86F82B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FA441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D982FB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308A65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ECFC21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42BB39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294D2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EA61F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124DD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FE7DA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B1C65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41294A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6FC38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ADDE0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BE2843" w14:textId="05C49D5B" w:rsidR="006B7BEC" w:rsidRPr="006B7BEC" w:rsidRDefault="006B7BEC" w:rsidP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117E398" w14:textId="77777777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ABA42D3" w14:textId="19191E6C" w:rsidR="00C31D2B" w:rsidRPr="006B7BEC" w:rsidRDefault="00C31D2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1.4.1.2. Пункт 3 подраздела «Задачи программы» изложить в новой редакции:</w:t>
      </w:r>
    </w:p>
    <w:p w14:paraId="687CDC37" w14:textId="70AD3B14" w:rsidR="00C31D2B" w:rsidRPr="006B7BEC" w:rsidRDefault="00C31D2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«3.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доход».».</w:t>
      </w:r>
    </w:p>
    <w:p w14:paraId="3495C4D7" w14:textId="37F0F250" w:rsidR="00C31D2B" w:rsidRPr="006B7BEC" w:rsidRDefault="00C31D2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1.4.1.3. </w:t>
      </w:r>
      <w:r w:rsidR="00B74A98" w:rsidRPr="006B7BEC">
        <w:rPr>
          <w:rFonts w:ascii="Times New Roman" w:hAnsi="Times New Roman"/>
          <w:sz w:val="28"/>
          <w:szCs w:val="28"/>
          <w:shd w:val="clear" w:color="auto" w:fill="FFFFFF"/>
        </w:rPr>
        <w:t>Пункт 4 подраздела «Задачи программы» исключить.</w:t>
      </w:r>
    </w:p>
    <w:p w14:paraId="39D7A4CC" w14:textId="0483C4AA" w:rsidR="00F0625B" w:rsidRPr="006B7BEC" w:rsidRDefault="00363B17" w:rsidP="006B7B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1.4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.2. Абзац </w:t>
      </w:r>
      <w:r w:rsidR="006B7BEC" w:rsidRPr="006B7BEC">
        <w:rPr>
          <w:rFonts w:ascii="Times New Roman" w:hAnsi="Times New Roman"/>
          <w:sz w:val="28"/>
          <w:szCs w:val="28"/>
          <w:shd w:val="clear" w:color="auto" w:fill="FFFFFF"/>
        </w:rPr>
        <w:t>первый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 раздела 2 «Характеристика проблемы и обоснование ее решения программными методами» изложить в новой редакции:</w:t>
      </w:r>
    </w:p>
    <w:p w14:paraId="20D9FF0D" w14:textId="168CBA95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«В соответствии с Указом Президента Российской Федерации от 07.05.2018 </w:t>
      </w:r>
      <w:r w:rsidR="0080462D" w:rsidRPr="006B7BEC">
        <w:rPr>
          <w:rFonts w:ascii="Times New Roman" w:hAnsi="Times New Roman"/>
          <w:sz w:val="28"/>
          <w:szCs w:val="28"/>
          <w:shd w:val="clear" w:color="auto" w:fill="FFFFFF"/>
        </w:rPr>
        <w:t>№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 204 "О национальных целях и стратегических задачах развития Российской Федерации на период до 2024 года" развитие малого и среднего предпринимательства и поддержка индивидуальной предпринимательской инициативы является приоритетным направлением развития страны на среднесрочную перспективу, выделенным в отдельный национальный проект.</w:t>
      </w:r>
    </w:p>
    <w:p w14:paraId="661A6080" w14:textId="77777777" w:rsidR="00F0625B" w:rsidRPr="006B7BEC" w:rsidRDefault="00F0625B" w:rsidP="008A49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Развитие субъектов малого и среднего предпринимательства является </w:t>
      </w:r>
      <w:r w:rsidRPr="006B7BE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одним из инструментов достижения стратегических целей социально-экономического развития муниципального образования «Городской округ Ногликский» - </w:t>
      </w:r>
      <w:r w:rsidRPr="006B7BEC">
        <w:rPr>
          <w:rFonts w:ascii="Times New Roman" w:hAnsi="Times New Roman"/>
          <w:sz w:val="28"/>
          <w:szCs w:val="28"/>
        </w:rPr>
        <w:t>создание благоприятных условий для жизнедеятельности населения городского округа, повышение качества жизни населения, формирование благоприятной социальной среды, а также создание условий для развития экономики муниципального образования «Городской округ Ногликский».</w:t>
      </w:r>
    </w:p>
    <w:p w14:paraId="7C1A50E9" w14:textId="08DE6105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Настоящая подпрограмма 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6B7BEC">
        <w:rPr>
          <w:rFonts w:ascii="Times New Roman" w:hAnsi="Times New Roman"/>
          <w:bCs/>
          <w:sz w:val="28"/>
          <w:szCs w:val="28"/>
          <w:shd w:val="clear" w:color="auto" w:fill="FFFFFF"/>
        </w:rPr>
        <w:t>Развитие малого и среднего предпринимательства в муниципальном образовании «Городской округ Ногликский»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подпрограмма)</w:t>
      </w:r>
      <w:r w:rsidRPr="006B7BE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как инструмент поддержки субъектов малого и среднего предпринимательства и физических лиц, не являющихся индивидуальными предпринимателями и применяющими специальный налоговый режим «Налог на профессиональный доход», объединяет в себе положительные результаты реализации предыдущих муниципальных программ, а также изучение опыта Сахалинской области, других реги</w:t>
      </w:r>
      <w:r w:rsidR="00CE3F25" w:rsidRPr="006B7BEC">
        <w:rPr>
          <w:rFonts w:ascii="Times New Roman" w:hAnsi="Times New Roman"/>
          <w:bCs/>
          <w:sz w:val="28"/>
          <w:szCs w:val="28"/>
          <w:shd w:val="clear" w:color="auto" w:fill="FFFFFF"/>
        </w:rPr>
        <w:t>онов и муниципальных программ.», д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алее – по тексту.</w:t>
      </w:r>
    </w:p>
    <w:p w14:paraId="189EF0A9" w14:textId="5D9BE053" w:rsidR="00F0625B" w:rsidRPr="006B7BEC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1.4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>.3. Пункт 2 раздела 3 «Основные цели и задачи» изложить в новой редакции:</w:t>
      </w:r>
    </w:p>
    <w:p w14:paraId="24833A2B" w14:textId="472750C2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2. Оказание поддержки.</w:t>
      </w:r>
    </w:p>
    <w:p w14:paraId="595B54FE" w14:textId="77777777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Поддержка субъектов малого и среднего предпринимательства и физических лиц, </w:t>
      </w:r>
      <w:r w:rsidRPr="006B7BE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не являющихся индивидуальными предпринимателями и применяющих специальный налоговый режим «Налог на профессиональный доход», 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осуществляется в следующих формах:</w:t>
      </w:r>
    </w:p>
    <w:p w14:paraId="1FD87828" w14:textId="77777777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- финансовая поддержка;</w:t>
      </w:r>
    </w:p>
    <w:p w14:paraId="4E864EE0" w14:textId="77777777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- имущественная поддержка;</w:t>
      </w:r>
    </w:p>
    <w:p w14:paraId="118CD7FF" w14:textId="77777777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- информационная поддержка;</w:t>
      </w:r>
    </w:p>
    <w:p w14:paraId="63470556" w14:textId="77777777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- развитие кадрового потенциала (поддержка в сфере образования).».</w:t>
      </w:r>
    </w:p>
    <w:p w14:paraId="36A49AD2" w14:textId="6F1FCB2E" w:rsidR="00F0625B" w:rsidRPr="006B7BEC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1.4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.4. Раздел 6 «Перечень мероприятий подпрограммы» после подпункта 2.12 дополнить подпунктами 2.13, 2.14 следующего содержания: </w:t>
      </w:r>
    </w:p>
    <w:p w14:paraId="63D43750" w14:textId="419AC35F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«2.13.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доход.</w:t>
      </w:r>
    </w:p>
    <w:p w14:paraId="3E60AC7B" w14:textId="3FB5A1AD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2.14. Возмещение затрат, связанных с приобретение</w:t>
      </w:r>
      <w:r w:rsidR="00CE3F25" w:rsidRPr="006B7BEC">
        <w:rPr>
          <w:rFonts w:ascii="Times New Roman" w:hAnsi="Times New Roman"/>
          <w:sz w:val="28"/>
          <w:szCs w:val="28"/>
          <w:shd w:val="clear" w:color="auto" w:fill="FFFFFF"/>
        </w:rPr>
        <w:t>м объектов мобильной торговли.», д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алее – по тексту.</w:t>
      </w:r>
    </w:p>
    <w:p w14:paraId="1DC5C593" w14:textId="212FDFBB" w:rsidR="00F0625B" w:rsidRPr="006B7BEC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1.5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>. Внести в Приложение 2 к муниципальной программе «Стимулирование экономической активности в муниципальном образовании «Городской округ Ногликский» следующие изменения:</w:t>
      </w:r>
    </w:p>
    <w:p w14:paraId="4739588A" w14:textId="1D2050F2" w:rsidR="00F0625B" w:rsidRPr="006B7BEC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1.5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>.1. Объемы и источники финансирования раздела 1 «Паспорт подпрограммы» изложить в новой редакции:</w:t>
      </w:r>
    </w:p>
    <w:tbl>
      <w:tblPr>
        <w:tblW w:w="9356" w:type="dxa"/>
        <w:tblCellSpacing w:w="5" w:type="nil"/>
        <w:tblInd w:w="13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"/>
        <w:gridCol w:w="2349"/>
        <w:gridCol w:w="6434"/>
        <w:gridCol w:w="284"/>
      </w:tblGrid>
      <w:tr w:rsidR="006B7BEC" w:rsidRPr="006B7BEC" w14:paraId="22E3DD66" w14:textId="2BA66CC3" w:rsidTr="006B7BEC">
        <w:trPr>
          <w:trHeight w:val="400"/>
          <w:tblCellSpacing w:w="5" w:type="nil"/>
        </w:trPr>
        <w:tc>
          <w:tcPr>
            <w:tcW w:w="289" w:type="dxa"/>
            <w:tcBorders>
              <w:right w:val="single" w:sz="4" w:space="0" w:color="auto"/>
            </w:tcBorders>
          </w:tcPr>
          <w:p w14:paraId="5D31250E" w14:textId="5F96F3F1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8FAA" w14:textId="270B76EA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716A" w14:textId="04809F36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–11 006,2 тыс. рублей, </w:t>
            </w:r>
          </w:p>
          <w:p w14:paraId="3876B57E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3D1D6F47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3 902,5 тыс. руб.;</w:t>
            </w:r>
          </w:p>
          <w:p w14:paraId="2D42BBBA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3 894,1 тыс. руб.;</w:t>
            </w:r>
          </w:p>
          <w:p w14:paraId="7428AC9A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1 280,6 тыс. руб.;</w:t>
            </w:r>
          </w:p>
          <w:p w14:paraId="57728E93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423,5 тыс. руб.;</w:t>
            </w:r>
          </w:p>
          <w:p w14:paraId="60D47657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282,9 тыс. руб.;</w:t>
            </w:r>
          </w:p>
          <w:p w14:paraId="51CCD8BF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402,3 тыс. руб.;</w:t>
            </w:r>
          </w:p>
          <w:p w14:paraId="3AA3FBDE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236,8 тыс. руб.;</w:t>
            </w:r>
          </w:p>
          <w:p w14:paraId="40023D6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198,5 тыс. руб.;</w:t>
            </w:r>
          </w:p>
          <w:p w14:paraId="30F981E3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185,0 тыс. руб.;</w:t>
            </w:r>
          </w:p>
          <w:p w14:paraId="6EF8BE86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0,0 тыс. руб.;</w:t>
            </w:r>
          </w:p>
          <w:p w14:paraId="57B20B72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200,0 тыс. руб.</w:t>
            </w:r>
          </w:p>
          <w:p w14:paraId="646DFC7D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6A7C2CB6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5 054,4 тыс. рублей, </w:t>
            </w:r>
          </w:p>
          <w:p w14:paraId="38CC3223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0CAC3166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1 885,0 тыс. руб.;</w:t>
            </w:r>
          </w:p>
          <w:p w14:paraId="44EFD0E0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1 535,0 тыс. руб.;</w:t>
            </w:r>
          </w:p>
          <w:p w14:paraId="3F2CEB68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904,0 тыс. руб.;</w:t>
            </w:r>
          </w:p>
          <w:p w14:paraId="394FB9F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142,8 тыс. руб.;</w:t>
            </w:r>
          </w:p>
          <w:p w14:paraId="429D1F2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17,8 тыс. руб.;</w:t>
            </w:r>
          </w:p>
          <w:p w14:paraId="20C000E5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152,8 тыс. руб.;</w:t>
            </w:r>
          </w:p>
          <w:p w14:paraId="00EF04BF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30,0 тыс. руб.;</w:t>
            </w:r>
          </w:p>
          <w:p w14:paraId="6C95C5A9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2,0 тыс. руб.;</w:t>
            </w:r>
          </w:p>
          <w:p w14:paraId="48CCE007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185,0 тыс. руб.;</w:t>
            </w:r>
          </w:p>
          <w:p w14:paraId="76BB46AE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0 тыс. руб.;</w:t>
            </w:r>
          </w:p>
          <w:p w14:paraId="09936EC2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200,0 тыс. руб.</w:t>
            </w:r>
          </w:p>
          <w:p w14:paraId="780CD187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CF2C12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5 395,8 тыс. рублей, </w:t>
            </w:r>
          </w:p>
          <w:p w14:paraId="0CDA641E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313F818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1 567,5 тыс. руб.;</w:t>
            </w:r>
          </w:p>
          <w:p w14:paraId="6C580AF3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2 253,1 тыс. руб.;</w:t>
            </w:r>
          </w:p>
          <w:p w14:paraId="08A90B5C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376,6 тыс. руб.;</w:t>
            </w:r>
          </w:p>
          <w:p w14:paraId="58257E4B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280,7 тыс. руб.;</w:t>
            </w:r>
          </w:p>
          <w:p w14:paraId="316AF417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265,1 тыс. руб.;</w:t>
            </w:r>
          </w:p>
          <w:p w14:paraId="6F22DEF5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249,5 тыс. руб.;</w:t>
            </w:r>
          </w:p>
          <w:p w14:paraId="27D05D95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206,8 тыс. руб.;</w:t>
            </w:r>
          </w:p>
          <w:p w14:paraId="7FA2EB47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196,5* тыс. руб.;</w:t>
            </w:r>
          </w:p>
          <w:p w14:paraId="2828EDF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0,0* тыс. руб.;</w:t>
            </w:r>
          </w:p>
          <w:p w14:paraId="453D06CD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0,0* тыс. руб.;</w:t>
            </w:r>
          </w:p>
          <w:p w14:paraId="513AAE8E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0,0* тыс. руб.</w:t>
            </w:r>
          </w:p>
          <w:p w14:paraId="53474D62" w14:textId="5CAEC2AE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  <w:p w14:paraId="71709399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DB3D1C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– 556,0 тыс. рублей, </w:t>
            </w:r>
          </w:p>
          <w:p w14:paraId="23C41DA3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35B1AE1D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450,0 тыс. руб.;</w:t>
            </w:r>
          </w:p>
          <w:p w14:paraId="7C715557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106,0 тыс. руб.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B570EBD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61330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171DAD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DA675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BC3BBD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4CC38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F54A3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2BE5D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1DFB4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3D5172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6A51EA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D54D22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FCE40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C394E3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33ADD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A1081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C0454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2E966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4DA113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2928B3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0B40DB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C3E5A1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4D23AF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5ED461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0664FB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5CBF9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2DAAA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F8195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FA47E2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A4833D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4BA8B6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93F0CF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8A12D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025DB6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D1D62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115123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6283A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628D7F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DAE819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06F24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8A717A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3038A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FB194A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0620E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29CD15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AD862D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016DBF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DC2CE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B35EC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47CF5D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EAD8CF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F713F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A73B46" w14:textId="7FBD4EC2" w:rsidR="006B7BEC" w:rsidRPr="006B7BEC" w:rsidRDefault="006B7BEC" w:rsidP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1F57B1FA" w14:textId="378B8A38" w:rsidR="00F0625B" w:rsidRPr="00552DD6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1.6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>. Приложение 3.2 изложить в ново</w:t>
      </w:r>
      <w:r w:rsidR="001D49C7">
        <w:rPr>
          <w:rFonts w:ascii="Times New Roman" w:hAnsi="Times New Roman"/>
          <w:sz w:val="28"/>
          <w:szCs w:val="28"/>
          <w:shd w:val="clear" w:color="auto" w:fill="FFFFFF"/>
        </w:rPr>
        <w:t>й редакции согласно п</w:t>
      </w:r>
      <w:r w:rsidR="00F0625B">
        <w:rPr>
          <w:rFonts w:ascii="Times New Roman" w:hAnsi="Times New Roman"/>
          <w:sz w:val="28"/>
          <w:szCs w:val="28"/>
          <w:shd w:val="clear" w:color="auto" w:fill="FFFFFF"/>
        </w:rPr>
        <w:t>риложению 1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0253755A" w14:textId="22A17434" w:rsidR="00F0625B" w:rsidRPr="00552DD6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1.7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>. Приложение 4.2 изло</w:t>
      </w:r>
      <w:r w:rsidR="001D49C7">
        <w:rPr>
          <w:rFonts w:ascii="Times New Roman" w:hAnsi="Times New Roman"/>
          <w:sz w:val="28"/>
          <w:szCs w:val="28"/>
          <w:shd w:val="clear" w:color="auto" w:fill="FFFFFF"/>
        </w:rPr>
        <w:t>жить в новой редакции согласно п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риложению </w:t>
      </w:r>
      <w:r w:rsidR="00F0625B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56C9B3A5" w14:textId="689B4AC9" w:rsidR="00F0625B" w:rsidRPr="00552DD6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1.8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>. Приложение 5.1 изло</w:t>
      </w:r>
      <w:r w:rsidR="001D49C7">
        <w:rPr>
          <w:rFonts w:ascii="Times New Roman" w:hAnsi="Times New Roman"/>
          <w:sz w:val="28"/>
          <w:szCs w:val="28"/>
          <w:shd w:val="clear" w:color="auto" w:fill="FFFFFF"/>
        </w:rPr>
        <w:t>жить в новой редакции согласно п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риложению </w:t>
      </w:r>
      <w:r w:rsidR="00F0625B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12FD9265" w14:textId="2C121C42" w:rsidR="00F0625B" w:rsidRPr="00160B36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1.9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. Приложение </w:t>
      </w:r>
      <w:r w:rsidR="00F0625B"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5.2 изложить в новой редакции согласно </w:t>
      </w:r>
      <w:r w:rsidR="001D49C7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F0625B">
        <w:rPr>
          <w:rFonts w:ascii="Times New Roman" w:hAnsi="Times New Roman"/>
          <w:sz w:val="28"/>
          <w:szCs w:val="28"/>
          <w:shd w:val="clear" w:color="auto" w:fill="FFFFFF"/>
        </w:rPr>
        <w:t>риложению 4</w:t>
      </w:r>
      <w:r w:rsidR="00F0625B"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24E5E1D1" w14:textId="2951D575" w:rsidR="00F0625B" w:rsidRPr="00160B36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</w:t>
      </w:r>
      <w:r w:rsidR="001D49C7"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4EC3C40E" w14:textId="78ABBCF4" w:rsidR="000C2500" w:rsidRDefault="00F0625B" w:rsidP="008A49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3.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оставляю за собой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1F4532F3" w14:textId="77777777" w:rsidR="0080462D" w:rsidRPr="00D12794" w:rsidRDefault="0080462D" w:rsidP="00790B4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4AD85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94AD861" w14:textId="6E199083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4555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6B7BE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AD86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94AD86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AD86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94AD86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1712097"/>
      <w:docPartObj>
        <w:docPartGallery w:val="Page Numbers (Top of Page)"/>
        <w:docPartUnique/>
      </w:docPartObj>
    </w:sdtPr>
    <w:sdtEndPr/>
    <w:sdtContent>
      <w:p w14:paraId="45C4608B" w14:textId="331852EB" w:rsidR="006B7BEC" w:rsidRDefault="006B7B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CAA">
          <w:rPr>
            <w:noProof/>
          </w:rPr>
          <w:t>2</w:t>
        </w:r>
        <w:r>
          <w:fldChar w:fldCharType="end"/>
        </w:r>
      </w:p>
    </w:sdtContent>
  </w:sdt>
  <w:p w14:paraId="372299CD" w14:textId="77777777" w:rsidR="006B7BEC" w:rsidRDefault="006B7B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attachedTemplate r:id="rId1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84D"/>
    <w:rsid w:val="00053BD0"/>
    <w:rsid w:val="000C2500"/>
    <w:rsid w:val="001523CF"/>
    <w:rsid w:val="00174729"/>
    <w:rsid w:val="00185FEC"/>
    <w:rsid w:val="001D4786"/>
    <w:rsid w:val="001D49C7"/>
    <w:rsid w:val="001E1F9F"/>
    <w:rsid w:val="002003DC"/>
    <w:rsid w:val="002B01FF"/>
    <w:rsid w:val="00301692"/>
    <w:rsid w:val="00322CAA"/>
    <w:rsid w:val="0033636C"/>
    <w:rsid w:val="00363B17"/>
    <w:rsid w:val="003E4257"/>
    <w:rsid w:val="0045557D"/>
    <w:rsid w:val="004734AF"/>
    <w:rsid w:val="00475902"/>
    <w:rsid w:val="00520CBF"/>
    <w:rsid w:val="005B78F7"/>
    <w:rsid w:val="00614C75"/>
    <w:rsid w:val="00640921"/>
    <w:rsid w:val="006561B5"/>
    <w:rsid w:val="006B7BEC"/>
    <w:rsid w:val="00790B4F"/>
    <w:rsid w:val="007F1012"/>
    <w:rsid w:val="0080462D"/>
    <w:rsid w:val="008629FA"/>
    <w:rsid w:val="008A4976"/>
    <w:rsid w:val="008F0F77"/>
    <w:rsid w:val="00906950"/>
    <w:rsid w:val="00913B37"/>
    <w:rsid w:val="00952E76"/>
    <w:rsid w:val="00987DB5"/>
    <w:rsid w:val="009F5C19"/>
    <w:rsid w:val="00A620F2"/>
    <w:rsid w:val="00AC72C8"/>
    <w:rsid w:val="00B10ED9"/>
    <w:rsid w:val="00B25688"/>
    <w:rsid w:val="00B74A98"/>
    <w:rsid w:val="00C02849"/>
    <w:rsid w:val="00C31D2B"/>
    <w:rsid w:val="00C31D9D"/>
    <w:rsid w:val="00CE3F25"/>
    <w:rsid w:val="00D12794"/>
    <w:rsid w:val="00D300B1"/>
    <w:rsid w:val="00D67BD8"/>
    <w:rsid w:val="00D82264"/>
    <w:rsid w:val="00DF7897"/>
    <w:rsid w:val="00E37B8A"/>
    <w:rsid w:val="00E609BC"/>
    <w:rsid w:val="00E823B6"/>
    <w:rsid w:val="00F0625B"/>
    <w:rsid w:val="00FE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AD84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E3F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20E7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20E7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20E7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11</Pages>
  <Words>1778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dcterms:created xsi:type="dcterms:W3CDTF">2021-03-04T07:34:00Z</dcterms:created>
  <dcterms:modified xsi:type="dcterms:W3CDTF">2021-03-04T07:34:00Z</dcterms:modified>
</cp:coreProperties>
</file>