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1090A4D" w14:textId="77777777" w:rsidTr="00987DB5">
        <w:tc>
          <w:tcPr>
            <w:tcW w:w="9498" w:type="dxa"/>
          </w:tcPr>
          <w:p w14:paraId="21090A4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1090A64" wp14:editId="21090A6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090A4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1090A4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1090A4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1090A4E" w14:textId="55F05DC2" w:rsidR="0033636C" w:rsidRPr="00BF4DA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DA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F4DA6" w:rsidRPr="00BF4DA6">
            <w:rPr>
              <w:rFonts w:ascii="Times New Roman" w:hAnsi="Times New Roman"/>
              <w:sz w:val="28"/>
              <w:szCs w:val="28"/>
            </w:rPr>
            <w:t>27 февраля 2023 года</w:t>
          </w:r>
        </w:sdtContent>
      </w:sdt>
      <w:r w:rsidRPr="00BF4DA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F4DA6" w:rsidRPr="00BF4DA6">
            <w:rPr>
              <w:rFonts w:ascii="Times New Roman" w:hAnsi="Times New Roman"/>
              <w:sz w:val="28"/>
              <w:szCs w:val="28"/>
            </w:rPr>
            <w:t>97</w:t>
          </w:r>
        </w:sdtContent>
      </w:sdt>
    </w:p>
    <w:p w14:paraId="21090A4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sdt>
      <w:sdtPr>
        <w:rPr>
          <w:rFonts w:ascii="Times New Roman" w:hAnsi="Times New Roman"/>
          <w:b/>
          <w:sz w:val="28"/>
          <w:szCs w:val="28"/>
        </w:rPr>
        <w:alias w:val="Название документа"/>
        <w:tag w:val="Название документа"/>
        <w:id w:val="1466623385"/>
        <w:placeholder>
          <w:docPart w:val="1E02CA04CDD94344BB85B0D55CBAE8E2"/>
        </w:placeholder>
        <w15:color w:val="339966"/>
        <w:text/>
      </w:sdtPr>
      <w:sdtEndPr/>
      <w:sdtContent>
        <w:p w14:paraId="7E16AA7C" w14:textId="50FD4775" w:rsidR="00D103EF" w:rsidRPr="00BF4DA6" w:rsidRDefault="003038FC" w:rsidP="00BF4DA6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3038FC">
            <w:rPr>
              <w:rFonts w:ascii="Times New Roman" w:hAnsi="Times New Roman"/>
              <w:b/>
              <w:sz w:val="28"/>
              <w:szCs w:val="28"/>
            </w:rPr>
            <w:t xml:space="preserve">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Ногликский», утвержденную постановлением администрации </w:t>
          </w:r>
          <w:r w:rsidR="00BF4DA6">
            <w:rPr>
              <w:rFonts w:ascii="Times New Roman" w:hAnsi="Times New Roman"/>
              <w:b/>
              <w:sz w:val="28"/>
              <w:szCs w:val="28"/>
            </w:rPr>
            <w:t xml:space="preserve">                               </w:t>
          </w:r>
          <w:r w:rsidRPr="003038FC">
            <w:rPr>
              <w:rFonts w:ascii="Times New Roman" w:hAnsi="Times New Roman"/>
              <w:b/>
              <w:sz w:val="28"/>
              <w:szCs w:val="28"/>
            </w:rPr>
            <w:t>муниципального образования «Городской округ Ногликский»</w:t>
          </w:r>
          <w:r w:rsidR="006F7FDB">
            <w:rPr>
              <w:rFonts w:ascii="Times New Roman" w:hAnsi="Times New Roman"/>
              <w:b/>
              <w:sz w:val="28"/>
              <w:szCs w:val="28"/>
            </w:rPr>
            <w:t xml:space="preserve"> </w:t>
          </w:r>
          <w:r w:rsidR="00BF4DA6">
            <w:rPr>
              <w:rFonts w:ascii="Times New Roman" w:hAnsi="Times New Roman"/>
              <w:b/>
              <w:sz w:val="28"/>
              <w:szCs w:val="28"/>
            </w:rPr>
            <w:t xml:space="preserve"> </w:t>
          </w:r>
          <w:r w:rsidRPr="003038FC">
            <w:rPr>
              <w:rFonts w:ascii="Times New Roman" w:hAnsi="Times New Roman"/>
              <w:b/>
              <w:sz w:val="28"/>
              <w:szCs w:val="28"/>
            </w:rPr>
            <w:t xml:space="preserve"> </w:t>
          </w:r>
          <w:r w:rsidR="00BF4DA6">
            <w:rPr>
              <w:rFonts w:ascii="Times New Roman" w:hAnsi="Times New Roman"/>
              <w:b/>
              <w:sz w:val="28"/>
              <w:szCs w:val="28"/>
            </w:rPr>
            <w:t xml:space="preserve">                </w:t>
          </w:r>
          <w:r w:rsidRPr="003038FC">
            <w:rPr>
              <w:rFonts w:ascii="Times New Roman" w:hAnsi="Times New Roman"/>
              <w:b/>
              <w:sz w:val="28"/>
              <w:szCs w:val="28"/>
            </w:rPr>
            <w:t>от 15.12.2017 № 1075»</w:t>
          </w:r>
        </w:p>
      </w:sdtContent>
    </w:sdt>
    <w:p w14:paraId="13A2AA55" w14:textId="4870F1DA" w:rsidR="003038FC" w:rsidRPr="002F3844" w:rsidRDefault="003038FC" w:rsidP="003038F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82C31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«Совершенствование системы управления муниципальным имуществом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br/>
        <w:t>в соответствие с решениями</w:t>
      </w:r>
      <w:r w:rsidRPr="00082C31">
        <w:rPr>
          <w:rFonts w:ascii="Times New Roman" w:hAnsi="Times New Roman"/>
          <w:sz w:val="28"/>
          <w:szCs w:val="28"/>
        </w:rPr>
        <w:t xml:space="preserve"> Собрания муниципального </w:t>
      </w:r>
      <w:bookmarkStart w:id="0" w:name="_GoBack"/>
      <w:bookmarkEnd w:id="0"/>
      <w:r w:rsidRPr="00082C31">
        <w:rPr>
          <w:rFonts w:ascii="Times New Roman" w:hAnsi="Times New Roman"/>
          <w:sz w:val="28"/>
          <w:szCs w:val="28"/>
        </w:rPr>
        <w:t xml:space="preserve">образования «Городской округ Ногликский» от </w:t>
      </w:r>
      <w:r w:rsidR="006B3F3B" w:rsidRPr="006B3F3B">
        <w:rPr>
          <w:rFonts w:ascii="Times New Roman" w:hAnsi="Times New Roman"/>
          <w:sz w:val="28"/>
          <w:szCs w:val="28"/>
        </w:rPr>
        <w:t>08.12.2022 № 238</w:t>
      </w:r>
      <w:r w:rsidRPr="00082C31">
        <w:rPr>
          <w:rFonts w:ascii="Times New Roman" w:hAnsi="Times New Roman"/>
          <w:sz w:val="28"/>
          <w:szCs w:val="28"/>
        </w:rPr>
        <w:t xml:space="preserve"> «О внесении изменений в решение Собрания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«Городской округ Ногликский» </w:t>
      </w:r>
      <w:r w:rsidRPr="00082C31">
        <w:rPr>
          <w:rFonts w:ascii="Times New Roman" w:hAnsi="Times New Roman"/>
          <w:sz w:val="28"/>
          <w:szCs w:val="28"/>
        </w:rPr>
        <w:t>«О бюджете муниципального образования «Гор</w:t>
      </w:r>
      <w:r>
        <w:rPr>
          <w:rFonts w:ascii="Times New Roman" w:hAnsi="Times New Roman"/>
          <w:sz w:val="28"/>
          <w:szCs w:val="28"/>
        </w:rPr>
        <w:t>одской округ Ногликский» на 2022 год и на плановый период 2023</w:t>
      </w:r>
      <w:r w:rsidRPr="00082C31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082C31">
        <w:rPr>
          <w:rFonts w:ascii="Times New Roman" w:hAnsi="Times New Roman"/>
          <w:sz w:val="28"/>
          <w:szCs w:val="28"/>
        </w:rPr>
        <w:t xml:space="preserve"> годов»,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2C31">
        <w:rPr>
          <w:rFonts w:ascii="Times New Roman" w:hAnsi="Times New Roman"/>
          <w:sz w:val="28"/>
          <w:szCs w:val="28"/>
        </w:rPr>
        <w:t xml:space="preserve">от </w:t>
      </w:r>
      <w:r w:rsidR="006B3F3B" w:rsidRPr="006B3F3B">
        <w:rPr>
          <w:rFonts w:ascii="Times New Roman" w:hAnsi="Times New Roman"/>
          <w:sz w:val="28"/>
          <w:szCs w:val="28"/>
        </w:rPr>
        <w:t>08.12.2022 № 237</w:t>
      </w:r>
      <w:r w:rsidRPr="00082C31">
        <w:rPr>
          <w:rFonts w:ascii="Times New Roman" w:hAnsi="Times New Roman"/>
          <w:sz w:val="28"/>
          <w:szCs w:val="28"/>
        </w:rPr>
        <w:t xml:space="preserve"> «О бюджете муниципального образования «Гор</w:t>
      </w:r>
      <w:r>
        <w:rPr>
          <w:rFonts w:ascii="Times New Roman" w:hAnsi="Times New Roman"/>
          <w:sz w:val="28"/>
          <w:szCs w:val="28"/>
        </w:rPr>
        <w:t>одской округ Ногликский» на 2023 год и на плановый период 2024</w:t>
      </w:r>
      <w:r w:rsidRPr="00082C31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5</w:t>
      </w:r>
      <w:r w:rsidRPr="00082C31">
        <w:rPr>
          <w:rFonts w:ascii="Times New Roman" w:hAnsi="Times New Roman"/>
          <w:sz w:val="28"/>
          <w:szCs w:val="28"/>
        </w:rPr>
        <w:t xml:space="preserve"> годов»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F3844">
        <w:rPr>
          <w:rFonts w:ascii="Times New Roman" w:hAnsi="Times New Roman"/>
          <w:sz w:val="28"/>
          <w:szCs w:val="28"/>
        </w:rPr>
        <w:t xml:space="preserve">руководствуясь п. 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2F3844">
        <w:rPr>
          <w:rFonts w:ascii="Times New Roman" w:hAnsi="Times New Roman"/>
          <w:b/>
          <w:sz w:val="28"/>
          <w:szCs w:val="28"/>
        </w:rPr>
        <w:t>ПОСТАНОВЛЯЕТ:</w:t>
      </w:r>
    </w:p>
    <w:p w14:paraId="0689A230" w14:textId="649F058D" w:rsidR="003038FC" w:rsidRPr="00082C31" w:rsidRDefault="003038FC" w:rsidP="003038F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«Совершенствование системы управления муниципальным имуществом муниципального образования «Городской округ Ногликский», утвержденную постановлением администрации муниципального образования «Городской округ 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гликский» от 15.12.2017 № 1075 </w:t>
      </w:r>
      <w:r w:rsidRPr="002708B5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от 14.06.2018 № 554, от 07.08.2018 № 754, от 26.12.2018 № 1271, от 29.01.2019 № 47, от 02.09.2019 № 668, от 19.11.2019 </w:t>
      </w:r>
      <w:r w:rsidRPr="002708B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№ 848, от 30.12.2019 № 928, от 15.01.2020 № 8, от 10.02.2020 № 71,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708B5">
        <w:rPr>
          <w:rFonts w:ascii="Times New Roman" w:eastAsia="Times New Roman" w:hAnsi="Times New Roman"/>
          <w:sz w:val="28"/>
          <w:szCs w:val="28"/>
          <w:lang w:eastAsia="ru-RU"/>
        </w:rPr>
        <w:t>от 30.09.2020 № 475, от 10.02.2021 № 61, от 14.03.2022 № 91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от 01.06.2022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№ 276</w:t>
      </w:r>
      <w:r w:rsidR="006B3F3B">
        <w:rPr>
          <w:rFonts w:ascii="Times New Roman" w:eastAsia="Times New Roman" w:hAnsi="Times New Roman"/>
          <w:sz w:val="28"/>
          <w:szCs w:val="28"/>
          <w:lang w:eastAsia="ru-RU"/>
        </w:rPr>
        <w:t>, от 20.09.2022 № 519</w:t>
      </w:r>
      <w:r w:rsidRPr="002708B5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, (далее – Программа) следующие изменения:</w:t>
      </w:r>
    </w:p>
    <w:p w14:paraId="691FC9ED" w14:textId="77777777" w:rsidR="003038FC" w:rsidRPr="00082C31" w:rsidRDefault="003038FC" w:rsidP="003038F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1.1. В Паспорте муниципальной Программы:</w:t>
      </w:r>
    </w:p>
    <w:p w14:paraId="039275AC" w14:textId="77777777" w:rsidR="003038FC" w:rsidRPr="00082C31" w:rsidRDefault="003038FC" w:rsidP="003038F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пункт «Объемы и источники финансирования Программы» изложить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в следующей редакции:</w:t>
      </w:r>
    </w:p>
    <w:p w14:paraId="24B90288" w14:textId="77777777" w:rsidR="003038FC" w:rsidRPr="00082C31" w:rsidRDefault="003038FC" w:rsidP="003038F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«Общий объем финансирования муниципальной программы составит:</w:t>
      </w:r>
    </w:p>
    <w:p w14:paraId="68A2D3FA" w14:textId="31B7FABF" w:rsidR="003038FC" w:rsidRPr="00082C31" w:rsidRDefault="003038FC" w:rsidP="003038F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всех источников финансирования </w:t>
      </w:r>
      <w:r w:rsidR="008F0C22">
        <w:rPr>
          <w:rFonts w:ascii="Times New Roman" w:eastAsia="Times New Roman" w:hAnsi="Times New Roman"/>
          <w:sz w:val="28"/>
          <w:szCs w:val="28"/>
          <w:lang w:eastAsia="ru-RU"/>
        </w:rPr>
        <w:t>208 144,1</w:t>
      </w:r>
      <w:r w:rsidR="00032B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тыс. рублей, в том числе по годам:</w:t>
      </w:r>
    </w:p>
    <w:p w14:paraId="49AAFCFB" w14:textId="77777777" w:rsidR="003038FC" w:rsidRPr="009E164D" w:rsidRDefault="003038FC" w:rsidP="003038F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2017 год – 0,0 тыс. рублей;</w:t>
      </w:r>
    </w:p>
    <w:p w14:paraId="3FB7F6E2" w14:textId="77777777" w:rsidR="003038FC" w:rsidRPr="009E164D" w:rsidRDefault="003038FC" w:rsidP="003038F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2018 год – 20 428,8 тыс. рублей;</w:t>
      </w:r>
    </w:p>
    <w:p w14:paraId="0F8723CE" w14:textId="77777777" w:rsidR="003038FC" w:rsidRPr="009E164D" w:rsidRDefault="003038FC" w:rsidP="003038F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2019 год – 23 345,1 тыс. рублей;</w:t>
      </w:r>
    </w:p>
    <w:p w14:paraId="4E75584C" w14:textId="77777777" w:rsidR="003038FC" w:rsidRPr="009E164D" w:rsidRDefault="003038FC" w:rsidP="003038F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2020 год – 24 001,4 тыс. рублей;</w:t>
      </w:r>
    </w:p>
    <w:p w14:paraId="06C939DF" w14:textId="77777777" w:rsidR="003038FC" w:rsidRPr="009E164D" w:rsidRDefault="003038FC" w:rsidP="003038F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2021 год – 26 540,6 тыс. рублей;</w:t>
      </w:r>
    </w:p>
    <w:p w14:paraId="70BDE6D1" w14:textId="35587EFB" w:rsidR="003038FC" w:rsidRPr="009E164D" w:rsidRDefault="003038FC" w:rsidP="003038F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2022 год – </w:t>
      </w:r>
      <w:r w:rsidR="00A00DD6">
        <w:rPr>
          <w:rFonts w:ascii="Times New Roman" w:hAnsi="Times New Roman"/>
          <w:sz w:val="28"/>
          <w:szCs w:val="28"/>
        </w:rPr>
        <w:t>26 781,5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404CD2B7" w14:textId="2040A591" w:rsidR="003038FC" w:rsidRPr="009E164D" w:rsidRDefault="003038FC" w:rsidP="003038F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2023 год – </w:t>
      </w:r>
      <w:r w:rsidR="008F0C22">
        <w:rPr>
          <w:rFonts w:ascii="Times New Roman" w:hAnsi="Times New Roman"/>
          <w:sz w:val="28"/>
          <w:szCs w:val="28"/>
        </w:rPr>
        <w:t>28 073,0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5E3C9ACF" w14:textId="5E743A68" w:rsidR="003038FC" w:rsidRPr="009E164D" w:rsidRDefault="003038FC" w:rsidP="003038F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2024 год – </w:t>
      </w:r>
      <w:r w:rsidR="008F0C22">
        <w:rPr>
          <w:rFonts w:ascii="Times New Roman" w:hAnsi="Times New Roman"/>
          <w:sz w:val="28"/>
          <w:szCs w:val="28"/>
        </w:rPr>
        <w:t>28 976,2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560BD95B" w14:textId="67E61345" w:rsidR="003038FC" w:rsidRPr="009E164D" w:rsidRDefault="003038FC" w:rsidP="003038F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2025 год – </w:t>
      </w:r>
      <w:r w:rsidR="008F0C22">
        <w:rPr>
          <w:rFonts w:ascii="Times New Roman" w:hAnsi="Times New Roman"/>
          <w:sz w:val="28"/>
          <w:szCs w:val="28"/>
        </w:rPr>
        <w:t>29 997,5</w:t>
      </w:r>
      <w:r w:rsidRPr="009E164D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14:paraId="1F9E4FF4" w14:textId="77777777" w:rsidR="003038FC" w:rsidRPr="00082C31" w:rsidRDefault="003038FC" w:rsidP="003038F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В том числе по источникам финансирования:</w:t>
      </w:r>
    </w:p>
    <w:p w14:paraId="176DF998" w14:textId="5F9C3A38" w:rsidR="003038FC" w:rsidRPr="00082C31" w:rsidRDefault="003038FC" w:rsidP="003038F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местного бюджета – </w:t>
      </w:r>
      <w:r w:rsidR="00A00DD6">
        <w:rPr>
          <w:rFonts w:ascii="Times New Roman" w:eastAsia="Times New Roman" w:hAnsi="Times New Roman"/>
          <w:sz w:val="28"/>
          <w:szCs w:val="28"/>
          <w:lang w:eastAsia="ru-RU"/>
        </w:rPr>
        <w:t>208 144,1</w:t>
      </w:r>
      <w:r w:rsidR="00A00DD6"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тыс. рублей, в том числе:</w:t>
      </w:r>
    </w:p>
    <w:p w14:paraId="20580432" w14:textId="77777777" w:rsidR="00A00DD6" w:rsidRPr="009E164D" w:rsidRDefault="00A00DD6" w:rsidP="00A00DD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2017 год – 0,0 тыс. рублей;</w:t>
      </w:r>
    </w:p>
    <w:p w14:paraId="6BA5C8B4" w14:textId="77777777" w:rsidR="00A00DD6" w:rsidRPr="009E164D" w:rsidRDefault="00A00DD6" w:rsidP="00A00DD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2018 год – 20 428,8 тыс. рублей;</w:t>
      </w:r>
    </w:p>
    <w:p w14:paraId="521199BA" w14:textId="77777777" w:rsidR="00A00DD6" w:rsidRPr="009E164D" w:rsidRDefault="00A00DD6" w:rsidP="00A00DD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2019 год – 23 345,1 тыс. рублей;</w:t>
      </w:r>
    </w:p>
    <w:p w14:paraId="084343A0" w14:textId="77777777" w:rsidR="00A00DD6" w:rsidRPr="009E164D" w:rsidRDefault="00A00DD6" w:rsidP="00A00DD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2020 год – 24 001,4 тыс. рублей;</w:t>
      </w:r>
    </w:p>
    <w:p w14:paraId="1785F671" w14:textId="77777777" w:rsidR="00A00DD6" w:rsidRPr="009E164D" w:rsidRDefault="00A00DD6" w:rsidP="00A00DD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2021 год – 26 540,6 тыс. рублей;</w:t>
      </w:r>
    </w:p>
    <w:p w14:paraId="094C1210" w14:textId="77777777" w:rsidR="00A00DD6" w:rsidRPr="009E164D" w:rsidRDefault="00A00DD6" w:rsidP="00A00DD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26 781,5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465DAE74" w14:textId="77777777" w:rsidR="00A00DD6" w:rsidRPr="009E164D" w:rsidRDefault="00A00DD6" w:rsidP="00A00DD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2023 год – 28</w:t>
      </w:r>
      <w:r>
        <w:rPr>
          <w:rFonts w:ascii="Times New Roman" w:hAnsi="Times New Roman"/>
          <w:sz w:val="28"/>
          <w:szCs w:val="28"/>
        </w:rPr>
        <w:t> 073,0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12FA6C4A" w14:textId="77777777" w:rsidR="00A00DD6" w:rsidRPr="009E164D" w:rsidRDefault="00A00DD6" w:rsidP="00A00DD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sz w:val="28"/>
          <w:szCs w:val="28"/>
        </w:rPr>
        <w:t>28 976,2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6E47EF65" w14:textId="3F6951D4" w:rsidR="003038FC" w:rsidRPr="009E164D" w:rsidRDefault="00A00DD6" w:rsidP="008F0C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2025 год – </w:t>
      </w:r>
      <w:r>
        <w:rPr>
          <w:rFonts w:ascii="Times New Roman" w:hAnsi="Times New Roman"/>
          <w:sz w:val="28"/>
          <w:szCs w:val="28"/>
        </w:rPr>
        <w:t>29 997,5</w:t>
      </w:r>
      <w:r w:rsidRPr="009E164D">
        <w:rPr>
          <w:rFonts w:ascii="Times New Roman" w:hAnsi="Times New Roman"/>
          <w:sz w:val="28"/>
          <w:szCs w:val="28"/>
        </w:rPr>
        <w:t xml:space="preserve"> тыс. рублей</w:t>
      </w:r>
      <w:r w:rsidR="008F0C22">
        <w:rPr>
          <w:rFonts w:ascii="Times New Roman" w:hAnsi="Times New Roman"/>
          <w:sz w:val="28"/>
          <w:szCs w:val="28"/>
        </w:rPr>
        <w:t>.»</w:t>
      </w:r>
      <w:r w:rsidR="009F6412">
        <w:rPr>
          <w:rFonts w:ascii="Times New Roman" w:hAnsi="Times New Roman"/>
          <w:sz w:val="28"/>
          <w:szCs w:val="28"/>
        </w:rPr>
        <w:t>;</w:t>
      </w:r>
    </w:p>
    <w:p w14:paraId="58B7E7A8" w14:textId="77777777" w:rsidR="003038FC" w:rsidRPr="00082C31" w:rsidRDefault="003038FC" w:rsidP="003038F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. В разделе 6 «Ресурсное обеспечение муниципальной программы» абзац первый изложить в следующей редакции:</w:t>
      </w:r>
    </w:p>
    <w:p w14:paraId="25C56BF3" w14:textId="77777777" w:rsidR="008F0C22" w:rsidRPr="00082C31" w:rsidRDefault="008F0C22" w:rsidP="008F0C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«Общий объем финансирования муниципальной программы составит:</w:t>
      </w:r>
    </w:p>
    <w:p w14:paraId="21CB0586" w14:textId="77777777" w:rsidR="008F0C22" w:rsidRPr="00082C31" w:rsidRDefault="008F0C22" w:rsidP="008F0C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всех источников финансирования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208 144,1 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тыс. рублей, в том числе по годам:</w:t>
      </w:r>
    </w:p>
    <w:p w14:paraId="049F9AA8" w14:textId="77777777" w:rsidR="008F0C22" w:rsidRPr="009E164D" w:rsidRDefault="008F0C22" w:rsidP="008F0C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2017 год – 0,0 тыс. рублей;</w:t>
      </w:r>
    </w:p>
    <w:p w14:paraId="79FCE29D" w14:textId="77777777" w:rsidR="008F0C22" w:rsidRPr="009E164D" w:rsidRDefault="008F0C22" w:rsidP="008F0C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2018 год – 20 428,8 тыс. рублей;</w:t>
      </w:r>
    </w:p>
    <w:p w14:paraId="758E9B17" w14:textId="77777777" w:rsidR="008F0C22" w:rsidRPr="009E164D" w:rsidRDefault="008F0C22" w:rsidP="008F0C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2019 год – 23 345,1 тыс. рублей;</w:t>
      </w:r>
    </w:p>
    <w:p w14:paraId="7AE0BD82" w14:textId="77777777" w:rsidR="008F0C22" w:rsidRPr="009E164D" w:rsidRDefault="008F0C22" w:rsidP="008F0C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2020 год – 24 001,4 тыс. рублей;</w:t>
      </w:r>
    </w:p>
    <w:p w14:paraId="1AD323AF" w14:textId="77777777" w:rsidR="008F0C22" w:rsidRPr="009E164D" w:rsidRDefault="008F0C22" w:rsidP="008F0C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2021 год – 26 540,6 тыс. рублей;</w:t>
      </w:r>
    </w:p>
    <w:p w14:paraId="310CA301" w14:textId="77777777" w:rsidR="008F0C22" w:rsidRPr="009E164D" w:rsidRDefault="008F0C22" w:rsidP="008F0C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26 781,5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4CD61A34" w14:textId="77777777" w:rsidR="008F0C22" w:rsidRPr="009E164D" w:rsidRDefault="008F0C22" w:rsidP="008F0C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sz w:val="28"/>
          <w:szCs w:val="28"/>
        </w:rPr>
        <w:t>28 073,0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4CB8299C" w14:textId="77777777" w:rsidR="008F0C22" w:rsidRPr="009E164D" w:rsidRDefault="008F0C22" w:rsidP="008F0C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sz w:val="28"/>
          <w:szCs w:val="28"/>
        </w:rPr>
        <w:t>28 976,2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50213504" w14:textId="77777777" w:rsidR="008F0C22" w:rsidRPr="009E164D" w:rsidRDefault="008F0C22" w:rsidP="008F0C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2025 год – </w:t>
      </w:r>
      <w:r>
        <w:rPr>
          <w:rFonts w:ascii="Times New Roman" w:hAnsi="Times New Roman"/>
          <w:sz w:val="28"/>
          <w:szCs w:val="28"/>
        </w:rPr>
        <w:t>29 997,5</w:t>
      </w:r>
      <w:r w:rsidRPr="009E164D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14:paraId="24FBB126" w14:textId="77777777" w:rsidR="008F0C22" w:rsidRPr="00082C31" w:rsidRDefault="008F0C22" w:rsidP="008F0C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В том числе по источникам финансирования:</w:t>
      </w:r>
    </w:p>
    <w:p w14:paraId="66C7B859" w14:textId="77777777" w:rsidR="008F0C22" w:rsidRPr="00082C31" w:rsidRDefault="008F0C22" w:rsidP="008F0C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за счет средств местного бюджета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208 144,1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16F81B5B" w14:textId="77777777" w:rsidR="008F0C22" w:rsidRPr="009E164D" w:rsidRDefault="008F0C22" w:rsidP="008F0C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2017 год – 0,0 тыс. рублей;</w:t>
      </w:r>
    </w:p>
    <w:p w14:paraId="473E308C" w14:textId="77777777" w:rsidR="008F0C22" w:rsidRPr="009E164D" w:rsidRDefault="008F0C22" w:rsidP="008F0C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2018 год – 20 428,8 тыс. рублей;</w:t>
      </w:r>
    </w:p>
    <w:p w14:paraId="37D9576E" w14:textId="77777777" w:rsidR="008F0C22" w:rsidRPr="009E164D" w:rsidRDefault="008F0C22" w:rsidP="008F0C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2019 год – 23 345,1 тыс. рублей;</w:t>
      </w:r>
    </w:p>
    <w:p w14:paraId="27FBF85F" w14:textId="77777777" w:rsidR="008F0C22" w:rsidRPr="009E164D" w:rsidRDefault="008F0C22" w:rsidP="008F0C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2020 год – 24 001,4 тыс. рублей;</w:t>
      </w:r>
    </w:p>
    <w:p w14:paraId="08740D16" w14:textId="77777777" w:rsidR="008F0C22" w:rsidRPr="009E164D" w:rsidRDefault="008F0C22" w:rsidP="008F0C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2021 год – 26 540,6 тыс. рублей;</w:t>
      </w:r>
    </w:p>
    <w:p w14:paraId="6726BDC9" w14:textId="77777777" w:rsidR="008F0C22" w:rsidRPr="009E164D" w:rsidRDefault="008F0C22" w:rsidP="008F0C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26 781,5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544BBC15" w14:textId="77777777" w:rsidR="008F0C22" w:rsidRPr="009E164D" w:rsidRDefault="008F0C22" w:rsidP="008F0C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2023 год – 28</w:t>
      </w:r>
      <w:r>
        <w:rPr>
          <w:rFonts w:ascii="Times New Roman" w:hAnsi="Times New Roman"/>
          <w:sz w:val="28"/>
          <w:szCs w:val="28"/>
        </w:rPr>
        <w:t> 073,0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787B5954" w14:textId="77777777" w:rsidR="008F0C22" w:rsidRPr="009E164D" w:rsidRDefault="008F0C22" w:rsidP="008F0C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sz w:val="28"/>
          <w:szCs w:val="28"/>
        </w:rPr>
        <w:t>28 976,2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568F9960" w14:textId="3854102E" w:rsidR="00D04465" w:rsidRPr="009E164D" w:rsidRDefault="008F0C22" w:rsidP="008F0C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2025 год – </w:t>
      </w:r>
      <w:r>
        <w:rPr>
          <w:rFonts w:ascii="Times New Roman" w:hAnsi="Times New Roman"/>
          <w:sz w:val="28"/>
          <w:szCs w:val="28"/>
        </w:rPr>
        <w:t>29 997,5</w:t>
      </w:r>
      <w:r w:rsidRPr="009E164D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.»</w:t>
      </w:r>
      <w:r w:rsidR="009F6412">
        <w:rPr>
          <w:rFonts w:ascii="Times New Roman" w:hAnsi="Times New Roman"/>
          <w:sz w:val="28"/>
          <w:szCs w:val="28"/>
        </w:rPr>
        <w:t>;</w:t>
      </w:r>
    </w:p>
    <w:p w14:paraId="64343064" w14:textId="2825FC3E" w:rsidR="003038FC" w:rsidRPr="00082C31" w:rsidRDefault="003038FC" w:rsidP="003038F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. Приложение 3 «Ресурсное обеспечение реализации муниципальной программы «Совершенствование системы управления муниципальным имуществом муниципального образования «Городской округ Ногликский» изложить в нов</w:t>
      </w:r>
      <w:r w:rsidR="002B071F">
        <w:rPr>
          <w:rFonts w:ascii="Times New Roman" w:eastAsia="Times New Roman" w:hAnsi="Times New Roman"/>
          <w:sz w:val="28"/>
          <w:szCs w:val="28"/>
          <w:lang w:eastAsia="ru-RU"/>
        </w:rPr>
        <w:t>ой редакции, согласно приложени</w:t>
      </w:r>
      <w:r w:rsidR="009F6412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14:paraId="41315035" w14:textId="77777777" w:rsidR="003038FC" w:rsidRDefault="003038FC" w:rsidP="003038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21090A5C" w14:textId="4FB914AA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1090A5D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1090A5E" w14:textId="6367A6FB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236C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21090A5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1090A6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1090A6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sectPr w:rsidR="008629FA" w:rsidRPr="00D12794" w:rsidSect="009F6412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FA3D88" w14:textId="77777777" w:rsidR="00833ADE" w:rsidRDefault="00833ADE" w:rsidP="0033636C">
      <w:pPr>
        <w:spacing w:after="0" w:line="240" w:lineRule="auto"/>
      </w:pPr>
      <w:r>
        <w:separator/>
      </w:r>
    </w:p>
  </w:endnote>
  <w:endnote w:type="continuationSeparator" w:id="0">
    <w:p w14:paraId="1D119AB3" w14:textId="77777777" w:rsidR="00833ADE" w:rsidRDefault="00833ADE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90A6A" w14:textId="04D4DA5D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017E0" w14:textId="77777777" w:rsidR="00833ADE" w:rsidRDefault="00833ADE" w:rsidP="0033636C">
      <w:pPr>
        <w:spacing w:after="0" w:line="240" w:lineRule="auto"/>
      </w:pPr>
      <w:r>
        <w:separator/>
      </w:r>
    </w:p>
  </w:footnote>
  <w:footnote w:type="continuationSeparator" w:id="0">
    <w:p w14:paraId="5E2CC9C0" w14:textId="77777777" w:rsidR="00833ADE" w:rsidRDefault="00833ADE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0792158"/>
      <w:docPartObj>
        <w:docPartGallery w:val="Page Numbers (Top of Page)"/>
        <w:docPartUnique/>
      </w:docPartObj>
    </w:sdtPr>
    <w:sdtEndPr/>
    <w:sdtContent>
      <w:p w14:paraId="289D6E12" w14:textId="14BCAF39" w:rsidR="009F6412" w:rsidRDefault="009F641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FDB">
          <w:rPr>
            <w:noProof/>
          </w:rPr>
          <w:t>3</w:t>
        </w:r>
        <w:r>
          <w:fldChar w:fldCharType="end"/>
        </w:r>
      </w:p>
    </w:sdtContent>
  </w:sdt>
  <w:p w14:paraId="54A8DD45" w14:textId="77777777" w:rsidR="009F6412" w:rsidRDefault="009F641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2BF8"/>
    <w:rsid w:val="00053BD0"/>
    <w:rsid w:val="0009534F"/>
    <w:rsid w:val="00185FEC"/>
    <w:rsid w:val="001E1F9F"/>
    <w:rsid w:val="002003DC"/>
    <w:rsid w:val="00236C0B"/>
    <w:rsid w:val="002B071F"/>
    <w:rsid w:val="003038FC"/>
    <w:rsid w:val="0033636C"/>
    <w:rsid w:val="00337B54"/>
    <w:rsid w:val="003E4257"/>
    <w:rsid w:val="00520CBF"/>
    <w:rsid w:val="0059044C"/>
    <w:rsid w:val="006B3F3B"/>
    <w:rsid w:val="006F7FDB"/>
    <w:rsid w:val="00833ADE"/>
    <w:rsid w:val="008629FA"/>
    <w:rsid w:val="008F0C22"/>
    <w:rsid w:val="00987DB5"/>
    <w:rsid w:val="009F6412"/>
    <w:rsid w:val="00A00DD6"/>
    <w:rsid w:val="00AC72C8"/>
    <w:rsid w:val="00B10ED9"/>
    <w:rsid w:val="00B25688"/>
    <w:rsid w:val="00BF4DA6"/>
    <w:rsid w:val="00C02849"/>
    <w:rsid w:val="00D04465"/>
    <w:rsid w:val="00D103EF"/>
    <w:rsid w:val="00D12794"/>
    <w:rsid w:val="00D47417"/>
    <w:rsid w:val="00D67BD8"/>
    <w:rsid w:val="00DF7897"/>
    <w:rsid w:val="00E37B8A"/>
    <w:rsid w:val="00E609BC"/>
    <w:rsid w:val="00F6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90A4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A5F1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A5F1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  <w:docPart>
      <w:docPartPr>
        <w:name w:val="1E02CA04CDD94344BB85B0D55CBAE8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74E5D7-6B50-4234-868C-A44F3A4DE2B9}"/>
      </w:docPartPr>
      <w:docPartBody>
        <w:p w:rsidR="00643464" w:rsidRDefault="001A5F15" w:rsidP="001A5F15">
          <w:pPr>
            <w:pStyle w:val="1E02CA04CDD94344BB85B0D55CBAE8E2"/>
          </w:pPr>
          <w:r w:rsidRPr="0022351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A5F15"/>
    <w:rsid w:val="00643464"/>
    <w:rsid w:val="0067105C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A5F15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  <w:style w:type="paragraph" w:customStyle="1" w:styleId="1E02CA04CDD94344BB85B0D55CBAE8E2">
    <w:name w:val="1E02CA04CDD94344BB85B0D55CBAE8E2"/>
    <w:rsid w:val="001A5F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53</TotalTime>
  <Pages>3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9</cp:revision>
  <dcterms:created xsi:type="dcterms:W3CDTF">2023-01-20T03:29:00Z</dcterms:created>
  <dcterms:modified xsi:type="dcterms:W3CDTF">2023-03-01T01:01:00Z</dcterms:modified>
</cp:coreProperties>
</file>