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8DB3C32" w14:textId="77777777" w:rsidTr="00987DB5">
        <w:tc>
          <w:tcPr>
            <w:tcW w:w="9498" w:type="dxa"/>
          </w:tcPr>
          <w:p w14:paraId="08DB3C2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DB3C49" wp14:editId="08DB3C4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DB3C2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8DB3C30" w14:textId="4595C3D8" w:rsidR="00053BD0" w:rsidRPr="00053BD0" w:rsidRDefault="00F3785F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08DB3C3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8DB3C33" w14:textId="113E94C8" w:rsidR="0033636C" w:rsidRPr="0004489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489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C2CDA" w:rsidRPr="002C2CDA">
            <w:rPr>
              <w:rFonts w:ascii="Times New Roman" w:hAnsi="Times New Roman"/>
              <w:sz w:val="28"/>
              <w:szCs w:val="28"/>
            </w:rPr>
            <w:t>22 января 2025 года</w:t>
          </w:r>
        </w:sdtContent>
      </w:sdt>
      <w:r w:rsidRPr="002C2CD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C2CDA" w:rsidRPr="002C2CDA">
            <w:rPr>
              <w:rFonts w:ascii="Times New Roman" w:hAnsi="Times New Roman"/>
              <w:sz w:val="28"/>
              <w:szCs w:val="28"/>
            </w:rPr>
            <w:t>9</w:t>
          </w:r>
        </w:sdtContent>
      </w:sdt>
    </w:p>
    <w:p w14:paraId="08DB3C3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52517B0" w14:textId="77777777" w:rsidR="00044890" w:rsidRDefault="0033636C" w:rsidP="000448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37BA">
        <w:rPr>
          <w:rFonts w:ascii="Times New Roman" w:hAnsi="Times New Roman"/>
          <w:b/>
          <w:sz w:val="28"/>
          <w:szCs w:val="28"/>
        </w:rPr>
        <w:t>Об утверждении</w:t>
      </w:r>
      <w:r w:rsidR="00044890">
        <w:rPr>
          <w:rFonts w:ascii="Times New Roman" w:hAnsi="Times New Roman"/>
          <w:b/>
          <w:sz w:val="28"/>
          <w:szCs w:val="28"/>
        </w:rPr>
        <w:t xml:space="preserve"> перечня объектов для отбывания</w:t>
      </w:r>
    </w:p>
    <w:p w14:paraId="08DB3C35" w14:textId="0B0AA39E" w:rsidR="0033636C" w:rsidRPr="00D537BA" w:rsidRDefault="0033636C" w:rsidP="000448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37BA">
        <w:rPr>
          <w:rFonts w:ascii="Times New Roman" w:hAnsi="Times New Roman"/>
          <w:b/>
          <w:sz w:val="28"/>
          <w:szCs w:val="28"/>
        </w:rPr>
        <w:t>административного наказания в виде обязательных работ</w:t>
      </w:r>
    </w:p>
    <w:p w14:paraId="08DB3C36" w14:textId="77777777" w:rsidR="00185FEC" w:rsidRDefault="00185FEC" w:rsidP="000448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666D6B" w14:textId="4C3D0BB3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 xml:space="preserve">В соответствии с ч. 2 ст. 32.13 Кодекса Российской Федерации </w:t>
      </w:r>
      <w:r w:rsidRPr="00D537BA">
        <w:rPr>
          <w:rFonts w:ascii="Times New Roman" w:hAnsi="Times New Roman"/>
          <w:sz w:val="28"/>
          <w:szCs w:val="28"/>
        </w:rPr>
        <w:br/>
        <w:t>об административных правонарушениях, руководствуясь ст. 36</w:t>
      </w:r>
      <w:r w:rsidR="00276497">
        <w:rPr>
          <w:rFonts w:ascii="Times New Roman" w:hAnsi="Times New Roman"/>
          <w:sz w:val="28"/>
          <w:szCs w:val="28"/>
        </w:rPr>
        <w:t>, 45</w:t>
      </w:r>
      <w:r w:rsidRPr="00D537BA"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 w:rsidR="00F3785F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537BA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 w:rsidR="00F3785F" w:rsidRPr="00F3785F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537BA">
        <w:rPr>
          <w:rFonts w:ascii="Times New Roman" w:hAnsi="Times New Roman"/>
          <w:sz w:val="28"/>
          <w:szCs w:val="28"/>
        </w:rPr>
        <w:t xml:space="preserve"> </w:t>
      </w:r>
      <w:r w:rsidRPr="00D537BA">
        <w:rPr>
          <w:rFonts w:ascii="Times New Roman" w:hAnsi="Times New Roman"/>
          <w:b/>
          <w:sz w:val="28"/>
          <w:szCs w:val="28"/>
        </w:rPr>
        <w:t>ПОСТАНОВЛЯЕТ:</w:t>
      </w:r>
    </w:p>
    <w:p w14:paraId="1B80950A" w14:textId="77777777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1. Утвердить перечень объектов для отбывания административного наказания в виде обязательных работ (прилагается).</w:t>
      </w:r>
    </w:p>
    <w:p w14:paraId="2EE25B14" w14:textId="77777777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2. Установить для отбывания административного наказания в виде обязательных работ следующие виды работ:</w:t>
      </w:r>
    </w:p>
    <w:p w14:paraId="3CCCDBD1" w14:textId="77777777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- уборка и санитарная очистка территорий сел и поселка, отдельных объектов;</w:t>
      </w:r>
    </w:p>
    <w:p w14:paraId="1A19BAB1" w14:textId="77777777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- благоустройство дворовых территорий;</w:t>
      </w:r>
    </w:p>
    <w:p w14:paraId="681BE301" w14:textId="77777777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- озеленение территорий населенных пунктов;</w:t>
      </w:r>
    </w:p>
    <w:p w14:paraId="10E07AE1" w14:textId="77777777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- очистка подвалов от мусора в жилом муниципальном фонде;</w:t>
      </w:r>
    </w:p>
    <w:p w14:paraId="0ED6B13B" w14:textId="77777777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- расчистка снега на территории сел и поселка, детских садов, школ, учреждений культуры, отдельных объектов;</w:t>
      </w:r>
    </w:p>
    <w:p w14:paraId="5D59CD58" w14:textId="77777777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- ремонт деревянных ограждений на территории сел и поселка, детских садов, школ, учреждений культуры, отдельных объектов;</w:t>
      </w:r>
    </w:p>
    <w:p w14:paraId="5927898D" w14:textId="77777777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- другие работы, не требующие квалификационных разрядов и специальных допусков.</w:t>
      </w:r>
    </w:p>
    <w:p w14:paraId="699F4E8F" w14:textId="76811B3B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>3. Считать утратившими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D537BA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12</w:t>
      </w:r>
      <w:r w:rsidR="00044890">
        <w:rPr>
          <w:rFonts w:ascii="Times New Roman" w:hAnsi="Times New Roman"/>
          <w:sz w:val="28"/>
          <w:szCs w:val="28"/>
        </w:rPr>
        <w:t xml:space="preserve"> января </w:t>
      </w:r>
      <w:r w:rsidRPr="00D537BA">
        <w:rPr>
          <w:rFonts w:ascii="Times New Roman" w:hAnsi="Times New Roman"/>
          <w:sz w:val="28"/>
          <w:szCs w:val="28"/>
        </w:rPr>
        <w:t xml:space="preserve">2024 </w:t>
      </w:r>
      <w:r w:rsidR="00044890">
        <w:rPr>
          <w:rFonts w:ascii="Times New Roman" w:hAnsi="Times New Roman"/>
          <w:sz w:val="28"/>
          <w:szCs w:val="28"/>
        </w:rPr>
        <w:t xml:space="preserve">года </w:t>
      </w:r>
      <w:r w:rsidRPr="00D537BA">
        <w:rPr>
          <w:rFonts w:ascii="Times New Roman" w:hAnsi="Times New Roman"/>
          <w:sz w:val="28"/>
          <w:szCs w:val="28"/>
        </w:rPr>
        <w:t xml:space="preserve">№ </w:t>
      </w:r>
      <w:r w:rsidR="00525A25">
        <w:rPr>
          <w:rFonts w:ascii="Times New Roman" w:hAnsi="Times New Roman"/>
          <w:sz w:val="28"/>
          <w:szCs w:val="28"/>
        </w:rPr>
        <w:t>8</w:t>
      </w:r>
      <w:r w:rsidRPr="00D537BA">
        <w:rPr>
          <w:rFonts w:ascii="Times New Roman" w:hAnsi="Times New Roman"/>
          <w:sz w:val="28"/>
          <w:szCs w:val="28"/>
        </w:rPr>
        <w:t xml:space="preserve"> «Об утверждении перечня объектов для отбывания административного наказания в виде обязательных ра</w:t>
      </w:r>
      <w:bookmarkStart w:id="0" w:name="_GoBack"/>
      <w:bookmarkEnd w:id="0"/>
      <w:r w:rsidRPr="00D537BA">
        <w:rPr>
          <w:rFonts w:ascii="Times New Roman" w:hAnsi="Times New Roman"/>
          <w:sz w:val="28"/>
          <w:szCs w:val="28"/>
        </w:rPr>
        <w:t>бот»;</w:t>
      </w:r>
    </w:p>
    <w:p w14:paraId="4D2319E7" w14:textId="427DD044" w:rsidR="00D537BA" w:rsidRPr="00D537BA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lastRenderedPageBreak/>
        <w:t xml:space="preserve">4. Опубликовать настоящее постановление в газете «Знамя труда» и разместить на официальном сайте муниципального образования </w:t>
      </w:r>
      <w:r w:rsidR="00F3785F" w:rsidRPr="00F3785F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537B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8DB3C38" w14:textId="5203D168" w:rsidR="00E609BC" w:rsidRPr="00D12794" w:rsidRDefault="00D537BA" w:rsidP="000448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37BA">
        <w:rPr>
          <w:rFonts w:ascii="Times New Roman" w:hAnsi="Times New Roman"/>
          <w:sz w:val="28"/>
          <w:szCs w:val="28"/>
        </w:rPr>
        <w:t xml:space="preserve">5.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</w:t>
      </w:r>
      <w:r w:rsidRPr="00D537BA">
        <w:rPr>
          <w:rFonts w:ascii="Times New Roman" w:hAnsi="Times New Roman"/>
          <w:sz w:val="28"/>
          <w:szCs w:val="28"/>
        </w:rPr>
        <w:t>.</w:t>
      </w:r>
    </w:p>
    <w:p w14:paraId="08DB3C3B" w14:textId="77777777" w:rsidR="00E609BC" w:rsidRPr="00D12794" w:rsidRDefault="00E609BC" w:rsidP="00044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DB3C40" w14:textId="77777777" w:rsidR="008629FA" w:rsidRPr="00D12794" w:rsidRDefault="008629FA" w:rsidP="00044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DB3C41" w14:textId="77777777" w:rsidR="008629FA" w:rsidRPr="00D12794" w:rsidRDefault="008629FA" w:rsidP="00044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DB3C42" w14:textId="77777777" w:rsidR="008629FA" w:rsidRDefault="008629FA" w:rsidP="00044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8C5B1E" w14:textId="77777777" w:rsidR="00F3785F" w:rsidRDefault="00F3785F" w:rsidP="00044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85F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08DB3C43" w14:textId="0C2C45BE" w:rsidR="008629FA" w:rsidRDefault="00F3785F" w:rsidP="000448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785F"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D537BA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D537BA">
        <w:rPr>
          <w:rFonts w:ascii="Times New Roman" w:hAnsi="Times New Roman"/>
          <w:sz w:val="28"/>
          <w:szCs w:val="28"/>
        </w:rPr>
        <w:t>Гурьянов</w:t>
      </w:r>
    </w:p>
    <w:sectPr w:rsidR="008629FA" w:rsidSect="0004489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DB3C4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8DB3C4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B3C4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8DB3C4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099727"/>
      <w:docPartObj>
        <w:docPartGallery w:val="Page Numbers (Top of Page)"/>
        <w:docPartUnique/>
      </w:docPartObj>
    </w:sdtPr>
    <w:sdtEndPr/>
    <w:sdtContent>
      <w:p w14:paraId="63A7E53B" w14:textId="1586F965" w:rsidR="00044890" w:rsidRDefault="000448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A25">
          <w:rPr>
            <w:noProof/>
          </w:rPr>
          <w:t>2</w:t>
        </w:r>
        <w:r>
          <w:fldChar w:fldCharType="end"/>
        </w:r>
      </w:p>
    </w:sdtContent>
  </w:sdt>
  <w:p w14:paraId="50A14788" w14:textId="77777777" w:rsidR="00044890" w:rsidRDefault="000448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4890"/>
    <w:rsid w:val="00053BD0"/>
    <w:rsid w:val="00185FEC"/>
    <w:rsid w:val="001E1F9F"/>
    <w:rsid w:val="002003DC"/>
    <w:rsid w:val="00276497"/>
    <w:rsid w:val="002C2CDA"/>
    <w:rsid w:val="0033636C"/>
    <w:rsid w:val="003E4257"/>
    <w:rsid w:val="00520CBF"/>
    <w:rsid w:val="00525A25"/>
    <w:rsid w:val="008629FA"/>
    <w:rsid w:val="00987DB5"/>
    <w:rsid w:val="00A96B16"/>
    <w:rsid w:val="00AC72C8"/>
    <w:rsid w:val="00B10ED9"/>
    <w:rsid w:val="00B25688"/>
    <w:rsid w:val="00C02849"/>
    <w:rsid w:val="00D12794"/>
    <w:rsid w:val="00D537BA"/>
    <w:rsid w:val="00D67BD8"/>
    <w:rsid w:val="00DF7897"/>
    <w:rsid w:val="00E37B8A"/>
    <w:rsid w:val="00E609BC"/>
    <w:rsid w:val="00F3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B3C2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C2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2C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03DE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03DE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03DE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8</cp:revision>
  <cp:lastPrinted>2025-01-22T10:02:00Z</cp:lastPrinted>
  <dcterms:created xsi:type="dcterms:W3CDTF">2020-04-07T04:52:00Z</dcterms:created>
  <dcterms:modified xsi:type="dcterms:W3CDTF">2025-01-24T04:15:00Z</dcterms:modified>
</cp:coreProperties>
</file>