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13AAEC" w14:textId="77777777" w:rsidTr="00987DB5">
        <w:tc>
          <w:tcPr>
            <w:tcW w:w="9498" w:type="dxa"/>
          </w:tcPr>
          <w:p w14:paraId="4F13AAE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13AB03" wp14:editId="4F13AB0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13AAE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F13AAE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13AAE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13AAED" w14:textId="7FBB6DCF" w:rsidR="00AE5C63" w:rsidRPr="004D633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33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D6331" w:rsidRPr="004D6331">
            <w:rPr>
              <w:rFonts w:ascii="Times New Roman" w:hAnsi="Times New Roman"/>
              <w:sz w:val="28"/>
              <w:szCs w:val="28"/>
            </w:rPr>
            <w:t>27 апреля 2023 года</w:t>
          </w:r>
        </w:sdtContent>
      </w:sdt>
      <w:r w:rsidRPr="004D633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D6331" w:rsidRPr="004D6331">
            <w:rPr>
              <w:rFonts w:ascii="Times New Roman" w:hAnsi="Times New Roman"/>
              <w:sz w:val="28"/>
              <w:szCs w:val="28"/>
            </w:rPr>
            <w:t>101</w:t>
          </w:r>
        </w:sdtContent>
      </w:sdt>
    </w:p>
    <w:p w14:paraId="4F13AAE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13AAEF" w14:textId="77777777" w:rsidR="00AE5C63" w:rsidRPr="00CA4AB9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CA4AB9">
        <w:rPr>
          <w:rFonts w:ascii="Times New Roman" w:hAnsi="Times New Roman"/>
          <w:b/>
          <w:sz w:val="28"/>
          <w:szCs w:val="28"/>
        </w:rPr>
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14:paraId="4F13AAF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E309D3" w14:textId="174EF449" w:rsidR="008A2364" w:rsidRPr="00140B77" w:rsidRDefault="008A2364" w:rsidP="008A2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14 Жилищного кодекса Российской Федерации, постановлением Правительства Российской Федерации от 28.01.2006 № 47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643C2">
        <w:rPr>
          <w:rFonts w:ascii="Times New Roman" w:hAnsi="Times New Roman"/>
          <w:sz w:val="28"/>
          <w:szCs w:val="28"/>
          <w:lang w:eastAsia="ru-RU"/>
        </w:rPr>
        <w:t>б утверждении положения</w:t>
      </w:r>
      <w:bookmarkStart w:id="0" w:name="_GoBack"/>
      <w:bookmarkEnd w:id="0"/>
      <w:r w:rsidRPr="00A643C2">
        <w:rPr>
          <w:rFonts w:ascii="Times New Roman" w:hAnsi="Times New Roman"/>
          <w:sz w:val="28"/>
          <w:szCs w:val="28"/>
          <w:lang w:eastAsia="ru-RU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A643C2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28 Устава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B7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5B0CE87C" w14:textId="7B022312" w:rsidR="008A2364" w:rsidRPr="008A2364" w:rsidRDefault="00941A7F" w:rsidP="008A23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A2364" w:rsidRPr="008A2364">
        <w:rPr>
          <w:rFonts w:ascii="Times New Roman" w:hAnsi="Times New Roman"/>
          <w:sz w:val="28"/>
          <w:szCs w:val="28"/>
        </w:rPr>
        <w:t>. Утвердить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(прилагается).</w:t>
      </w:r>
    </w:p>
    <w:p w14:paraId="3E3B8AB6" w14:textId="2904D1ED" w:rsidR="008A2364" w:rsidRPr="00941A7F" w:rsidRDefault="00941A7F" w:rsidP="0094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2364" w:rsidRPr="008A2364">
        <w:rPr>
          <w:rFonts w:ascii="Times New Roman" w:hAnsi="Times New Roman"/>
          <w:sz w:val="28"/>
          <w:szCs w:val="28"/>
        </w:rPr>
        <w:t>. Признать утратившими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8A2364" w:rsidRPr="008A2364">
        <w:rPr>
          <w:rFonts w:ascii="Times New Roman" w:hAnsi="Times New Roman"/>
          <w:sz w:val="28"/>
          <w:szCs w:val="28"/>
        </w:rPr>
        <w:t xml:space="preserve"> мэра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«Городской округ Ногликский» </w:t>
      </w:r>
      <w:r w:rsidR="008A2364"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01.06.2018 </w:t>
      </w:r>
      <w:r w:rsidR="008A2364"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>109 «</w:t>
      </w:r>
      <w:r w:rsidR="008A2364" w:rsidRP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>О межведомственной комиссии по признанию помещения жилым помещением, жилого помещения непригодным для проживания и многоквартирного дома авар</w:t>
      </w:r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>ийным и подлежащим сносу или ре</w:t>
      </w:r>
      <w:r w:rsidR="008A2364" w:rsidRP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>конструкции в новой редакции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14:paraId="78117968" w14:textId="5AA016A0" w:rsidR="00FC5E0F" w:rsidRPr="00FC5E0F" w:rsidRDefault="00941A7F" w:rsidP="008A23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3</w:t>
      </w:r>
      <w:r w:rsidR="00FC5E0F">
        <w:rPr>
          <w:rFonts w:ascii="Times New Roman" w:hAnsi="Times New Roman"/>
          <w:sz w:val="28"/>
          <w:szCs w:val="28"/>
        </w:rPr>
        <w:t xml:space="preserve">. </w:t>
      </w:r>
      <w:r w:rsidR="00FC5E0F" w:rsidRPr="00FC5E0F">
        <w:rPr>
          <w:rFonts w:ascii="Times New Roman" w:hAnsi="Times New Roman"/>
          <w:bCs/>
          <w:sz w:val="28"/>
          <w:szCs w:val="28"/>
          <w:lang w:bidi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DC9E631" w14:textId="1B2DCCB5" w:rsidR="008A2364" w:rsidRDefault="00941A7F" w:rsidP="008A236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4</w:t>
      </w:r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8A2364"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исполняющего обязанности </w:t>
      </w:r>
      <w:r w:rsidR="008A2364"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первого вице-мэра муниципального образования «Городской округ Ногликский» </w:t>
      </w:r>
      <w:proofErr w:type="spellStart"/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>Русанова</w:t>
      </w:r>
      <w:proofErr w:type="spellEnd"/>
      <w:r w:rsidR="008A23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Я.С</w:t>
      </w:r>
      <w:r w:rsidR="008A2364"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4F13AAF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13AAF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13AAF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13AAFD" w14:textId="5501B66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B79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F13AAF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3AAF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3AB0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3AB0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3AB0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358A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3AB0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F13AB0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3AB09" w14:textId="0D3B73A3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3AB0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F13AB0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04394"/>
      <w:docPartObj>
        <w:docPartGallery w:val="Page Numbers (Top of Page)"/>
        <w:docPartUnique/>
      </w:docPartObj>
    </w:sdtPr>
    <w:sdtEndPr/>
    <w:sdtContent>
      <w:p w14:paraId="2C9C2F80" w14:textId="39872DA3" w:rsidR="007358A5" w:rsidRDefault="007358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331">
          <w:rPr>
            <w:noProof/>
          </w:rPr>
          <w:t>2</w:t>
        </w:r>
        <w:r>
          <w:fldChar w:fldCharType="end"/>
        </w:r>
      </w:p>
    </w:sdtContent>
  </w:sdt>
  <w:p w14:paraId="3FAB904B" w14:textId="77777777" w:rsidR="007358A5" w:rsidRDefault="007358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D6331"/>
    <w:rsid w:val="00520CBF"/>
    <w:rsid w:val="007358A5"/>
    <w:rsid w:val="007B79D6"/>
    <w:rsid w:val="008629FA"/>
    <w:rsid w:val="008A2364"/>
    <w:rsid w:val="00941A7F"/>
    <w:rsid w:val="00987DB5"/>
    <w:rsid w:val="00AC72C8"/>
    <w:rsid w:val="00AE5C63"/>
    <w:rsid w:val="00B10ED9"/>
    <w:rsid w:val="00B25688"/>
    <w:rsid w:val="00BC2371"/>
    <w:rsid w:val="00C02849"/>
    <w:rsid w:val="00CA4AB9"/>
    <w:rsid w:val="00D12794"/>
    <w:rsid w:val="00D67BD8"/>
    <w:rsid w:val="00DF7897"/>
    <w:rsid w:val="00E37B8A"/>
    <w:rsid w:val="00E609BC"/>
    <w:rsid w:val="00EA0EFF"/>
    <w:rsid w:val="00FC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AAE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44227" w:rsidRDefault="00044227" w:rsidP="0004422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44227" w:rsidRDefault="00044227" w:rsidP="0004422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4227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422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4422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4422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2023-04-26T22:10:00Z</dcterms:modified>
</cp:coreProperties>
</file>