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3D1977C6" w14:textId="77777777" w:rsidTr="00BA1368">
        <w:tc>
          <w:tcPr>
            <w:tcW w:w="9498" w:type="dxa"/>
          </w:tcPr>
          <w:p w14:paraId="32762BA4" w14:textId="77777777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9FEA77" wp14:editId="24F299EB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74F6FC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4341B87" w14:textId="2516C15F" w:rsidR="00053BD0" w:rsidRDefault="00B07D74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750519B9" w14:textId="6C05D415" w:rsidR="00B07D74" w:rsidRPr="00053BD0" w:rsidRDefault="00B07D74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  <w:bookmarkStart w:id="0" w:name="_GoBack"/>
            <w:bookmarkEnd w:id="0"/>
          </w:p>
          <w:p w14:paraId="0E10FF2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514C365" w14:textId="78398BED" w:rsidR="00053BD0" w:rsidRPr="00053BD0" w:rsidRDefault="003E7C56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01 июля 2025 года № 106</w:t>
      </w:r>
    </w:p>
    <w:p w14:paraId="5898B2B6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DBE05C1" w14:textId="77777777" w:rsidR="00353FF4" w:rsidRDefault="00EE5D16" w:rsidP="00353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5553C">
        <w:rPr>
          <w:rFonts w:ascii="Times New Roman" w:hAnsi="Times New Roman"/>
          <w:b/>
          <w:sz w:val="28"/>
          <w:szCs w:val="28"/>
        </w:rPr>
        <w:t xml:space="preserve"> внесении изменений в</w:t>
      </w:r>
      <w:r w:rsidR="003D70DF">
        <w:rPr>
          <w:rFonts w:ascii="Times New Roman" w:hAnsi="Times New Roman"/>
          <w:b/>
          <w:sz w:val="28"/>
          <w:szCs w:val="28"/>
        </w:rPr>
        <w:t xml:space="preserve"> Положени</w:t>
      </w:r>
      <w:r w:rsidR="00282FEB">
        <w:rPr>
          <w:rFonts w:ascii="Times New Roman" w:hAnsi="Times New Roman"/>
          <w:b/>
          <w:sz w:val="28"/>
          <w:szCs w:val="28"/>
        </w:rPr>
        <w:t>е</w:t>
      </w:r>
      <w:r w:rsidR="003D70DF">
        <w:rPr>
          <w:rFonts w:ascii="Times New Roman" w:hAnsi="Times New Roman"/>
          <w:b/>
          <w:sz w:val="28"/>
          <w:szCs w:val="28"/>
        </w:rPr>
        <w:t xml:space="preserve"> 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53FF4">
        <w:rPr>
          <w:rFonts w:ascii="Times New Roman" w:hAnsi="Times New Roman"/>
          <w:b/>
          <w:sz w:val="28"/>
          <w:szCs w:val="28"/>
        </w:rPr>
        <w:t>системе оплаты труда</w:t>
      </w:r>
    </w:p>
    <w:p w14:paraId="18749710" w14:textId="77777777" w:rsidR="009C57F6" w:rsidRDefault="00023DCA" w:rsidP="00353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работников муниципальн</w:t>
      </w:r>
      <w:r w:rsidR="00800067">
        <w:rPr>
          <w:rFonts w:ascii="Times New Roman" w:hAnsi="Times New Roman"/>
          <w:b/>
          <w:sz w:val="28"/>
          <w:szCs w:val="28"/>
        </w:rPr>
        <w:t>ых</w:t>
      </w:r>
      <w:r>
        <w:rPr>
          <w:rFonts w:ascii="Times New Roman" w:hAnsi="Times New Roman"/>
          <w:b/>
          <w:sz w:val="28"/>
          <w:szCs w:val="28"/>
        </w:rPr>
        <w:t xml:space="preserve"> бюджетн</w:t>
      </w:r>
      <w:r w:rsidR="00800067">
        <w:rPr>
          <w:rFonts w:ascii="Times New Roman" w:hAnsi="Times New Roman"/>
          <w:b/>
          <w:sz w:val="28"/>
          <w:szCs w:val="28"/>
        </w:rPr>
        <w:t xml:space="preserve">ых общеобразовательных </w:t>
      </w:r>
      <w:r>
        <w:rPr>
          <w:rFonts w:ascii="Times New Roman" w:hAnsi="Times New Roman"/>
          <w:b/>
          <w:sz w:val="28"/>
          <w:szCs w:val="28"/>
        </w:rPr>
        <w:t>учрежден</w:t>
      </w:r>
      <w:r w:rsidR="00800067">
        <w:rPr>
          <w:rFonts w:ascii="Times New Roman" w:hAnsi="Times New Roman"/>
          <w:b/>
          <w:sz w:val="28"/>
          <w:szCs w:val="28"/>
        </w:rPr>
        <w:t>ий и муниципального бюджетного образовательного учреждения дополнительного образования</w:t>
      </w:r>
    </w:p>
    <w:p w14:paraId="4AD4C3BF" w14:textId="77777777" w:rsidR="009C57F6" w:rsidRDefault="00353FF4" w:rsidP="00353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«Центр творчества</w:t>
      </w:r>
      <w:r w:rsidR="009C57F6" w:rsidRPr="009C57F6">
        <w:rPr>
          <w:rFonts w:ascii="Times New Roman" w:hAnsi="Times New Roman"/>
          <w:b/>
          <w:sz w:val="28"/>
          <w:szCs w:val="28"/>
        </w:rPr>
        <w:t xml:space="preserve"> </w:t>
      </w:r>
      <w:r w:rsidR="009C57F6">
        <w:rPr>
          <w:rFonts w:ascii="Times New Roman" w:hAnsi="Times New Roman"/>
          <w:b/>
          <w:sz w:val="28"/>
          <w:szCs w:val="28"/>
        </w:rPr>
        <w:t>и воспитания» пгт. Ноглики</w:t>
      </w:r>
    </w:p>
    <w:p w14:paraId="52963084" w14:textId="77777777" w:rsidR="009C57F6" w:rsidRDefault="00800067" w:rsidP="00353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9C57F6" w:rsidRPr="009C57F6">
        <w:rPr>
          <w:rFonts w:ascii="Times New Roman" w:hAnsi="Times New Roman"/>
          <w:b/>
          <w:sz w:val="28"/>
          <w:szCs w:val="28"/>
        </w:rPr>
        <w:t xml:space="preserve"> </w:t>
      </w:r>
      <w:r w:rsidR="00EE5D16">
        <w:rPr>
          <w:rFonts w:ascii="Times New Roman" w:hAnsi="Times New Roman"/>
          <w:b/>
          <w:sz w:val="28"/>
          <w:szCs w:val="28"/>
        </w:rPr>
        <w:t>Но</w:t>
      </w:r>
      <w:r w:rsidR="005905FF">
        <w:rPr>
          <w:rFonts w:ascii="Times New Roman" w:hAnsi="Times New Roman"/>
          <w:b/>
          <w:sz w:val="28"/>
          <w:szCs w:val="28"/>
        </w:rPr>
        <w:t>г</w:t>
      </w:r>
      <w:r w:rsidR="009C57F6">
        <w:rPr>
          <w:rFonts w:ascii="Times New Roman" w:hAnsi="Times New Roman"/>
          <w:b/>
          <w:sz w:val="28"/>
          <w:szCs w:val="28"/>
        </w:rPr>
        <w:t>ликский муниципальный округ</w:t>
      </w:r>
    </w:p>
    <w:p w14:paraId="7895A959" w14:textId="77777777" w:rsidR="009C57F6" w:rsidRDefault="00EE5D16" w:rsidP="00353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Сахалинской области</w:t>
      </w:r>
      <w:r w:rsidR="00353FF4">
        <w:rPr>
          <w:rFonts w:ascii="Times New Roman" w:hAnsi="Times New Roman"/>
          <w:b/>
          <w:sz w:val="28"/>
          <w:szCs w:val="28"/>
        </w:rPr>
        <w:t>,</w:t>
      </w:r>
      <w:r w:rsidR="009C57F6" w:rsidRPr="009C57F6">
        <w:rPr>
          <w:rFonts w:ascii="Times New Roman" w:hAnsi="Times New Roman"/>
          <w:b/>
          <w:sz w:val="28"/>
          <w:szCs w:val="28"/>
        </w:rPr>
        <w:t xml:space="preserve"> </w:t>
      </w:r>
      <w:r w:rsidR="00D46BAB" w:rsidRPr="00D46BAB">
        <w:rPr>
          <w:rFonts w:ascii="Times New Roman" w:hAnsi="Times New Roman"/>
          <w:b/>
          <w:sz w:val="28"/>
          <w:szCs w:val="28"/>
        </w:rPr>
        <w:t>утвержденное постановлением мэра муниципального образования Ногликский муниципа</w:t>
      </w:r>
      <w:r w:rsidR="00353FF4">
        <w:rPr>
          <w:rFonts w:ascii="Times New Roman" w:hAnsi="Times New Roman"/>
          <w:b/>
          <w:sz w:val="28"/>
          <w:szCs w:val="28"/>
        </w:rPr>
        <w:t>льный округ Сахалинской области</w:t>
      </w:r>
      <w:r w:rsidR="009C57F6" w:rsidRPr="009C57F6">
        <w:rPr>
          <w:rFonts w:ascii="Times New Roman" w:hAnsi="Times New Roman"/>
          <w:b/>
          <w:sz w:val="28"/>
          <w:szCs w:val="28"/>
        </w:rPr>
        <w:t xml:space="preserve"> </w:t>
      </w:r>
      <w:r w:rsidR="00D46BAB" w:rsidRPr="00D46BAB">
        <w:rPr>
          <w:rFonts w:ascii="Times New Roman" w:hAnsi="Times New Roman"/>
          <w:b/>
          <w:sz w:val="28"/>
          <w:szCs w:val="28"/>
        </w:rPr>
        <w:t>от 02</w:t>
      </w:r>
      <w:r w:rsidR="00353FF4">
        <w:rPr>
          <w:rFonts w:ascii="Times New Roman" w:hAnsi="Times New Roman"/>
          <w:b/>
          <w:sz w:val="28"/>
          <w:szCs w:val="28"/>
        </w:rPr>
        <w:t xml:space="preserve"> апреля </w:t>
      </w:r>
      <w:r w:rsidR="00D46BAB" w:rsidRPr="00D46BAB">
        <w:rPr>
          <w:rFonts w:ascii="Times New Roman" w:hAnsi="Times New Roman"/>
          <w:b/>
          <w:sz w:val="28"/>
          <w:szCs w:val="28"/>
        </w:rPr>
        <w:t xml:space="preserve">2025 </w:t>
      </w:r>
      <w:r w:rsidR="009C57F6">
        <w:rPr>
          <w:rFonts w:ascii="Times New Roman" w:hAnsi="Times New Roman"/>
          <w:b/>
          <w:sz w:val="28"/>
          <w:szCs w:val="28"/>
        </w:rPr>
        <w:t>года № 51</w:t>
      </w:r>
    </w:p>
    <w:p w14:paraId="7FFE0B96" w14:textId="08DC9AB9" w:rsidR="009C57F6" w:rsidRPr="009C57F6" w:rsidRDefault="00353FF4" w:rsidP="00353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 утверждении Положения</w:t>
      </w:r>
      <w:r w:rsidR="009C57F6" w:rsidRPr="009C57F6">
        <w:rPr>
          <w:rFonts w:ascii="Times New Roman" w:hAnsi="Times New Roman"/>
          <w:b/>
          <w:sz w:val="28"/>
          <w:szCs w:val="28"/>
        </w:rPr>
        <w:t xml:space="preserve"> </w:t>
      </w:r>
      <w:r w:rsidR="00D46BAB" w:rsidRPr="00D46BAB">
        <w:rPr>
          <w:rFonts w:ascii="Times New Roman" w:hAnsi="Times New Roman"/>
          <w:b/>
          <w:sz w:val="28"/>
          <w:szCs w:val="28"/>
        </w:rPr>
        <w:t>о системе оплаты труда работников муниципальных бюджетны</w:t>
      </w:r>
      <w:r w:rsidR="009C57F6">
        <w:rPr>
          <w:rFonts w:ascii="Times New Roman" w:hAnsi="Times New Roman"/>
          <w:b/>
          <w:sz w:val="28"/>
          <w:szCs w:val="28"/>
        </w:rPr>
        <w:t xml:space="preserve">х </w:t>
      </w:r>
      <w:r w:rsidR="00C21EE2">
        <w:rPr>
          <w:rFonts w:ascii="Times New Roman" w:hAnsi="Times New Roman"/>
          <w:b/>
          <w:sz w:val="28"/>
          <w:szCs w:val="28"/>
        </w:rPr>
        <w:t>общеобразовательных</w:t>
      </w:r>
      <w:r w:rsidR="009C57F6">
        <w:rPr>
          <w:rFonts w:ascii="Times New Roman" w:hAnsi="Times New Roman"/>
          <w:b/>
          <w:sz w:val="28"/>
          <w:szCs w:val="28"/>
        </w:rPr>
        <w:t xml:space="preserve"> учреждений</w:t>
      </w:r>
    </w:p>
    <w:p w14:paraId="26D4A15E" w14:textId="0ACD9BDF" w:rsidR="009C57F6" w:rsidRDefault="00D46BAB" w:rsidP="00353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6BAB">
        <w:rPr>
          <w:rFonts w:ascii="Times New Roman" w:hAnsi="Times New Roman"/>
          <w:b/>
          <w:sz w:val="28"/>
          <w:szCs w:val="28"/>
        </w:rPr>
        <w:t>и муниципального бюджетного образовательного учреждения допол</w:t>
      </w:r>
      <w:r w:rsidR="00353FF4">
        <w:rPr>
          <w:rFonts w:ascii="Times New Roman" w:hAnsi="Times New Roman"/>
          <w:b/>
          <w:sz w:val="28"/>
          <w:szCs w:val="28"/>
        </w:rPr>
        <w:t xml:space="preserve">нительного </w:t>
      </w:r>
      <w:r w:rsidR="00C21EE2">
        <w:rPr>
          <w:rFonts w:ascii="Times New Roman" w:hAnsi="Times New Roman"/>
          <w:b/>
          <w:sz w:val="28"/>
          <w:szCs w:val="28"/>
        </w:rPr>
        <w:t>образования</w:t>
      </w:r>
      <w:r w:rsidR="009C57F6">
        <w:rPr>
          <w:rFonts w:ascii="Times New Roman" w:hAnsi="Times New Roman"/>
          <w:b/>
          <w:sz w:val="28"/>
          <w:szCs w:val="28"/>
        </w:rPr>
        <w:t xml:space="preserve"> </w:t>
      </w:r>
      <w:r w:rsidRPr="00D46BAB">
        <w:rPr>
          <w:rFonts w:ascii="Times New Roman" w:hAnsi="Times New Roman"/>
          <w:b/>
          <w:sz w:val="28"/>
          <w:szCs w:val="28"/>
        </w:rPr>
        <w:t>«Центр творче</w:t>
      </w:r>
      <w:r w:rsidR="009C57F6">
        <w:rPr>
          <w:rFonts w:ascii="Times New Roman" w:hAnsi="Times New Roman"/>
          <w:b/>
          <w:sz w:val="28"/>
          <w:szCs w:val="28"/>
        </w:rPr>
        <w:t>ства и воспитания»</w:t>
      </w:r>
    </w:p>
    <w:p w14:paraId="7764FE1B" w14:textId="77777777" w:rsidR="009C57F6" w:rsidRDefault="00353FF4" w:rsidP="00353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пгт. Ноглики</w:t>
      </w:r>
      <w:r w:rsidR="009C57F6">
        <w:rPr>
          <w:rFonts w:ascii="Times New Roman" w:hAnsi="Times New Roman"/>
          <w:b/>
          <w:sz w:val="28"/>
          <w:szCs w:val="28"/>
        </w:rPr>
        <w:t xml:space="preserve"> </w:t>
      </w:r>
      <w:r w:rsidR="00D46BAB" w:rsidRPr="00D46BAB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14:paraId="750CD2B8" w14:textId="4ED60CDB" w:rsidR="00BF24D2" w:rsidRDefault="009C57F6" w:rsidP="00353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Ногликский </w:t>
      </w:r>
      <w:r w:rsidR="00353FF4">
        <w:rPr>
          <w:rFonts w:ascii="Times New Roman" w:hAnsi="Times New Roman"/>
          <w:b/>
          <w:sz w:val="28"/>
          <w:szCs w:val="28"/>
        </w:rPr>
        <w:t>муниципальный округ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53FF4">
        <w:rPr>
          <w:rFonts w:ascii="Times New Roman" w:hAnsi="Times New Roman"/>
          <w:b/>
          <w:sz w:val="28"/>
          <w:szCs w:val="28"/>
        </w:rPr>
        <w:t>Сахалинской области»</w:t>
      </w:r>
    </w:p>
    <w:p w14:paraId="3C882072" w14:textId="77777777" w:rsidR="00353FF4" w:rsidRDefault="00353FF4" w:rsidP="00353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F8B49F" w14:textId="270E904D" w:rsidR="005B2149" w:rsidRPr="00BF61E6" w:rsidRDefault="005B2149" w:rsidP="00353F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>В соответствии</w:t>
      </w:r>
      <w:r w:rsidR="005905FF">
        <w:rPr>
          <w:rFonts w:ascii="Times New Roman" w:hAnsi="Times New Roman"/>
          <w:sz w:val="28"/>
          <w:szCs w:val="28"/>
        </w:rPr>
        <w:t xml:space="preserve"> со ст. 144 Трудового кодекса Российской Федерации,</w:t>
      </w:r>
      <w:r w:rsidR="00144B6F">
        <w:rPr>
          <w:rFonts w:ascii="Times New Roman" w:hAnsi="Times New Roman"/>
          <w:sz w:val="28"/>
          <w:szCs w:val="28"/>
        </w:rPr>
        <w:t xml:space="preserve"> руководствуясь распоряжением Правительства Сахалинской области </w:t>
      </w:r>
      <w:r w:rsidR="00353FF4">
        <w:rPr>
          <w:rFonts w:ascii="Times New Roman" w:hAnsi="Times New Roman"/>
          <w:sz w:val="28"/>
          <w:szCs w:val="28"/>
        </w:rPr>
        <w:br/>
      </w:r>
      <w:r w:rsidR="00144B6F">
        <w:rPr>
          <w:rFonts w:ascii="Times New Roman" w:hAnsi="Times New Roman"/>
          <w:sz w:val="28"/>
          <w:szCs w:val="28"/>
        </w:rPr>
        <w:t>от 25.03.2013 № 186-р «Об отдельных вопросах реализации Указа Пре</w:t>
      </w:r>
      <w:r w:rsidR="00B95162">
        <w:rPr>
          <w:rFonts w:ascii="Times New Roman" w:hAnsi="Times New Roman"/>
          <w:sz w:val="28"/>
          <w:szCs w:val="28"/>
        </w:rPr>
        <w:t>зидента Российской Федерации от</w:t>
      </w:r>
      <w:r w:rsidR="00144B6F">
        <w:rPr>
          <w:rFonts w:ascii="Times New Roman" w:hAnsi="Times New Roman"/>
          <w:sz w:val="28"/>
          <w:szCs w:val="28"/>
        </w:rPr>
        <w:t xml:space="preserve"> 07.05.2012 № 597 «О мероприятиях</w:t>
      </w:r>
      <w:r w:rsidR="00BE5C7E">
        <w:rPr>
          <w:rFonts w:ascii="Times New Roman" w:hAnsi="Times New Roman"/>
          <w:sz w:val="28"/>
          <w:szCs w:val="28"/>
        </w:rPr>
        <w:t xml:space="preserve"> </w:t>
      </w:r>
      <w:r w:rsidR="00144B6F">
        <w:rPr>
          <w:rFonts w:ascii="Times New Roman" w:hAnsi="Times New Roman"/>
          <w:sz w:val="28"/>
          <w:szCs w:val="28"/>
        </w:rPr>
        <w:t>по реализации</w:t>
      </w:r>
      <w:r w:rsidR="00BE5C7E">
        <w:rPr>
          <w:rFonts w:ascii="Times New Roman" w:hAnsi="Times New Roman"/>
          <w:sz w:val="28"/>
          <w:szCs w:val="28"/>
        </w:rPr>
        <w:t xml:space="preserve"> государственной социальной политики» в отношении педагогических работников муниципальных общеобразовательных учреждений </w:t>
      </w:r>
      <w:r w:rsidR="00353FF4">
        <w:rPr>
          <w:rFonts w:ascii="Times New Roman" w:hAnsi="Times New Roman"/>
          <w:sz w:val="28"/>
          <w:szCs w:val="28"/>
        </w:rPr>
        <w:br/>
      </w:r>
      <w:r w:rsidR="00BE5C7E">
        <w:rPr>
          <w:rFonts w:ascii="Times New Roman" w:hAnsi="Times New Roman"/>
          <w:sz w:val="28"/>
          <w:szCs w:val="28"/>
        </w:rPr>
        <w:t xml:space="preserve">и муниципальных учреждений дополнительного образования детей», </w:t>
      </w:r>
      <w:r w:rsidR="00A759AE">
        <w:rPr>
          <w:rFonts w:ascii="Times New Roman" w:hAnsi="Times New Roman"/>
          <w:sz w:val="28"/>
          <w:szCs w:val="28"/>
        </w:rPr>
        <w:t xml:space="preserve">распоряжением </w:t>
      </w:r>
      <w:r>
        <w:rPr>
          <w:rFonts w:ascii="Times New Roman" w:hAnsi="Times New Roman"/>
          <w:sz w:val="28"/>
          <w:szCs w:val="28"/>
        </w:rPr>
        <w:t xml:space="preserve">Правительства Сахалинской области от </w:t>
      </w:r>
      <w:r w:rsidR="0005553C">
        <w:rPr>
          <w:rFonts w:ascii="Times New Roman" w:hAnsi="Times New Roman"/>
          <w:sz w:val="28"/>
          <w:szCs w:val="28"/>
        </w:rPr>
        <w:t>12.03.</w:t>
      </w:r>
      <w:r w:rsidR="00A759AE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759AE">
        <w:rPr>
          <w:rFonts w:ascii="Times New Roman" w:hAnsi="Times New Roman"/>
          <w:sz w:val="28"/>
          <w:szCs w:val="28"/>
        </w:rPr>
        <w:t>1</w:t>
      </w:r>
      <w:r w:rsidR="0005553C">
        <w:rPr>
          <w:rFonts w:ascii="Times New Roman" w:hAnsi="Times New Roman"/>
          <w:sz w:val="28"/>
          <w:szCs w:val="28"/>
        </w:rPr>
        <w:t>75</w:t>
      </w:r>
      <w:r w:rsidR="00A759AE">
        <w:rPr>
          <w:rFonts w:ascii="Times New Roman" w:hAnsi="Times New Roman"/>
          <w:sz w:val="28"/>
          <w:szCs w:val="28"/>
        </w:rPr>
        <w:t>-р</w:t>
      </w:r>
      <w:r w:rsidR="00353FF4">
        <w:rPr>
          <w:rFonts w:ascii="Times New Roman" w:hAnsi="Times New Roman"/>
          <w:sz w:val="28"/>
          <w:szCs w:val="28"/>
        </w:rPr>
        <w:t xml:space="preserve"> </w:t>
      </w:r>
      <w:r w:rsidR="00C118B1">
        <w:rPr>
          <w:rFonts w:ascii="Times New Roman" w:hAnsi="Times New Roman"/>
          <w:sz w:val="28"/>
          <w:szCs w:val="28"/>
        </w:rPr>
        <w:br/>
      </w:r>
      <w:r w:rsidRPr="00BF61E6">
        <w:rPr>
          <w:rFonts w:ascii="Times New Roman" w:hAnsi="Times New Roman"/>
          <w:sz w:val="28"/>
          <w:szCs w:val="28"/>
        </w:rPr>
        <w:t>«</w:t>
      </w:r>
      <w:r w:rsidR="00C21EE2">
        <w:rPr>
          <w:rFonts w:ascii="Times New Roman" w:hAnsi="Times New Roman"/>
          <w:sz w:val="28"/>
          <w:szCs w:val="28"/>
        </w:rPr>
        <w:t>О внесении изменений в некоторые</w:t>
      </w:r>
      <w:r w:rsidR="0005553C">
        <w:rPr>
          <w:rFonts w:ascii="Times New Roman" w:hAnsi="Times New Roman"/>
          <w:sz w:val="28"/>
          <w:szCs w:val="28"/>
        </w:rPr>
        <w:t xml:space="preserve"> </w:t>
      </w:r>
      <w:r w:rsidR="00C21EE2">
        <w:rPr>
          <w:rFonts w:ascii="Times New Roman" w:hAnsi="Times New Roman"/>
          <w:sz w:val="28"/>
          <w:szCs w:val="28"/>
        </w:rPr>
        <w:t>распоряжения</w:t>
      </w:r>
      <w:r w:rsidRPr="00BF61E6">
        <w:rPr>
          <w:rFonts w:ascii="Times New Roman" w:hAnsi="Times New Roman"/>
          <w:sz w:val="28"/>
          <w:szCs w:val="28"/>
        </w:rPr>
        <w:t xml:space="preserve"> Правительства Сахалинской области</w:t>
      </w:r>
      <w:r w:rsidR="00152229">
        <w:rPr>
          <w:rFonts w:ascii="Times New Roman" w:hAnsi="Times New Roman"/>
          <w:sz w:val="28"/>
          <w:szCs w:val="28"/>
        </w:rPr>
        <w:t xml:space="preserve"> в сфере оплаты труда</w:t>
      </w:r>
      <w:r w:rsidRPr="00BF61E6">
        <w:rPr>
          <w:rFonts w:ascii="Times New Roman" w:hAnsi="Times New Roman"/>
          <w:sz w:val="28"/>
          <w:szCs w:val="28"/>
        </w:rPr>
        <w:t xml:space="preserve">», ст. 28 Устава муниципального образования </w:t>
      </w:r>
      <w:r w:rsidR="00E90080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353FF4">
        <w:rPr>
          <w:rFonts w:ascii="Times New Roman" w:hAnsi="Times New Roman"/>
          <w:b/>
          <w:sz w:val="28"/>
          <w:szCs w:val="28"/>
        </w:rPr>
        <w:t>:</w:t>
      </w:r>
    </w:p>
    <w:p w14:paraId="78B7F2BB" w14:textId="359CE0DB" w:rsidR="00D73AAA" w:rsidRPr="00DE5677" w:rsidRDefault="00353FF4" w:rsidP="00353FF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074314">
        <w:rPr>
          <w:rFonts w:ascii="Times New Roman" w:hAnsi="Times New Roman"/>
          <w:sz w:val="28"/>
          <w:szCs w:val="28"/>
        </w:rPr>
        <w:t>Внести</w:t>
      </w:r>
      <w:r w:rsidR="00E90080">
        <w:rPr>
          <w:rFonts w:ascii="Times New Roman" w:hAnsi="Times New Roman"/>
          <w:sz w:val="28"/>
          <w:szCs w:val="28"/>
        </w:rPr>
        <w:t xml:space="preserve"> </w:t>
      </w:r>
      <w:r w:rsidR="00074314">
        <w:rPr>
          <w:rFonts w:ascii="Times New Roman" w:hAnsi="Times New Roman"/>
          <w:sz w:val="28"/>
          <w:szCs w:val="28"/>
        </w:rPr>
        <w:t>в</w:t>
      </w:r>
      <w:r w:rsidR="00D73AAA">
        <w:rPr>
          <w:rFonts w:ascii="Times New Roman" w:hAnsi="Times New Roman"/>
          <w:sz w:val="28"/>
          <w:szCs w:val="28"/>
        </w:rPr>
        <w:t xml:space="preserve"> Положение о системе оплаты труда работников муниципальных бюджетных общеобразовательных учреждений </w:t>
      </w:r>
      <w:r>
        <w:rPr>
          <w:rFonts w:ascii="Times New Roman" w:hAnsi="Times New Roman"/>
          <w:sz w:val="28"/>
          <w:szCs w:val="28"/>
        </w:rPr>
        <w:br/>
      </w:r>
      <w:r w:rsidR="00D73AAA">
        <w:rPr>
          <w:rFonts w:ascii="Times New Roman" w:hAnsi="Times New Roman"/>
          <w:sz w:val="28"/>
          <w:szCs w:val="28"/>
        </w:rPr>
        <w:t>и муниципального бюджетного образовательного учреждения дополнительного образования «Центр творчества и воспитания» пгт. Ноглики муниципального образования Ногликский</w:t>
      </w:r>
      <w:r w:rsidR="00E90080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1F690F">
        <w:rPr>
          <w:rFonts w:ascii="Times New Roman" w:hAnsi="Times New Roman"/>
          <w:sz w:val="28"/>
          <w:szCs w:val="28"/>
        </w:rPr>
        <w:t>, утвержденное постановлением мэра муниципального образования Ногликский муниципа</w:t>
      </w:r>
      <w:r w:rsidR="009C57F6">
        <w:rPr>
          <w:rFonts w:ascii="Times New Roman" w:hAnsi="Times New Roman"/>
          <w:sz w:val="28"/>
          <w:szCs w:val="28"/>
        </w:rPr>
        <w:t xml:space="preserve">льный округ Сахалинской области </w:t>
      </w:r>
      <w:r w:rsidR="009C57F6">
        <w:rPr>
          <w:rFonts w:ascii="Times New Roman" w:hAnsi="Times New Roman"/>
          <w:sz w:val="28"/>
          <w:szCs w:val="28"/>
        </w:rPr>
        <w:br/>
      </w:r>
      <w:r w:rsidR="001F690F">
        <w:rPr>
          <w:rFonts w:ascii="Times New Roman" w:hAnsi="Times New Roman"/>
          <w:sz w:val="28"/>
          <w:szCs w:val="28"/>
        </w:rPr>
        <w:t>от 02</w:t>
      </w:r>
      <w:r>
        <w:rPr>
          <w:rFonts w:ascii="Times New Roman" w:hAnsi="Times New Roman"/>
          <w:sz w:val="28"/>
          <w:szCs w:val="28"/>
        </w:rPr>
        <w:t xml:space="preserve"> апреля </w:t>
      </w:r>
      <w:r w:rsidR="001F690F">
        <w:rPr>
          <w:rFonts w:ascii="Times New Roman" w:hAnsi="Times New Roman"/>
          <w:sz w:val="28"/>
          <w:szCs w:val="28"/>
        </w:rPr>
        <w:t xml:space="preserve">2025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="001F690F">
        <w:rPr>
          <w:rFonts w:ascii="Times New Roman" w:hAnsi="Times New Roman"/>
          <w:sz w:val="28"/>
          <w:szCs w:val="28"/>
        </w:rPr>
        <w:t xml:space="preserve">№ 51 «Об утверждении Положения о системе оплаты труда работников муниципальных бюджетных </w:t>
      </w:r>
      <w:r w:rsidR="00C21EE2">
        <w:rPr>
          <w:rFonts w:ascii="Times New Roman" w:hAnsi="Times New Roman"/>
          <w:sz w:val="28"/>
          <w:szCs w:val="28"/>
        </w:rPr>
        <w:t>общеобразовательных</w:t>
      </w:r>
      <w:r w:rsidR="001F690F">
        <w:rPr>
          <w:rFonts w:ascii="Times New Roman" w:hAnsi="Times New Roman"/>
          <w:sz w:val="28"/>
          <w:szCs w:val="28"/>
        </w:rPr>
        <w:t xml:space="preserve"> учреждений и муниципального бюджетного образовательного учреждения дополнительного образовани</w:t>
      </w:r>
      <w:r w:rsidR="007971CC">
        <w:rPr>
          <w:rFonts w:ascii="Times New Roman" w:hAnsi="Times New Roman"/>
          <w:sz w:val="28"/>
          <w:szCs w:val="28"/>
        </w:rPr>
        <w:t>я</w:t>
      </w:r>
      <w:r w:rsidR="001F690F">
        <w:rPr>
          <w:rFonts w:ascii="Times New Roman" w:hAnsi="Times New Roman"/>
          <w:sz w:val="28"/>
          <w:szCs w:val="28"/>
        </w:rPr>
        <w:t xml:space="preserve"> «Центр творчества и воспитания» пгт. Ноглики муниципального образования Ногликский муниципальный округ Сахалинской области»</w:t>
      </w:r>
      <w:r w:rsidR="00282FEB">
        <w:rPr>
          <w:rFonts w:ascii="Times New Roman" w:hAnsi="Times New Roman"/>
          <w:sz w:val="28"/>
          <w:szCs w:val="28"/>
        </w:rPr>
        <w:t xml:space="preserve"> (далее </w:t>
      </w:r>
      <w:r w:rsidR="00C21EE2">
        <w:rPr>
          <w:rFonts w:ascii="Times New Roman" w:hAnsi="Times New Roman"/>
          <w:sz w:val="28"/>
          <w:szCs w:val="28"/>
        </w:rPr>
        <w:t xml:space="preserve">- </w:t>
      </w:r>
      <w:r w:rsidR="00282FEB">
        <w:rPr>
          <w:rFonts w:ascii="Times New Roman" w:hAnsi="Times New Roman"/>
          <w:sz w:val="28"/>
          <w:szCs w:val="28"/>
        </w:rPr>
        <w:t>Положение)</w:t>
      </w:r>
      <w:r w:rsidR="007971CC">
        <w:rPr>
          <w:rFonts w:ascii="Times New Roman" w:hAnsi="Times New Roman"/>
          <w:sz w:val="28"/>
          <w:szCs w:val="28"/>
        </w:rPr>
        <w:t xml:space="preserve">, </w:t>
      </w:r>
      <w:r w:rsidR="001870E0">
        <w:rPr>
          <w:rFonts w:ascii="Times New Roman" w:hAnsi="Times New Roman"/>
          <w:sz w:val="28"/>
          <w:szCs w:val="28"/>
        </w:rPr>
        <w:t>следующие изменения:</w:t>
      </w:r>
    </w:p>
    <w:p w14:paraId="18CF4861" w14:textId="675F993C" w:rsidR="007C4933" w:rsidRPr="001870E0" w:rsidRDefault="00353FF4" w:rsidP="00353FF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1.1. </w:t>
      </w:r>
      <w:r w:rsidR="007971CC" w:rsidRPr="001870E0">
        <w:rPr>
          <w:rFonts w:ascii="Times New Roman" w:hAnsi="Times New Roman"/>
          <w:color w:val="000000" w:themeColor="text1"/>
          <w:sz w:val="28"/>
          <w:szCs w:val="28"/>
        </w:rPr>
        <w:t>Внести изменения в приложения</w:t>
      </w:r>
      <w:r w:rsidR="001870E0" w:rsidRPr="001870E0">
        <w:rPr>
          <w:rFonts w:ascii="Times New Roman" w:hAnsi="Times New Roman"/>
          <w:color w:val="000000" w:themeColor="text1"/>
          <w:sz w:val="28"/>
          <w:szCs w:val="28"/>
        </w:rPr>
        <w:t xml:space="preserve"> 1, 8 к Положению, изложив </w:t>
      </w:r>
      <w:r w:rsidR="009C57F6">
        <w:rPr>
          <w:rFonts w:ascii="Times New Roman" w:hAnsi="Times New Roman"/>
          <w:color w:val="000000" w:themeColor="text1"/>
          <w:sz w:val="28"/>
          <w:szCs w:val="28"/>
        </w:rPr>
        <w:br/>
      </w:r>
      <w:r w:rsidR="001870E0" w:rsidRPr="001870E0">
        <w:rPr>
          <w:rFonts w:ascii="Times New Roman" w:hAnsi="Times New Roman"/>
          <w:color w:val="000000" w:themeColor="text1"/>
          <w:sz w:val="28"/>
          <w:szCs w:val="28"/>
        </w:rPr>
        <w:t>их в н</w:t>
      </w:r>
      <w:r w:rsidR="00372B7D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1870E0" w:rsidRPr="001870E0">
        <w:rPr>
          <w:rFonts w:ascii="Times New Roman" w:hAnsi="Times New Roman"/>
          <w:color w:val="000000" w:themeColor="text1"/>
          <w:sz w:val="28"/>
          <w:szCs w:val="28"/>
        </w:rPr>
        <w:t>вой редакции</w:t>
      </w:r>
      <w:r w:rsidR="00570985">
        <w:rPr>
          <w:rFonts w:ascii="Times New Roman" w:hAnsi="Times New Roman"/>
          <w:color w:val="000000" w:themeColor="text1"/>
          <w:sz w:val="28"/>
          <w:szCs w:val="28"/>
        </w:rPr>
        <w:t>, согласно приложениям 1</w:t>
      </w:r>
      <w:r w:rsidR="003E7C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70985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3E7C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70985">
        <w:rPr>
          <w:rFonts w:ascii="Times New Roman" w:hAnsi="Times New Roman"/>
          <w:color w:val="000000" w:themeColor="text1"/>
          <w:sz w:val="28"/>
          <w:szCs w:val="28"/>
        </w:rPr>
        <w:t>2 к настоящему постановлению.</w:t>
      </w:r>
    </w:p>
    <w:p w14:paraId="2A065AF6" w14:textId="40824FD5" w:rsidR="001870E0" w:rsidRPr="001870E0" w:rsidRDefault="001870E0" w:rsidP="00353FF4">
      <w:pPr>
        <w:spacing w:after="0" w:line="240" w:lineRule="auto"/>
        <w:ind w:firstLine="71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Настоящее постановление вступает в силу с момента его официального опубликования и распростран</w:t>
      </w:r>
      <w:r w:rsidR="00F12B34">
        <w:rPr>
          <w:rFonts w:ascii="Times New Roman" w:hAnsi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/>
          <w:color w:val="000000" w:themeColor="text1"/>
          <w:sz w:val="28"/>
          <w:szCs w:val="28"/>
        </w:rPr>
        <w:t>ется на правоотношения, возникшие с 01.01.2025 года.</w:t>
      </w:r>
    </w:p>
    <w:p w14:paraId="3B3582A2" w14:textId="0B6B41C3" w:rsidR="007C4933" w:rsidRPr="007C4933" w:rsidRDefault="001870E0" w:rsidP="00353FF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7C4933"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. Опубликовать настоящее постановление в газете «Знамя труда» </w:t>
      </w:r>
      <w:r w:rsidR="00353FF4">
        <w:rPr>
          <w:rFonts w:ascii="Times New Roman" w:hAnsi="Times New Roman"/>
          <w:color w:val="000000" w:themeColor="text1"/>
          <w:sz w:val="28"/>
          <w:szCs w:val="28"/>
        </w:rPr>
        <w:br/>
      </w:r>
      <w:r w:rsidR="007C4933" w:rsidRPr="007C4933">
        <w:rPr>
          <w:rFonts w:ascii="Times New Roman" w:hAnsi="Times New Roman"/>
          <w:color w:val="000000" w:themeColor="text1"/>
          <w:sz w:val="28"/>
          <w:szCs w:val="28"/>
        </w:rPr>
        <w:t>и разместить на официальном сайте муниципального образования Ногликский</w:t>
      </w:r>
      <w:r w:rsidR="008D778A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муниципальный округ Сахалинской области</w:t>
      </w:r>
      <w:r w:rsidR="007C4933"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в информационно-телекоммуникационной сети «Интернет».</w:t>
      </w:r>
    </w:p>
    <w:p w14:paraId="25F0A0F2" w14:textId="77777777" w:rsidR="005B2149" w:rsidRPr="00A529C2" w:rsidRDefault="005B2149" w:rsidP="00353FF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4EDC2DC" w14:textId="00592780" w:rsidR="00FB14F4" w:rsidRDefault="00FB14F4" w:rsidP="00353F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4D081A" w14:textId="77777777" w:rsidR="00FB14F4" w:rsidRPr="00FB14F4" w:rsidRDefault="00FB14F4" w:rsidP="00353F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AF664F" w14:textId="77777777" w:rsidR="00E70704" w:rsidRDefault="00E70704" w:rsidP="00353FF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F81E1BB" w14:textId="77777777" w:rsidR="00EA23EA" w:rsidRDefault="00EA23EA" w:rsidP="00353FF4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29F4CE6D" w14:textId="0561F275" w:rsidR="00E70704" w:rsidRPr="007C2877" w:rsidRDefault="00EA23EA" w:rsidP="00353FF4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</w:t>
      </w:r>
      <w:r w:rsidR="00E7070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09538B">
        <w:rPr>
          <w:rFonts w:ascii="Times New Roman" w:hAnsi="Times New Roman"/>
          <w:sz w:val="28"/>
          <w:szCs w:val="28"/>
        </w:rPr>
        <w:t>С.В. Гурьянов</w:t>
      </w:r>
    </w:p>
    <w:sectPr w:rsidR="00E70704" w:rsidRPr="007C2877" w:rsidSect="00353FF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0F5B3" w14:textId="77777777" w:rsidR="00353FF4" w:rsidRDefault="00353FF4" w:rsidP="00353FF4">
      <w:pPr>
        <w:spacing w:after="0" w:line="240" w:lineRule="auto"/>
      </w:pPr>
      <w:r>
        <w:separator/>
      </w:r>
    </w:p>
  </w:endnote>
  <w:endnote w:type="continuationSeparator" w:id="0">
    <w:p w14:paraId="6AEC6BA0" w14:textId="77777777" w:rsidR="00353FF4" w:rsidRDefault="00353FF4" w:rsidP="0035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DF927" w14:textId="77777777" w:rsidR="00353FF4" w:rsidRDefault="00353FF4" w:rsidP="00353FF4">
      <w:pPr>
        <w:spacing w:after="0" w:line="240" w:lineRule="auto"/>
      </w:pPr>
      <w:r>
        <w:separator/>
      </w:r>
    </w:p>
  </w:footnote>
  <w:footnote w:type="continuationSeparator" w:id="0">
    <w:p w14:paraId="12D378A9" w14:textId="77777777" w:rsidR="00353FF4" w:rsidRDefault="00353FF4" w:rsidP="0035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2656535"/>
      <w:docPartObj>
        <w:docPartGallery w:val="Page Numbers (Top of Page)"/>
        <w:docPartUnique/>
      </w:docPartObj>
    </w:sdtPr>
    <w:sdtEndPr/>
    <w:sdtContent>
      <w:p w14:paraId="37EC5349" w14:textId="4DE7D9EE" w:rsidR="00353FF4" w:rsidRDefault="00353FF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D7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423B0B85"/>
    <w:multiLevelType w:val="multilevel"/>
    <w:tmpl w:val="96CC8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4D2"/>
    <w:rsid w:val="00006DA3"/>
    <w:rsid w:val="00017EA3"/>
    <w:rsid w:val="00023DCA"/>
    <w:rsid w:val="00024AE6"/>
    <w:rsid w:val="00043B4E"/>
    <w:rsid w:val="00053BD0"/>
    <w:rsid w:val="0005553C"/>
    <w:rsid w:val="00060D95"/>
    <w:rsid w:val="00061D06"/>
    <w:rsid w:val="00074314"/>
    <w:rsid w:val="0009538B"/>
    <w:rsid w:val="00097321"/>
    <w:rsid w:val="00113CC5"/>
    <w:rsid w:val="001156C0"/>
    <w:rsid w:val="00127F2D"/>
    <w:rsid w:val="00144B6F"/>
    <w:rsid w:val="00152229"/>
    <w:rsid w:val="001870E0"/>
    <w:rsid w:val="00192AC1"/>
    <w:rsid w:val="001A4593"/>
    <w:rsid w:val="001F690F"/>
    <w:rsid w:val="0022175D"/>
    <w:rsid w:val="00233735"/>
    <w:rsid w:val="00237DCC"/>
    <w:rsid w:val="00242B61"/>
    <w:rsid w:val="002441AF"/>
    <w:rsid w:val="00253EF8"/>
    <w:rsid w:val="0026038F"/>
    <w:rsid w:val="00276A80"/>
    <w:rsid w:val="00282FEB"/>
    <w:rsid w:val="002911D8"/>
    <w:rsid w:val="002A005B"/>
    <w:rsid w:val="002A2424"/>
    <w:rsid w:val="002D7093"/>
    <w:rsid w:val="002E3615"/>
    <w:rsid w:val="00304932"/>
    <w:rsid w:val="0032500B"/>
    <w:rsid w:val="00334E8E"/>
    <w:rsid w:val="00345A01"/>
    <w:rsid w:val="00353FF4"/>
    <w:rsid w:val="00361B82"/>
    <w:rsid w:val="00372B7D"/>
    <w:rsid w:val="00375FB0"/>
    <w:rsid w:val="003C3CBC"/>
    <w:rsid w:val="003D35F1"/>
    <w:rsid w:val="003D70DF"/>
    <w:rsid w:val="003E70CF"/>
    <w:rsid w:val="003E7C56"/>
    <w:rsid w:val="00403F71"/>
    <w:rsid w:val="004207AE"/>
    <w:rsid w:val="004A0CBD"/>
    <w:rsid w:val="004A13FA"/>
    <w:rsid w:val="004D1338"/>
    <w:rsid w:val="004D34AC"/>
    <w:rsid w:val="00513579"/>
    <w:rsid w:val="00537B90"/>
    <w:rsid w:val="00570985"/>
    <w:rsid w:val="005822B1"/>
    <w:rsid w:val="005905FF"/>
    <w:rsid w:val="005952EB"/>
    <w:rsid w:val="00597CD7"/>
    <w:rsid w:val="005A408F"/>
    <w:rsid w:val="005B2149"/>
    <w:rsid w:val="005B4449"/>
    <w:rsid w:val="005B672F"/>
    <w:rsid w:val="005C06DA"/>
    <w:rsid w:val="005F215E"/>
    <w:rsid w:val="006077D4"/>
    <w:rsid w:val="00632019"/>
    <w:rsid w:val="00686248"/>
    <w:rsid w:val="006D5E29"/>
    <w:rsid w:val="006E76D9"/>
    <w:rsid w:val="006E7852"/>
    <w:rsid w:val="00703701"/>
    <w:rsid w:val="0070551C"/>
    <w:rsid w:val="00716C00"/>
    <w:rsid w:val="00732B91"/>
    <w:rsid w:val="00756A78"/>
    <w:rsid w:val="00790492"/>
    <w:rsid w:val="007971CC"/>
    <w:rsid w:val="007B617A"/>
    <w:rsid w:val="007C2877"/>
    <w:rsid w:val="007C4933"/>
    <w:rsid w:val="00800067"/>
    <w:rsid w:val="00805E80"/>
    <w:rsid w:val="00824019"/>
    <w:rsid w:val="00826C53"/>
    <w:rsid w:val="0087545A"/>
    <w:rsid w:val="008912C0"/>
    <w:rsid w:val="008A03B1"/>
    <w:rsid w:val="008B4594"/>
    <w:rsid w:val="008C131A"/>
    <w:rsid w:val="008C6AC5"/>
    <w:rsid w:val="008D778A"/>
    <w:rsid w:val="009130C9"/>
    <w:rsid w:val="00915716"/>
    <w:rsid w:val="0092526D"/>
    <w:rsid w:val="009265FB"/>
    <w:rsid w:val="009305AC"/>
    <w:rsid w:val="00995D2F"/>
    <w:rsid w:val="009B433D"/>
    <w:rsid w:val="009C57F6"/>
    <w:rsid w:val="009E4E9D"/>
    <w:rsid w:val="00A50056"/>
    <w:rsid w:val="00A529C2"/>
    <w:rsid w:val="00A759AE"/>
    <w:rsid w:val="00A90C30"/>
    <w:rsid w:val="00AC6487"/>
    <w:rsid w:val="00AE2DB4"/>
    <w:rsid w:val="00AF28E2"/>
    <w:rsid w:val="00B04ACE"/>
    <w:rsid w:val="00B07D74"/>
    <w:rsid w:val="00B217A7"/>
    <w:rsid w:val="00B25688"/>
    <w:rsid w:val="00B270C6"/>
    <w:rsid w:val="00B42967"/>
    <w:rsid w:val="00B95162"/>
    <w:rsid w:val="00BA1368"/>
    <w:rsid w:val="00BC7CD2"/>
    <w:rsid w:val="00BE5C7E"/>
    <w:rsid w:val="00BF0AAA"/>
    <w:rsid w:val="00BF24D2"/>
    <w:rsid w:val="00C118B1"/>
    <w:rsid w:val="00C21EE2"/>
    <w:rsid w:val="00C43AA8"/>
    <w:rsid w:val="00C73C6E"/>
    <w:rsid w:val="00C77404"/>
    <w:rsid w:val="00C802EE"/>
    <w:rsid w:val="00C94B66"/>
    <w:rsid w:val="00CA4D51"/>
    <w:rsid w:val="00D13E9A"/>
    <w:rsid w:val="00D1531B"/>
    <w:rsid w:val="00D153AA"/>
    <w:rsid w:val="00D35426"/>
    <w:rsid w:val="00D360D7"/>
    <w:rsid w:val="00D46BAB"/>
    <w:rsid w:val="00D73AAA"/>
    <w:rsid w:val="00D967A4"/>
    <w:rsid w:val="00DB00D1"/>
    <w:rsid w:val="00DE3A6B"/>
    <w:rsid w:val="00DE5677"/>
    <w:rsid w:val="00E0136A"/>
    <w:rsid w:val="00E14213"/>
    <w:rsid w:val="00E16ADC"/>
    <w:rsid w:val="00E23C37"/>
    <w:rsid w:val="00E26BA2"/>
    <w:rsid w:val="00E326A5"/>
    <w:rsid w:val="00E34483"/>
    <w:rsid w:val="00E36429"/>
    <w:rsid w:val="00E475C2"/>
    <w:rsid w:val="00E70704"/>
    <w:rsid w:val="00E90080"/>
    <w:rsid w:val="00EA23EA"/>
    <w:rsid w:val="00EC7700"/>
    <w:rsid w:val="00ED1C66"/>
    <w:rsid w:val="00EE5D16"/>
    <w:rsid w:val="00EE780F"/>
    <w:rsid w:val="00F12B34"/>
    <w:rsid w:val="00F167A5"/>
    <w:rsid w:val="00F37127"/>
    <w:rsid w:val="00F52040"/>
    <w:rsid w:val="00F54246"/>
    <w:rsid w:val="00F76718"/>
    <w:rsid w:val="00F80E0F"/>
    <w:rsid w:val="00F92612"/>
    <w:rsid w:val="00FA03B2"/>
    <w:rsid w:val="00FB14F4"/>
    <w:rsid w:val="00FD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0DCA"/>
  <w15:docId w15:val="{1FE67D7D-B297-4A04-8C3C-5B6C0E0B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2E3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5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3FF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5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3FF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&#1055;&#1083;&#1072;&#1085;&#1086;&#1074;&#1086;%20&#1101;&#1082;&#1086;&#1085;&#1086;&#1084;&#1080;&#1095;&#1077;&#1089;&#1082;&#1080;&#1081;%20&#1086;&#1090;&#1076;&#1077;&#1083;\&#1055;&#1086;&#1089;&#1090;&#1072;&#1085;&#1086;&#1074;&#1083;&#1077;&#1085;&#1080;&#1077;%20&#1084;&#1101;&#1088;&#1072;%20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EA223-E3B8-4EE2-B1F3-8551E902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 шаблон</Template>
  <TotalTime>4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Елена П. Семибратова</cp:lastModifiedBy>
  <cp:revision>5</cp:revision>
  <cp:lastPrinted>2022-02-11T05:00:00Z</cp:lastPrinted>
  <dcterms:created xsi:type="dcterms:W3CDTF">2025-07-01T03:57:00Z</dcterms:created>
  <dcterms:modified xsi:type="dcterms:W3CDTF">2025-07-01T04:45:00Z</dcterms:modified>
</cp:coreProperties>
</file>