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28CEDD" w14:textId="77777777" w:rsidTr="00987DB5">
        <w:tc>
          <w:tcPr>
            <w:tcW w:w="9498" w:type="dxa"/>
          </w:tcPr>
          <w:p w14:paraId="7F28CED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28CEF4" wp14:editId="7F28CEF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8CEDA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F28CED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F28CED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28CEDE" w14:textId="5FBCB391" w:rsidR="00AE5C63" w:rsidRPr="00F307B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307B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D4356">
            <w:rPr>
              <w:rFonts w:ascii="Times New Roman" w:hAnsi="Times New Roman"/>
              <w:sz w:val="28"/>
              <w:szCs w:val="28"/>
            </w:rPr>
            <w:t>24 мая 2021 года</w:t>
          </w:r>
        </w:sdtContent>
      </w:sdt>
      <w:r w:rsidRPr="00F307B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D4356" w:rsidRPr="004D4356">
            <w:rPr>
              <w:rFonts w:ascii="Times New Roman" w:hAnsi="Times New Roman"/>
              <w:sz w:val="28"/>
              <w:szCs w:val="28"/>
            </w:rPr>
            <w:t>109</w:t>
          </w:r>
        </w:sdtContent>
      </w:sdt>
    </w:p>
    <w:p w14:paraId="7F28CED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F28CEE0" w14:textId="27F94A9E" w:rsidR="00AE5C63" w:rsidRPr="001A42C2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1A42C2">
        <w:rPr>
          <w:rFonts w:ascii="Times New Roman" w:hAnsi="Times New Roman"/>
          <w:b/>
          <w:sz w:val="28"/>
          <w:szCs w:val="28"/>
        </w:rPr>
        <w:t xml:space="preserve">Об утверждении Порядка проведения мониторинга </w:t>
      </w:r>
      <w:r w:rsidR="00F307B9">
        <w:rPr>
          <w:rFonts w:ascii="Times New Roman" w:hAnsi="Times New Roman"/>
          <w:b/>
          <w:sz w:val="28"/>
          <w:szCs w:val="28"/>
        </w:rPr>
        <w:br/>
      </w:r>
      <w:r w:rsidRPr="001A42C2">
        <w:rPr>
          <w:rFonts w:ascii="Times New Roman" w:hAnsi="Times New Roman"/>
          <w:b/>
          <w:sz w:val="28"/>
          <w:szCs w:val="28"/>
        </w:rPr>
        <w:t xml:space="preserve">дебиторской задолженности, отсроченных и рассроченных платежей </w:t>
      </w:r>
      <w:r w:rsidR="00F307B9">
        <w:rPr>
          <w:rFonts w:ascii="Times New Roman" w:hAnsi="Times New Roman"/>
          <w:b/>
          <w:sz w:val="28"/>
          <w:szCs w:val="28"/>
        </w:rPr>
        <w:br/>
      </w:r>
      <w:r w:rsidRPr="001A42C2">
        <w:rPr>
          <w:rFonts w:ascii="Times New Roman" w:hAnsi="Times New Roman"/>
          <w:b/>
          <w:sz w:val="28"/>
          <w:szCs w:val="28"/>
        </w:rPr>
        <w:t>в местный бюджет</w:t>
      </w:r>
    </w:p>
    <w:p w14:paraId="7F28CEE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325F78" w14:textId="77777777" w:rsidR="001A42C2" w:rsidRPr="00F307B9" w:rsidRDefault="001A42C2" w:rsidP="00F307B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6C">
        <w:rPr>
          <w:rFonts w:ascii="Times New Roman" w:hAnsi="Times New Roman" w:cs="Times New Roman"/>
          <w:sz w:val="28"/>
          <w:szCs w:val="28"/>
        </w:rPr>
        <w:t xml:space="preserve">В целях реализации Плана мероприятий по росту доходов, </w:t>
      </w:r>
      <w:r>
        <w:rPr>
          <w:rFonts w:ascii="Times New Roman" w:hAnsi="Times New Roman" w:cs="Times New Roman"/>
          <w:sz w:val="28"/>
          <w:szCs w:val="28"/>
        </w:rPr>
        <w:t>оптимизации расходов и совершенствованию долговой политики муниципального образования «Горо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дской округ Ногликский», </w:t>
      </w:r>
      <w:r w:rsidRPr="00274E6C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>
        <w:rPr>
          <w:rFonts w:ascii="Times New Roman" w:hAnsi="Times New Roman" w:cs="Times New Roman"/>
          <w:sz w:val="28"/>
          <w:szCs w:val="28"/>
        </w:rPr>
        <w:t>распоряжением мэра</w:t>
      </w:r>
      <w:r w:rsidRPr="00274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274E6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74E6C">
        <w:rPr>
          <w:rFonts w:ascii="Times New Roman" w:hAnsi="Times New Roman" w:cs="Times New Roman"/>
          <w:sz w:val="28"/>
          <w:szCs w:val="28"/>
        </w:rPr>
        <w:t>2.0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74E6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 № 58-р</w:t>
      </w:r>
      <w:r w:rsidRPr="00274E6C">
        <w:rPr>
          <w:rFonts w:ascii="Times New Roman" w:hAnsi="Times New Roman" w:cs="Times New Roman"/>
          <w:sz w:val="28"/>
          <w:szCs w:val="28"/>
        </w:rPr>
        <w:t xml:space="preserve">, </w:t>
      </w:r>
      <w:r w:rsidRPr="00F307B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6E8575E1" w14:textId="67FAA097" w:rsidR="001A42C2" w:rsidRDefault="001A42C2" w:rsidP="00F307B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4E6C">
        <w:rPr>
          <w:rFonts w:ascii="Times New Roman" w:hAnsi="Times New Roman"/>
          <w:color w:val="000000"/>
          <w:sz w:val="28"/>
          <w:szCs w:val="28"/>
        </w:rPr>
        <w:t>1. Утвердить прилагаемый Порядок проведения мониторинга дебиторской задолженности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7F9">
        <w:rPr>
          <w:rFonts w:ascii="Times New Roman" w:hAnsi="Times New Roman"/>
          <w:sz w:val="28"/>
          <w:szCs w:val="28"/>
        </w:rPr>
        <w:t>отсроченных и рассроченных платежей</w:t>
      </w:r>
      <w:r w:rsidRPr="00274E6C">
        <w:rPr>
          <w:rFonts w:ascii="Times New Roman" w:hAnsi="Times New Roman"/>
          <w:color w:val="000000"/>
          <w:sz w:val="28"/>
          <w:szCs w:val="28"/>
        </w:rPr>
        <w:t xml:space="preserve"> в ме</w:t>
      </w:r>
      <w:r w:rsidR="00F307B9">
        <w:rPr>
          <w:rFonts w:ascii="Times New Roman" w:hAnsi="Times New Roman"/>
          <w:color w:val="000000"/>
          <w:sz w:val="28"/>
          <w:szCs w:val="28"/>
        </w:rPr>
        <w:t>стный бюджет (далее – Порядок).</w:t>
      </w:r>
    </w:p>
    <w:p w14:paraId="1108192D" w14:textId="14EFB6B8" w:rsidR="001A42C2" w:rsidRPr="002327F9" w:rsidRDefault="001A42C2" w:rsidP="00F307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Считать утратившим силу </w:t>
      </w:r>
      <w:r w:rsidRPr="002327F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мэра муниципального образования «Городской округ Ногликский» от 19.06.2007 № 362</w:t>
      </w:r>
      <w:r w:rsidR="003151F6">
        <w:rPr>
          <w:rFonts w:ascii="Times New Roman" w:hAnsi="Times New Roman" w:cs="Times New Roman"/>
          <w:sz w:val="28"/>
          <w:szCs w:val="28"/>
        </w:rPr>
        <w:t xml:space="preserve"> </w:t>
      </w:r>
      <w:r w:rsidR="00F307B9">
        <w:rPr>
          <w:rFonts w:ascii="Times New Roman" w:hAnsi="Times New Roman" w:cs="Times New Roman"/>
          <w:sz w:val="28"/>
          <w:szCs w:val="28"/>
        </w:rPr>
        <w:br/>
      </w:r>
      <w:r w:rsidR="003151F6">
        <w:rPr>
          <w:rFonts w:ascii="Times New Roman" w:hAnsi="Times New Roman" w:cs="Times New Roman"/>
          <w:sz w:val="28"/>
          <w:szCs w:val="28"/>
        </w:rPr>
        <w:t>«</w:t>
      </w:r>
      <w:r w:rsidRPr="002327F9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мониторинга дебиторской задолженности, отсроченных и рассроченных платежей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="003151F6">
        <w:rPr>
          <w:rFonts w:ascii="Times New Roman" w:hAnsi="Times New Roman" w:cs="Times New Roman"/>
          <w:sz w:val="28"/>
          <w:szCs w:val="28"/>
        </w:rPr>
        <w:t xml:space="preserve"> бюджет»</w:t>
      </w:r>
      <w:r w:rsidRPr="002327F9">
        <w:rPr>
          <w:rFonts w:ascii="Times New Roman" w:hAnsi="Times New Roman" w:cs="Times New Roman"/>
          <w:sz w:val="28"/>
          <w:szCs w:val="28"/>
        </w:rPr>
        <w:t>.</w:t>
      </w:r>
    </w:p>
    <w:p w14:paraId="7EBA7E21" w14:textId="77777777" w:rsidR="001A42C2" w:rsidRPr="00274E6C" w:rsidRDefault="001A42C2" w:rsidP="00F30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Pr="00274E6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Pr="0075585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4E6C">
        <w:rPr>
          <w:rFonts w:ascii="Times New Roman" w:hAnsi="Times New Roman"/>
          <w:color w:val="000000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/>
          <w:sz w:val="28"/>
          <w:szCs w:val="28"/>
        </w:rPr>
        <w:t xml:space="preserve">, Департаменту социальной политики </w:t>
      </w:r>
      <w:r w:rsidRPr="00274E6C">
        <w:rPr>
          <w:rFonts w:ascii="Times New Roman" w:hAnsi="Times New Roman"/>
          <w:color w:val="000000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74E6C">
        <w:rPr>
          <w:rFonts w:ascii="Times New Roman" w:hAnsi="Times New Roman"/>
          <w:color w:val="000000"/>
          <w:sz w:val="28"/>
          <w:szCs w:val="28"/>
        </w:rPr>
        <w:t>Комитету по управлению муниципальным имуществом муниципального образования «Городской округ Ногликский», являющ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274E6C">
        <w:rPr>
          <w:rFonts w:ascii="Times New Roman" w:hAnsi="Times New Roman"/>
          <w:color w:val="000000"/>
          <w:sz w:val="28"/>
          <w:szCs w:val="28"/>
        </w:rPr>
        <w:t>мся администратор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274E6C">
        <w:rPr>
          <w:rFonts w:ascii="Times New Roman" w:hAnsi="Times New Roman"/>
          <w:color w:val="000000"/>
          <w:sz w:val="28"/>
          <w:szCs w:val="28"/>
        </w:rPr>
        <w:t xml:space="preserve"> платежей в местный бюджет, обеспечить ведение учета дебиторской задолженности и представление сведений в финансовое управление муниципального образования «Городской округ Ногликский» в установленные сроки.</w:t>
      </w:r>
    </w:p>
    <w:p w14:paraId="5385AD53" w14:textId="772FA238" w:rsidR="001A42C2" w:rsidRDefault="001A42C2" w:rsidP="00F30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4E6C">
        <w:rPr>
          <w:rFonts w:ascii="Times New Roman" w:hAnsi="Times New Roman"/>
          <w:sz w:val="28"/>
          <w:szCs w:val="28"/>
        </w:rPr>
        <w:t>. Опубликовать настоящ</w:t>
      </w:r>
      <w:r w:rsidR="003151F6">
        <w:rPr>
          <w:rFonts w:ascii="Times New Roman" w:hAnsi="Times New Roman"/>
          <w:sz w:val="28"/>
          <w:szCs w:val="28"/>
        </w:rPr>
        <w:t xml:space="preserve">ее постановление в газете «Знамя труда» и разместить на официальном сайте муниципального образования в </w:t>
      </w:r>
      <w:r w:rsidR="00F307B9" w:rsidRPr="00076F93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F307B9">
        <w:rPr>
          <w:rFonts w:ascii="Times New Roman" w:hAnsi="Times New Roman"/>
          <w:sz w:val="28"/>
          <w:szCs w:val="28"/>
        </w:rPr>
        <w:t xml:space="preserve"> </w:t>
      </w:r>
      <w:r w:rsidR="003151F6">
        <w:rPr>
          <w:rFonts w:ascii="Times New Roman" w:hAnsi="Times New Roman"/>
          <w:sz w:val="28"/>
          <w:szCs w:val="28"/>
        </w:rPr>
        <w:t>сети «Интернет».</w:t>
      </w:r>
    </w:p>
    <w:p w14:paraId="4A573460" w14:textId="679EB249" w:rsidR="001A42C2" w:rsidRPr="00274E6C" w:rsidRDefault="001A42C2" w:rsidP="00F30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Постановление вступает в силу с момента официального опубликования и распространяет свое действие на правоотношения</w:t>
      </w:r>
      <w:r w:rsidR="003151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возникшие с 1 января 2021 года.</w:t>
      </w:r>
    </w:p>
    <w:p w14:paraId="0E811DF2" w14:textId="77777777" w:rsidR="001A42C2" w:rsidRDefault="001A42C2" w:rsidP="00F30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74E6C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начальника </w:t>
      </w:r>
      <w:r>
        <w:rPr>
          <w:rFonts w:ascii="Times New Roman" w:hAnsi="Times New Roman"/>
          <w:sz w:val="28"/>
          <w:szCs w:val="28"/>
        </w:rPr>
        <w:t>ф</w:t>
      </w:r>
      <w:r w:rsidRPr="00274E6C">
        <w:rPr>
          <w:rFonts w:ascii="Times New Roman" w:hAnsi="Times New Roman"/>
          <w:sz w:val="28"/>
          <w:szCs w:val="28"/>
        </w:rPr>
        <w:t xml:space="preserve">инансового </w:t>
      </w:r>
      <w:r w:rsidRPr="00274E6C">
        <w:rPr>
          <w:rFonts w:ascii="Times New Roman" w:hAnsi="Times New Roman"/>
          <w:sz w:val="28"/>
          <w:szCs w:val="28"/>
        </w:rPr>
        <w:lastRenderedPageBreak/>
        <w:t xml:space="preserve">управления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Петрушенко Е.В.</w:t>
      </w:r>
    </w:p>
    <w:p w14:paraId="7F28CEEB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F0322A" w14:textId="77777777" w:rsidR="001A42C2" w:rsidRPr="00D12794" w:rsidRDefault="001A42C2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F28CEE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F28CEEE" w14:textId="14271F8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A42C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4D435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8CEF8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F28CEF9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8CEF6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F28CEF7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811528"/>
      <w:docPartObj>
        <w:docPartGallery w:val="Page Numbers (Top of Page)"/>
        <w:docPartUnique/>
      </w:docPartObj>
    </w:sdtPr>
    <w:sdtContent>
      <w:p w14:paraId="77CD7926" w14:textId="3DF5EB9E" w:rsidR="004D4356" w:rsidRDefault="004D43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FD7">
          <w:rPr>
            <w:noProof/>
          </w:rPr>
          <w:t>2</w:t>
        </w:r>
        <w:r>
          <w:fldChar w:fldCharType="end"/>
        </w:r>
      </w:p>
    </w:sdtContent>
  </w:sdt>
  <w:p w14:paraId="200919F4" w14:textId="77777777" w:rsidR="004D4356" w:rsidRDefault="004D43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42C2"/>
    <w:rsid w:val="001E1F9F"/>
    <w:rsid w:val="002E5832"/>
    <w:rsid w:val="003151F6"/>
    <w:rsid w:val="00364F8F"/>
    <w:rsid w:val="004D4356"/>
    <w:rsid w:val="00520CBF"/>
    <w:rsid w:val="00833FD7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3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CED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rsid w:val="001A42C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833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3F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5E426F" w:rsidRDefault="005E426F" w:rsidP="005E426F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5E426F" w:rsidRDefault="005E426F" w:rsidP="005E426F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5E426F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26F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5E426F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5E426F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2021-05-24T23:24:00Z</cp:lastPrinted>
  <dcterms:created xsi:type="dcterms:W3CDTF">2021-05-24T23:25:00Z</dcterms:created>
  <dcterms:modified xsi:type="dcterms:W3CDTF">2021-05-24T23:25:00Z</dcterms:modified>
</cp:coreProperties>
</file>