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6F704" w14:textId="39135554" w:rsidR="009D60C6" w:rsidRDefault="004B54D5" w:rsidP="004B54D5">
      <w:pPr>
        <w:spacing w:after="120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CF1B30" w14:textId="5CEB0639" w:rsidR="009D60C6" w:rsidRPr="00B622D9" w:rsidRDefault="009D60C6" w:rsidP="004B54D5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4B54D5">
        <w:rPr>
          <w:sz w:val="28"/>
          <w:szCs w:val="28"/>
        </w:rPr>
        <w:t>ем мэра</w:t>
      </w:r>
    </w:p>
    <w:p w14:paraId="6952C5E5" w14:textId="77777777" w:rsidR="009D60C6" w:rsidRDefault="009D60C6" w:rsidP="004B54D5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77ECAA5" w14:textId="77777777" w:rsidR="009D60C6" w:rsidRPr="009C63DB" w:rsidRDefault="009D60C6" w:rsidP="004B54D5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AC2BFD5" w14:textId="57554F71" w:rsidR="009D60C6" w:rsidRPr="005429DB" w:rsidRDefault="009D60C6" w:rsidP="004B54D5">
      <w:pPr>
        <w:ind w:left="5245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r w:rsidR="00130A29">
        <w:rPr>
          <w:sz w:val="28"/>
          <w:szCs w:val="28"/>
        </w:rPr>
        <w:t>11 июля 2024 года</w:t>
      </w:r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8A33F05B7C749D3954D19AE2D59A7C0"/>
          </w:placeholder>
        </w:sdtPr>
        <w:sdtEndPr/>
        <w:sdtContent>
          <w:bookmarkStart w:id="0" w:name="_GoBack"/>
          <w:bookmarkEnd w:id="0"/>
          <w:r w:rsidR="00130A29">
            <w:rPr>
              <w:sz w:val="28"/>
              <w:szCs w:val="28"/>
            </w:rPr>
            <w:t>110</w:t>
          </w:r>
        </w:sdtContent>
      </w:sdt>
    </w:p>
    <w:p w14:paraId="2DF7162F" w14:textId="77777777" w:rsidR="009D60C6" w:rsidRPr="00725616" w:rsidRDefault="009D60C6" w:rsidP="009D60C6">
      <w:pPr>
        <w:jc w:val="center"/>
        <w:rPr>
          <w:sz w:val="28"/>
          <w:szCs w:val="28"/>
          <w:u w:val="single"/>
        </w:rPr>
      </w:pPr>
    </w:p>
    <w:p w14:paraId="08D99E01" w14:textId="77777777" w:rsidR="009D60C6" w:rsidRPr="00134EA8" w:rsidRDefault="009D60C6" w:rsidP="009D60C6">
      <w:pPr>
        <w:ind w:left="1134" w:right="1134"/>
        <w:jc w:val="center"/>
        <w:rPr>
          <w:bCs/>
          <w:sz w:val="28"/>
          <w:szCs w:val="28"/>
        </w:rPr>
      </w:pPr>
    </w:p>
    <w:p w14:paraId="3AC9A9AB" w14:textId="4986DC89" w:rsidR="003E3AEA" w:rsidRPr="003E3AEA" w:rsidRDefault="003E3AEA" w:rsidP="003E3AE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3E3AEA">
        <w:rPr>
          <w:b/>
          <w:bCs/>
          <w:sz w:val="28"/>
          <w:szCs w:val="28"/>
        </w:rPr>
        <w:t>орядок</w:t>
      </w:r>
    </w:p>
    <w:p w14:paraId="3F22463D" w14:textId="77777777" w:rsidR="004B54D5" w:rsidRDefault="003E3AEA" w:rsidP="003E3AEA">
      <w:pPr>
        <w:jc w:val="center"/>
        <w:rPr>
          <w:b/>
          <w:bCs/>
          <w:sz w:val="28"/>
          <w:szCs w:val="28"/>
        </w:rPr>
      </w:pPr>
      <w:r w:rsidRPr="003E3AEA">
        <w:rPr>
          <w:b/>
          <w:bCs/>
          <w:sz w:val="28"/>
          <w:szCs w:val="28"/>
        </w:rPr>
        <w:t xml:space="preserve">предоставления представителю </w:t>
      </w:r>
      <w:r w:rsidR="004B54D5">
        <w:rPr>
          <w:b/>
          <w:bCs/>
          <w:sz w:val="28"/>
          <w:szCs w:val="28"/>
        </w:rPr>
        <w:t>нанимателя материалов</w:t>
      </w:r>
    </w:p>
    <w:p w14:paraId="5829552F" w14:textId="77777777" w:rsidR="004B54D5" w:rsidRDefault="003E3AEA" w:rsidP="003E3AEA">
      <w:pPr>
        <w:jc w:val="center"/>
        <w:rPr>
          <w:b/>
          <w:bCs/>
          <w:sz w:val="28"/>
          <w:szCs w:val="28"/>
        </w:rPr>
      </w:pPr>
      <w:r w:rsidRPr="003E3AEA">
        <w:rPr>
          <w:b/>
          <w:bCs/>
          <w:sz w:val="28"/>
          <w:szCs w:val="28"/>
        </w:rPr>
        <w:t>проверки достоверност</w:t>
      </w:r>
      <w:r w:rsidR="004B54D5">
        <w:rPr>
          <w:b/>
          <w:bCs/>
          <w:sz w:val="28"/>
          <w:szCs w:val="28"/>
        </w:rPr>
        <w:t>и и полноты сведений о доходах,</w:t>
      </w:r>
    </w:p>
    <w:p w14:paraId="76D84B40" w14:textId="77777777" w:rsidR="004B54D5" w:rsidRDefault="003E3AEA" w:rsidP="003E3AEA">
      <w:pPr>
        <w:jc w:val="center"/>
        <w:rPr>
          <w:b/>
          <w:bCs/>
          <w:sz w:val="28"/>
          <w:szCs w:val="28"/>
        </w:rPr>
      </w:pPr>
      <w:r w:rsidRPr="003E3AEA">
        <w:rPr>
          <w:b/>
          <w:bCs/>
          <w:sz w:val="28"/>
          <w:szCs w:val="28"/>
        </w:rPr>
        <w:t>об имуществе и обязатель</w:t>
      </w:r>
      <w:r w:rsidR="004B54D5">
        <w:rPr>
          <w:b/>
          <w:bCs/>
          <w:sz w:val="28"/>
          <w:szCs w:val="28"/>
        </w:rPr>
        <w:t>ствах имущественного характера,</w:t>
      </w:r>
    </w:p>
    <w:p w14:paraId="271DC28C" w14:textId="77777777" w:rsidR="004B54D5" w:rsidRDefault="003E3AEA" w:rsidP="003E3AEA">
      <w:pPr>
        <w:jc w:val="center"/>
        <w:rPr>
          <w:b/>
          <w:bCs/>
          <w:sz w:val="28"/>
          <w:szCs w:val="28"/>
        </w:rPr>
      </w:pPr>
      <w:r w:rsidRPr="003E3AEA">
        <w:rPr>
          <w:b/>
          <w:bCs/>
          <w:sz w:val="28"/>
          <w:szCs w:val="28"/>
        </w:rPr>
        <w:t>и (или) соблюдения огр</w:t>
      </w:r>
      <w:r w:rsidR="004B54D5">
        <w:rPr>
          <w:b/>
          <w:bCs/>
          <w:sz w:val="28"/>
          <w:szCs w:val="28"/>
        </w:rPr>
        <w:t>аничений и запретов, требований</w:t>
      </w:r>
    </w:p>
    <w:p w14:paraId="0493D41B" w14:textId="77777777" w:rsidR="004B54D5" w:rsidRDefault="003E3AEA" w:rsidP="003E3AEA">
      <w:pPr>
        <w:jc w:val="center"/>
        <w:rPr>
          <w:b/>
          <w:bCs/>
          <w:sz w:val="28"/>
          <w:szCs w:val="28"/>
        </w:rPr>
      </w:pPr>
      <w:r w:rsidRPr="003E3AEA">
        <w:rPr>
          <w:b/>
          <w:bCs/>
          <w:sz w:val="28"/>
          <w:szCs w:val="28"/>
        </w:rPr>
        <w:t>о предотвращении или об урег</w:t>
      </w:r>
      <w:r w:rsidR="004B54D5">
        <w:rPr>
          <w:b/>
          <w:bCs/>
          <w:sz w:val="28"/>
          <w:szCs w:val="28"/>
        </w:rPr>
        <w:t>улировании конфликта интересов,</w:t>
      </w:r>
    </w:p>
    <w:p w14:paraId="2235B2C6" w14:textId="77777777" w:rsidR="004B54D5" w:rsidRDefault="003E3AEA" w:rsidP="003E3AEA">
      <w:pPr>
        <w:jc w:val="center"/>
        <w:rPr>
          <w:b/>
          <w:bCs/>
          <w:sz w:val="28"/>
          <w:szCs w:val="28"/>
        </w:rPr>
      </w:pPr>
      <w:r w:rsidRPr="003E3AEA">
        <w:rPr>
          <w:b/>
          <w:bCs/>
          <w:sz w:val="28"/>
          <w:szCs w:val="28"/>
        </w:rPr>
        <w:t>и (или) исполнения обяз</w:t>
      </w:r>
      <w:r w:rsidR="004B54D5">
        <w:rPr>
          <w:b/>
          <w:bCs/>
          <w:sz w:val="28"/>
          <w:szCs w:val="28"/>
        </w:rPr>
        <w:t>анностей, установленных в целях</w:t>
      </w:r>
    </w:p>
    <w:p w14:paraId="16217EEF" w14:textId="77777777" w:rsidR="004B54D5" w:rsidRDefault="003E3AEA" w:rsidP="003E3AEA">
      <w:pPr>
        <w:jc w:val="center"/>
        <w:rPr>
          <w:b/>
          <w:bCs/>
          <w:sz w:val="28"/>
          <w:szCs w:val="28"/>
        </w:rPr>
      </w:pPr>
      <w:r w:rsidRPr="003E3AEA">
        <w:rPr>
          <w:b/>
          <w:bCs/>
          <w:sz w:val="28"/>
          <w:szCs w:val="28"/>
        </w:rPr>
        <w:t>противодействия коррупции, в случаях, предусм</w:t>
      </w:r>
      <w:r>
        <w:rPr>
          <w:b/>
          <w:bCs/>
          <w:sz w:val="28"/>
          <w:szCs w:val="28"/>
        </w:rPr>
        <w:t xml:space="preserve">отренных </w:t>
      </w:r>
    </w:p>
    <w:p w14:paraId="3A6F579C" w14:textId="77777777" w:rsidR="004B54D5" w:rsidRDefault="003E3AEA" w:rsidP="003E3AE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частями 1 и 2 статьи 13.5 </w:t>
      </w:r>
      <w:r w:rsidRPr="003E3AEA">
        <w:rPr>
          <w:b/>
          <w:bCs/>
          <w:sz w:val="28"/>
          <w:szCs w:val="28"/>
        </w:rPr>
        <w:t>Федеральног</w:t>
      </w:r>
      <w:r w:rsidR="004B54D5">
        <w:rPr>
          <w:b/>
          <w:bCs/>
          <w:sz w:val="28"/>
          <w:szCs w:val="28"/>
        </w:rPr>
        <w:t>о закона от 25.12.2008 № 273-ФЗ</w:t>
      </w:r>
    </w:p>
    <w:p w14:paraId="0009879D" w14:textId="5C80BC7C" w:rsidR="004B54D5" w:rsidRDefault="003E3AEA" w:rsidP="003E3AEA">
      <w:pPr>
        <w:jc w:val="center"/>
        <w:rPr>
          <w:b/>
          <w:bCs/>
          <w:sz w:val="28"/>
          <w:szCs w:val="28"/>
        </w:rPr>
      </w:pPr>
      <w:r w:rsidRPr="003E3AEA">
        <w:rPr>
          <w:b/>
          <w:bCs/>
          <w:sz w:val="28"/>
          <w:szCs w:val="28"/>
        </w:rPr>
        <w:t>«О противодейст</w:t>
      </w:r>
      <w:r w:rsidR="004B54D5">
        <w:rPr>
          <w:b/>
          <w:bCs/>
          <w:sz w:val="28"/>
          <w:szCs w:val="28"/>
        </w:rPr>
        <w:t>вии коррупции», для направления</w:t>
      </w:r>
    </w:p>
    <w:p w14:paraId="657EE507" w14:textId="08A430D6" w:rsidR="003E3AEA" w:rsidRPr="003E3AEA" w:rsidRDefault="003E3AEA" w:rsidP="003E3AEA">
      <w:pPr>
        <w:jc w:val="center"/>
        <w:rPr>
          <w:b/>
          <w:bCs/>
          <w:sz w:val="28"/>
          <w:szCs w:val="28"/>
        </w:rPr>
      </w:pPr>
      <w:r w:rsidRPr="003E3AEA">
        <w:rPr>
          <w:b/>
          <w:bCs/>
          <w:sz w:val="28"/>
          <w:szCs w:val="28"/>
        </w:rPr>
        <w:t>в органы прокуратуры Российской Федерации</w:t>
      </w:r>
    </w:p>
    <w:p w14:paraId="50252A90" w14:textId="77777777" w:rsidR="003E3AEA" w:rsidRPr="003E3AEA" w:rsidRDefault="003E3AEA" w:rsidP="003E3AEA">
      <w:pPr>
        <w:jc w:val="center"/>
        <w:rPr>
          <w:b/>
          <w:bCs/>
          <w:sz w:val="28"/>
          <w:szCs w:val="28"/>
        </w:rPr>
      </w:pPr>
    </w:p>
    <w:p w14:paraId="3CDEBB2B" w14:textId="51CBBF75" w:rsidR="003E3AEA" w:rsidRPr="003E3AEA" w:rsidRDefault="003E3AEA" w:rsidP="004B54D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В соответствии с частью 14-3 </w:t>
      </w:r>
      <w:r w:rsidRPr="003E3AEA">
        <w:rPr>
          <w:bCs/>
          <w:sz w:val="28"/>
          <w:szCs w:val="28"/>
        </w:rPr>
        <w:t xml:space="preserve">приложения 4 к Закону Сахалинской области от 06.07.2007 № 78-ЗО «Об отдельных вопросах муниципальной службы в Сахалинской области» в случае увольнения </w:t>
      </w:r>
      <w:r w:rsidR="0057771C" w:rsidRPr="0057771C">
        <w:rPr>
          <w:bCs/>
          <w:sz w:val="28"/>
          <w:szCs w:val="28"/>
        </w:rPr>
        <w:t xml:space="preserve">(прекращения полномочий) </w:t>
      </w:r>
      <w:r w:rsidRPr="003E3AEA">
        <w:rPr>
          <w:bCs/>
          <w:sz w:val="28"/>
          <w:szCs w:val="28"/>
        </w:rPr>
        <w:t>муниципального служащего</w:t>
      </w:r>
      <w:r w:rsidR="00BA670E">
        <w:rPr>
          <w:bCs/>
          <w:sz w:val="28"/>
          <w:szCs w:val="28"/>
        </w:rPr>
        <w:t>,</w:t>
      </w:r>
      <w:r w:rsidR="00C77794">
        <w:rPr>
          <w:bCs/>
          <w:sz w:val="28"/>
          <w:szCs w:val="28"/>
        </w:rPr>
        <w:t xml:space="preserve"> </w:t>
      </w:r>
      <w:r w:rsidR="00C77794" w:rsidRPr="00C77794">
        <w:rPr>
          <w:bCs/>
          <w:sz w:val="28"/>
          <w:szCs w:val="28"/>
        </w:rPr>
        <w:t>руководител</w:t>
      </w:r>
      <w:r w:rsidR="00C77794">
        <w:rPr>
          <w:bCs/>
          <w:sz w:val="28"/>
          <w:szCs w:val="28"/>
        </w:rPr>
        <w:t>я</w:t>
      </w:r>
      <w:r w:rsidR="00C77794" w:rsidRPr="00C77794">
        <w:rPr>
          <w:bCs/>
          <w:sz w:val="28"/>
          <w:szCs w:val="28"/>
        </w:rPr>
        <w:t xml:space="preserve"> органов местного самоуправления специальной компетенции</w:t>
      </w:r>
      <w:r w:rsidRPr="003E3AEA">
        <w:rPr>
          <w:bCs/>
          <w:sz w:val="28"/>
          <w:szCs w:val="28"/>
        </w:rPr>
        <w:t xml:space="preserve">, в отношении которого было принято решение об осуществлении проверки достоверности и полноты представленных им сведений о доходах, об имуществе и обязательствах имущественного характера, и (или) соблюдения ограничений и запретов, требований о предотвращении или об урегулировании конфликта интересов, и (или) исполнения обязанностей, установленных в целях противодействия коррупции (далее - проверка), после завершения такой проверки и до принятия решения о применении к нему взыскания за совершенное коррупционное правонарушение, а также в случае увольнения </w:t>
      </w:r>
      <w:r w:rsidR="0057771C">
        <w:rPr>
          <w:bCs/>
          <w:sz w:val="28"/>
          <w:szCs w:val="28"/>
        </w:rPr>
        <w:t xml:space="preserve">(прекращения полномочий) </w:t>
      </w:r>
      <w:r w:rsidRPr="003E3AEA">
        <w:rPr>
          <w:bCs/>
          <w:sz w:val="28"/>
          <w:szCs w:val="28"/>
        </w:rPr>
        <w:t>муниципального служащего</w:t>
      </w:r>
      <w:r w:rsidR="00C77794">
        <w:rPr>
          <w:bCs/>
          <w:sz w:val="28"/>
          <w:szCs w:val="28"/>
        </w:rPr>
        <w:t xml:space="preserve">, </w:t>
      </w:r>
      <w:r w:rsidR="00C77794" w:rsidRPr="00C77794">
        <w:rPr>
          <w:bCs/>
          <w:sz w:val="28"/>
          <w:szCs w:val="28"/>
        </w:rPr>
        <w:t xml:space="preserve">руководителя органов местного самоуправления специальной компетенции </w:t>
      </w:r>
      <w:r w:rsidRPr="003E3AEA">
        <w:rPr>
          <w:bCs/>
          <w:sz w:val="28"/>
          <w:szCs w:val="28"/>
        </w:rPr>
        <w:t>в ходе осуществления такой проверки, представитель нанимателя обязан направить материалы проверки в органы прокуратуры Российской Федерации.</w:t>
      </w:r>
    </w:p>
    <w:p w14:paraId="47BF26D4" w14:textId="3AF1B00E" w:rsidR="003E3AEA" w:rsidRPr="003E3AEA" w:rsidRDefault="003E3AEA" w:rsidP="004B54D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3E3AEA">
        <w:rPr>
          <w:bCs/>
          <w:sz w:val="28"/>
          <w:szCs w:val="28"/>
        </w:rPr>
        <w:t xml:space="preserve">Уполномоченный орган, уполномоченное подразделение (должностное лицо), осуществляющие проверки в пределах своих полномочий, обязаны направить представителю нанимателя материалы проверки, полученные соответственно после завершения проверки или в ходе ее осуществления, в день увольнения </w:t>
      </w:r>
      <w:r w:rsidR="0057771C" w:rsidRPr="0057771C">
        <w:rPr>
          <w:bCs/>
          <w:sz w:val="28"/>
          <w:szCs w:val="28"/>
        </w:rPr>
        <w:t xml:space="preserve">(прекращения полномочий) </w:t>
      </w:r>
      <w:r w:rsidRPr="003E3AEA">
        <w:rPr>
          <w:bCs/>
          <w:sz w:val="28"/>
          <w:szCs w:val="28"/>
        </w:rPr>
        <w:t>муниципального служащего</w:t>
      </w:r>
      <w:r w:rsidR="00C77794">
        <w:rPr>
          <w:bCs/>
          <w:sz w:val="28"/>
          <w:szCs w:val="28"/>
        </w:rPr>
        <w:t>,</w:t>
      </w:r>
      <w:r w:rsidR="00C77794" w:rsidRPr="00C77794">
        <w:rPr>
          <w:bCs/>
          <w:sz w:val="28"/>
          <w:szCs w:val="28"/>
        </w:rPr>
        <w:t xml:space="preserve"> руководителя органов местного самоуправления специальной компетенции</w:t>
      </w:r>
      <w:r w:rsidR="004B54D5">
        <w:rPr>
          <w:bCs/>
          <w:sz w:val="28"/>
          <w:szCs w:val="28"/>
        </w:rPr>
        <w:t>.</w:t>
      </w:r>
    </w:p>
    <w:p w14:paraId="0B41746D" w14:textId="007181D7" w:rsidR="003E3AEA" w:rsidRPr="003E3AEA" w:rsidRDefault="003E3AEA" w:rsidP="004B54D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3. </w:t>
      </w:r>
      <w:r w:rsidRPr="003E3AEA">
        <w:rPr>
          <w:bCs/>
          <w:sz w:val="28"/>
          <w:szCs w:val="28"/>
        </w:rPr>
        <w:t xml:space="preserve">В случае увольнения </w:t>
      </w:r>
      <w:r w:rsidR="0057771C" w:rsidRPr="0057771C">
        <w:rPr>
          <w:bCs/>
          <w:sz w:val="28"/>
          <w:szCs w:val="28"/>
        </w:rPr>
        <w:t xml:space="preserve">(прекращения полномочий) </w:t>
      </w:r>
      <w:r w:rsidRPr="003E3AEA">
        <w:rPr>
          <w:bCs/>
          <w:sz w:val="28"/>
          <w:szCs w:val="28"/>
        </w:rPr>
        <w:t>муниципального служащего</w:t>
      </w:r>
      <w:r w:rsidR="00C77794">
        <w:rPr>
          <w:bCs/>
          <w:sz w:val="28"/>
          <w:szCs w:val="28"/>
        </w:rPr>
        <w:t>,</w:t>
      </w:r>
      <w:r w:rsidR="00C77794" w:rsidRPr="00C77794">
        <w:rPr>
          <w:bCs/>
          <w:sz w:val="28"/>
          <w:szCs w:val="28"/>
        </w:rPr>
        <w:t xml:space="preserve"> руководителя органов местного самоуправления специальной компетенции </w:t>
      </w:r>
      <w:r w:rsidRPr="003E3AEA">
        <w:rPr>
          <w:bCs/>
          <w:sz w:val="28"/>
          <w:szCs w:val="28"/>
        </w:rPr>
        <w:t xml:space="preserve">после поступления материалов проверки </w:t>
      </w:r>
      <w:r w:rsidR="00C77794" w:rsidRPr="003E3AEA">
        <w:rPr>
          <w:bCs/>
          <w:sz w:val="28"/>
          <w:szCs w:val="28"/>
        </w:rPr>
        <w:t>в</w:t>
      </w:r>
      <w:r w:rsidR="00C77794" w:rsidRPr="00C77794">
        <w:rPr>
          <w:bCs/>
          <w:sz w:val="28"/>
          <w:szCs w:val="28"/>
        </w:rPr>
        <w:t xml:space="preserve"> комиссию по соблюдению требований к служебному поведению муниципальных служащих администрации муниципального образования «Городской округ Ногликский», руководителей органов местного самоуправления специальной компетенции, руководителей муниципальных учреждений (предприятий), подведомственных администрации, и урегулированию конфликта интересов </w:t>
      </w:r>
      <w:r w:rsidRPr="003E3AEA">
        <w:rPr>
          <w:bCs/>
          <w:sz w:val="28"/>
          <w:szCs w:val="28"/>
        </w:rPr>
        <w:t>(далее - комиссия) и до принятия данной комиссией решения по результатам рассмотрения указанных материалов, представитель нанимателя в день увольнения</w:t>
      </w:r>
      <w:r w:rsidR="0057771C">
        <w:rPr>
          <w:bCs/>
          <w:sz w:val="28"/>
          <w:szCs w:val="28"/>
        </w:rPr>
        <w:t xml:space="preserve"> </w:t>
      </w:r>
      <w:r w:rsidR="0057771C" w:rsidRPr="0057771C">
        <w:rPr>
          <w:bCs/>
          <w:sz w:val="28"/>
          <w:szCs w:val="28"/>
        </w:rPr>
        <w:t xml:space="preserve">(прекращения полномочий) </w:t>
      </w:r>
      <w:r w:rsidRPr="003E3AEA">
        <w:rPr>
          <w:bCs/>
          <w:sz w:val="28"/>
          <w:szCs w:val="28"/>
        </w:rPr>
        <w:t>муниципального служащего</w:t>
      </w:r>
      <w:r w:rsidR="00C77794">
        <w:rPr>
          <w:bCs/>
          <w:sz w:val="28"/>
          <w:szCs w:val="28"/>
        </w:rPr>
        <w:t xml:space="preserve">, </w:t>
      </w:r>
      <w:r w:rsidR="00C77794" w:rsidRPr="00C77794">
        <w:rPr>
          <w:bCs/>
          <w:sz w:val="28"/>
          <w:szCs w:val="28"/>
        </w:rPr>
        <w:t>руководителя органов местного самоуправления специальной компетенции</w:t>
      </w:r>
      <w:r w:rsidRPr="003E3AEA">
        <w:rPr>
          <w:bCs/>
          <w:sz w:val="28"/>
          <w:szCs w:val="28"/>
        </w:rPr>
        <w:t xml:space="preserve"> запрашивает у председателя комиссии материалы проверки.</w:t>
      </w:r>
    </w:p>
    <w:p w14:paraId="691C322B" w14:textId="5DF02204" w:rsidR="003E3AEA" w:rsidRPr="003E3AEA" w:rsidRDefault="003E3AEA" w:rsidP="004B54D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Pr="003E3AEA">
        <w:rPr>
          <w:bCs/>
          <w:sz w:val="28"/>
          <w:szCs w:val="28"/>
        </w:rPr>
        <w:t>Председатель комиссии направляет материалы проверки представителю нанимателя по его запросу в день поступления такого запроса.</w:t>
      </w:r>
    </w:p>
    <w:p w14:paraId="79BD7AC7" w14:textId="2E696EB0" w:rsidR="003E3AEA" w:rsidRPr="003E3AEA" w:rsidRDefault="003E3AEA" w:rsidP="004B54D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Pr="003E3AEA">
        <w:rPr>
          <w:bCs/>
          <w:sz w:val="28"/>
          <w:szCs w:val="28"/>
        </w:rPr>
        <w:t xml:space="preserve">Представитель нанимателя в трехдневный срок после увольнения </w:t>
      </w:r>
      <w:r w:rsidR="0057771C" w:rsidRPr="0057771C">
        <w:rPr>
          <w:bCs/>
          <w:sz w:val="28"/>
          <w:szCs w:val="28"/>
        </w:rPr>
        <w:t xml:space="preserve">(прекращения полномочий) </w:t>
      </w:r>
      <w:r w:rsidRPr="003E3AEA">
        <w:rPr>
          <w:bCs/>
          <w:sz w:val="28"/>
          <w:szCs w:val="28"/>
        </w:rPr>
        <w:t>проверяемого лица направляет материалы проверки в органы прокуратуры Российской Федерации.</w:t>
      </w:r>
    </w:p>
    <w:p w14:paraId="7B71B0A3" w14:textId="77777777" w:rsidR="00416224" w:rsidRPr="009D60C6" w:rsidRDefault="00416224" w:rsidP="003E3AEA">
      <w:pPr>
        <w:jc w:val="center"/>
      </w:pPr>
    </w:p>
    <w:sectPr w:rsidR="00416224" w:rsidRPr="009D60C6" w:rsidSect="004B54D5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531522"/>
      <w:docPartObj>
        <w:docPartGallery w:val="Page Numbers (Top of Page)"/>
        <w:docPartUnique/>
      </w:docPartObj>
    </w:sdtPr>
    <w:sdtEndPr/>
    <w:sdtContent>
      <w:p w14:paraId="209E7A58" w14:textId="0C13D587" w:rsidR="004B54D5" w:rsidRDefault="004B54D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A29">
          <w:rPr>
            <w:noProof/>
          </w:rPr>
          <w:t>2</w:t>
        </w:r>
        <w:r>
          <w:fldChar w:fldCharType="end"/>
        </w:r>
      </w:p>
    </w:sdtContent>
  </w:sdt>
  <w:p w14:paraId="7B71B0A9" w14:textId="42EE5AE6" w:rsidR="00F50A86" w:rsidRPr="004B54D5" w:rsidRDefault="00F50A86" w:rsidP="004B54D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62B5"/>
    <w:rsid w:val="00027E97"/>
    <w:rsid w:val="00091B8A"/>
    <w:rsid w:val="000D175D"/>
    <w:rsid w:val="001067F4"/>
    <w:rsid w:val="00115A57"/>
    <w:rsid w:val="00130A29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3AEA"/>
    <w:rsid w:val="003E62A0"/>
    <w:rsid w:val="003E74EC"/>
    <w:rsid w:val="00416224"/>
    <w:rsid w:val="00487309"/>
    <w:rsid w:val="00494C94"/>
    <w:rsid w:val="004B54D5"/>
    <w:rsid w:val="0057771C"/>
    <w:rsid w:val="005D62D2"/>
    <w:rsid w:val="00651800"/>
    <w:rsid w:val="00667F3B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07D18"/>
    <w:rsid w:val="009535CE"/>
    <w:rsid w:val="00974CA6"/>
    <w:rsid w:val="009C6A25"/>
    <w:rsid w:val="009C6BB8"/>
    <w:rsid w:val="009D60C6"/>
    <w:rsid w:val="00A0116A"/>
    <w:rsid w:val="00A55B69"/>
    <w:rsid w:val="00AC6445"/>
    <w:rsid w:val="00AE276F"/>
    <w:rsid w:val="00AF3037"/>
    <w:rsid w:val="00B20901"/>
    <w:rsid w:val="00B234E8"/>
    <w:rsid w:val="00B971B4"/>
    <w:rsid w:val="00BA670E"/>
    <w:rsid w:val="00C2376A"/>
    <w:rsid w:val="00C50A3F"/>
    <w:rsid w:val="00C77794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8A33F05B7C749D3954D19AE2D59A7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A348F-BFEE-4AA1-9E88-F3FE8C4100D6}"/>
      </w:docPartPr>
      <w:docPartBody>
        <w:p w:rsidR="00CB0568" w:rsidRDefault="00CB0568" w:rsidP="00CB0568">
          <w:pPr>
            <w:pStyle w:val="48A33F05B7C749D3954D19AE2D59A7C0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8582F"/>
    <w:rsid w:val="002604CE"/>
    <w:rsid w:val="002E25F4"/>
    <w:rsid w:val="00393B75"/>
    <w:rsid w:val="005F6646"/>
    <w:rsid w:val="006360AA"/>
    <w:rsid w:val="008D5C56"/>
    <w:rsid w:val="00B35223"/>
    <w:rsid w:val="00CB0568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CB0568"/>
    <w:rPr>
      <w:color w:val="808080"/>
    </w:rPr>
  </w:style>
  <w:style w:type="paragraph" w:customStyle="1" w:styleId="DefaultPlaceholder1081868574">
    <w:name w:val="DefaultPlaceholder_1081868574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10818685741">
    <w:name w:val="DefaultPlaceholder_1081868574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DFE5F5614436F9AEF0D9BA3D6C63E">
    <w:name w:val="EAADFE5F5614436F9AEF0D9BA3D6C63E"/>
    <w:rsid w:val="0018582F"/>
  </w:style>
  <w:style w:type="paragraph" w:customStyle="1" w:styleId="51ECB024ECAD436D8FC79BC5203734BD">
    <w:name w:val="51ECB024ECAD436D8FC79BC5203734BD"/>
    <w:rsid w:val="0018582F"/>
  </w:style>
  <w:style w:type="paragraph" w:customStyle="1" w:styleId="0D6D0382425E424590555DA116C6A3EE">
    <w:name w:val="0D6D0382425E424590555DA116C6A3EE"/>
    <w:rsid w:val="0018582F"/>
  </w:style>
  <w:style w:type="paragraph" w:customStyle="1" w:styleId="EAADFE5F5614436F9AEF0D9BA3D6C63E1">
    <w:name w:val="EAADFE5F5614436F9AEF0D9BA3D6C63E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ECB024ECAD436D8FC79BC5203734BD1">
    <w:name w:val="51ECB024ECAD436D8FC79BC5203734BD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B7EECB62FA4B61995784EF116D1D9B">
    <w:name w:val="0DB7EECB62FA4B61995784EF116D1D9B"/>
    <w:rsid w:val="002E25F4"/>
  </w:style>
  <w:style w:type="paragraph" w:customStyle="1" w:styleId="48A33F05B7C749D3954D19AE2D59A7C0">
    <w:name w:val="48A33F05B7C749D3954D19AE2D59A7C0"/>
    <w:rsid w:val="002E25F4"/>
  </w:style>
  <w:style w:type="paragraph" w:customStyle="1" w:styleId="D24D8D16D8844482AE76CC527E9753D1">
    <w:name w:val="D24D8D16D8844482AE76CC527E9753D1"/>
    <w:rsid w:val="002E25F4"/>
  </w:style>
  <w:style w:type="paragraph" w:customStyle="1" w:styleId="0DB7EECB62FA4B61995784EF116D1D9B1">
    <w:name w:val="0DB7EECB62FA4B61995784EF116D1D9B1"/>
    <w:rsid w:val="00CB0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CB0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7192FFF-C2B2-4F10-B7A4-C791C93B1729"/>
    <ds:schemaRef ds:uri="http://schemas.microsoft.com/office/infopath/2007/PartnerControls"/>
    <ds:schemaRef ds:uri="http://purl.org/dc/terms/"/>
    <ds:schemaRef ds:uri="00ae519a-a787-4cb6-a9f3-e0d2ce624f96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3</cp:revision>
  <dcterms:created xsi:type="dcterms:W3CDTF">2024-07-11T05:27:00Z</dcterms:created>
  <dcterms:modified xsi:type="dcterms:W3CDTF">2024-07-11T05:31:00Z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