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89AF553" w14:textId="77777777" w:rsidTr="00987DB5">
        <w:tc>
          <w:tcPr>
            <w:tcW w:w="9498" w:type="dxa"/>
          </w:tcPr>
          <w:p w14:paraId="089AF54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89AF56A" wp14:editId="089AF56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9AF550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089AF55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89AF55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89AF554" w14:textId="1E257800" w:rsidR="00AE5C63" w:rsidRPr="00A27859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2785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A4770B">
            <w:rPr>
              <w:rFonts w:ascii="Times New Roman" w:hAnsi="Times New Roman"/>
              <w:sz w:val="28"/>
              <w:szCs w:val="28"/>
            </w:rPr>
            <w:t>22 и</w:t>
          </w:r>
          <w:bookmarkStart w:id="0" w:name="_GoBack"/>
          <w:bookmarkEnd w:id="0"/>
          <w:r w:rsidR="00A4770B">
            <w:rPr>
              <w:rFonts w:ascii="Times New Roman" w:hAnsi="Times New Roman"/>
              <w:sz w:val="28"/>
              <w:szCs w:val="28"/>
            </w:rPr>
            <w:t>юля 2022 года</w:t>
          </w:r>
        </w:sdtContent>
      </w:sdt>
      <w:r w:rsidRPr="00A2785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A4770B" w:rsidRPr="00A4770B">
            <w:rPr>
              <w:rFonts w:ascii="Times New Roman" w:hAnsi="Times New Roman"/>
              <w:sz w:val="28"/>
              <w:szCs w:val="28"/>
            </w:rPr>
            <w:t>110</w:t>
          </w:r>
        </w:sdtContent>
      </w:sdt>
    </w:p>
    <w:p w14:paraId="089AF555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26886F7" w14:textId="3AE65D4F" w:rsidR="00936D88" w:rsidRPr="00936D88" w:rsidRDefault="00936D88" w:rsidP="00A278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36D88">
        <w:rPr>
          <w:rFonts w:ascii="Times New Roman" w:hAnsi="Times New Roman"/>
          <w:b/>
          <w:sz w:val="28"/>
          <w:szCs w:val="28"/>
        </w:rPr>
        <w:t xml:space="preserve">Об утверждении Перечня муниципальных услуг </w:t>
      </w:r>
      <w:r w:rsidRPr="00936D88">
        <w:rPr>
          <w:rFonts w:ascii="Times New Roman" w:hAnsi="Times New Roman"/>
          <w:b/>
          <w:sz w:val="28"/>
          <w:szCs w:val="28"/>
        </w:rPr>
        <w:br/>
        <w:t>органов местного самоуправления муниципального образования «Городской округ Ногликский» и государственных услуг, предоставляемых ор</w:t>
      </w:r>
      <w:r w:rsidR="00A27859">
        <w:rPr>
          <w:rFonts w:ascii="Times New Roman" w:hAnsi="Times New Roman"/>
          <w:b/>
          <w:sz w:val="28"/>
          <w:szCs w:val="28"/>
        </w:rPr>
        <w:t xml:space="preserve">ганами местного самоуправления </w:t>
      </w:r>
      <w:r w:rsidR="00A27859">
        <w:rPr>
          <w:rFonts w:ascii="Times New Roman" w:hAnsi="Times New Roman"/>
          <w:b/>
          <w:sz w:val="28"/>
          <w:szCs w:val="28"/>
        </w:rPr>
        <w:br/>
      </w:r>
      <w:r w:rsidRPr="00936D88">
        <w:rPr>
          <w:rFonts w:ascii="Times New Roman" w:hAnsi="Times New Roman"/>
          <w:b/>
          <w:sz w:val="28"/>
          <w:szCs w:val="28"/>
        </w:rPr>
        <w:t>при осуществлении отдельных государственных полномочий, переданных Федеральными законами и Законами Сахалинской области, предоставление которых организуется в государственном бюджетном учреждении Сахалинской области «Многофункциональный центр предоставления государственных и муниципальных услуг»</w:t>
      </w:r>
    </w:p>
    <w:p w14:paraId="6F0E6F65" w14:textId="77777777" w:rsidR="00936D88" w:rsidRPr="00936D88" w:rsidRDefault="00936D88" w:rsidP="00936D88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17D46257" w14:textId="24D8AC3C" w:rsidR="00936D88" w:rsidRPr="00936D88" w:rsidRDefault="00936D88" w:rsidP="00936D88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6D8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</w:t>
      </w:r>
      <w:r w:rsidR="00A27859">
        <w:rPr>
          <w:rFonts w:ascii="Times New Roman" w:hAnsi="Times New Roman"/>
          <w:sz w:val="28"/>
          <w:szCs w:val="28"/>
        </w:rPr>
        <w:br/>
      </w:r>
      <w:r w:rsidRPr="00936D88">
        <w:rPr>
          <w:rFonts w:ascii="Times New Roman" w:hAnsi="Times New Roman"/>
          <w:sz w:val="28"/>
          <w:szCs w:val="28"/>
        </w:rPr>
        <w:t xml:space="preserve">«Об организации предоставления государственных и муниципальных услуг», постановлением Правительства Сахалинской области от 14.12.2020 № 578 </w:t>
      </w:r>
      <w:r w:rsidR="00141867">
        <w:rPr>
          <w:rFonts w:ascii="Times New Roman" w:hAnsi="Times New Roman"/>
          <w:sz w:val="28"/>
          <w:szCs w:val="28"/>
        </w:rPr>
        <w:t xml:space="preserve"> </w:t>
      </w:r>
      <w:r w:rsidRPr="00936D88">
        <w:rPr>
          <w:rFonts w:ascii="Times New Roman" w:hAnsi="Times New Roman"/>
          <w:sz w:val="28"/>
          <w:szCs w:val="28"/>
        </w:rPr>
        <w:t>«Об утверждении Перечней государственных и муниципальных услуг, предоставление которых организуется в государственном бюджетном учреждении Сахалинской области «Многофункциональный центр предоставления государственных и муниципальных услуг» и внесении изменений в некоторые нормативные правовые акты Правительства Сахалинской области», руководствуясь ст. 28, ст. 45 Устава муниципального образования «Городской округ Ногликский»,</w:t>
      </w:r>
      <w:r w:rsidRPr="00936D88">
        <w:rPr>
          <w:rFonts w:ascii="Times New Roman" w:hAnsi="Times New Roman"/>
          <w:b/>
          <w:sz w:val="28"/>
          <w:szCs w:val="28"/>
        </w:rPr>
        <w:t xml:space="preserve"> </w:t>
      </w:r>
      <w:r w:rsidRPr="00936D88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14:paraId="49CD65C4" w14:textId="77777777" w:rsidR="00936D88" w:rsidRPr="00936D88" w:rsidRDefault="00936D88" w:rsidP="00936D88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6D88">
        <w:rPr>
          <w:rFonts w:ascii="Times New Roman" w:hAnsi="Times New Roman"/>
          <w:sz w:val="28"/>
          <w:szCs w:val="28"/>
        </w:rPr>
        <w:t>1. Утвердить Перечень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области, предоставление которых организуется в государственном бюджетном учреждении Сахалинской области «Многофункциональный центр предоставления государственных и муниципальных услуг» (прилагается).</w:t>
      </w:r>
    </w:p>
    <w:p w14:paraId="67C5F8F3" w14:textId="77777777" w:rsidR="00936D88" w:rsidRPr="00936D88" w:rsidRDefault="00936D88" w:rsidP="00936D88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6D88">
        <w:rPr>
          <w:rFonts w:ascii="Times New Roman" w:hAnsi="Times New Roman"/>
          <w:sz w:val="28"/>
          <w:szCs w:val="28"/>
        </w:rPr>
        <w:lastRenderedPageBreak/>
        <w:t>2. Считать утратившими силу постановления мэра муниципального образования «Городской округ Ногликский»:</w:t>
      </w:r>
    </w:p>
    <w:p w14:paraId="30EC7FEF" w14:textId="77777777" w:rsidR="00936D88" w:rsidRPr="00936D88" w:rsidRDefault="00936D88" w:rsidP="00936D88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36D88">
        <w:rPr>
          <w:rFonts w:ascii="Times New Roman" w:hAnsi="Times New Roman"/>
          <w:sz w:val="28"/>
          <w:szCs w:val="28"/>
        </w:rPr>
        <w:t>- от 11.02.2021 № 18</w:t>
      </w:r>
      <w:r w:rsidRPr="00936D8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36D88">
        <w:rPr>
          <w:rFonts w:ascii="Times New Roman" w:hAnsi="Times New Roman"/>
          <w:bCs/>
          <w:sz w:val="28"/>
          <w:szCs w:val="28"/>
        </w:rPr>
        <w:t>«Об утверждении Перечня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области, предоставление которых организуется в Государственное бюджетное учреждение Сахалинской области «Многофункциональный центр предоставления государственных и муниципальных услуг», за исключением пункта 2;</w:t>
      </w:r>
    </w:p>
    <w:p w14:paraId="7BF4BEC0" w14:textId="46009D6D" w:rsidR="00936D88" w:rsidRPr="00936D88" w:rsidRDefault="00936D88" w:rsidP="00936D88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36D88">
        <w:rPr>
          <w:rFonts w:ascii="Times New Roman" w:hAnsi="Times New Roman"/>
          <w:bCs/>
          <w:sz w:val="28"/>
          <w:szCs w:val="28"/>
        </w:rPr>
        <w:t xml:space="preserve">- от 02.06.2022 № 77 «О внесении изменений в постановление мэра </w:t>
      </w:r>
      <w:r w:rsidRPr="00936D88">
        <w:rPr>
          <w:rFonts w:ascii="Times New Roman" w:hAnsi="Times New Roman"/>
          <w:bCs/>
          <w:sz w:val="28"/>
          <w:szCs w:val="28"/>
        </w:rPr>
        <w:br/>
        <w:t>муниципального образования «Городской округ Ногликский» от 11 февраля 2021 года № 18»;</w:t>
      </w:r>
    </w:p>
    <w:p w14:paraId="7746BE2A" w14:textId="2B08E442" w:rsidR="00936D88" w:rsidRPr="00936D88" w:rsidRDefault="00936D88" w:rsidP="00936D88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36D88">
        <w:rPr>
          <w:rFonts w:ascii="Times New Roman" w:hAnsi="Times New Roman"/>
          <w:bCs/>
          <w:sz w:val="28"/>
          <w:szCs w:val="28"/>
        </w:rPr>
        <w:t xml:space="preserve">- от 26.05.2022 № 66 «О внесении изменения в постановление мэра </w:t>
      </w:r>
      <w:r w:rsidRPr="00936D88">
        <w:rPr>
          <w:rFonts w:ascii="Times New Roman" w:hAnsi="Times New Roman"/>
          <w:bCs/>
          <w:sz w:val="28"/>
          <w:szCs w:val="28"/>
        </w:rPr>
        <w:br/>
        <w:t>муниципального образования «Городской округ Ногликский» от 28</w:t>
      </w:r>
      <w:r w:rsidR="00A27859">
        <w:rPr>
          <w:rFonts w:ascii="Times New Roman" w:hAnsi="Times New Roman"/>
          <w:bCs/>
          <w:sz w:val="28"/>
          <w:szCs w:val="28"/>
        </w:rPr>
        <w:t xml:space="preserve"> июля </w:t>
      </w:r>
      <w:r w:rsidR="00951B5D">
        <w:rPr>
          <w:rFonts w:ascii="Times New Roman" w:hAnsi="Times New Roman"/>
          <w:bCs/>
          <w:sz w:val="28"/>
          <w:szCs w:val="28"/>
        </w:rPr>
        <w:br/>
      </w:r>
      <w:r w:rsidRPr="00936D88">
        <w:rPr>
          <w:rFonts w:ascii="Times New Roman" w:hAnsi="Times New Roman"/>
          <w:bCs/>
          <w:sz w:val="28"/>
          <w:szCs w:val="28"/>
        </w:rPr>
        <w:t xml:space="preserve">2021 </w:t>
      </w:r>
      <w:r w:rsidR="00A27859">
        <w:rPr>
          <w:rFonts w:ascii="Times New Roman" w:hAnsi="Times New Roman"/>
          <w:bCs/>
          <w:sz w:val="28"/>
          <w:szCs w:val="28"/>
        </w:rPr>
        <w:t xml:space="preserve">года </w:t>
      </w:r>
      <w:r w:rsidRPr="00936D88">
        <w:rPr>
          <w:rFonts w:ascii="Times New Roman" w:hAnsi="Times New Roman"/>
          <w:bCs/>
          <w:sz w:val="28"/>
          <w:szCs w:val="28"/>
        </w:rPr>
        <w:t>№ 141».</w:t>
      </w:r>
    </w:p>
    <w:p w14:paraId="6FFA392E" w14:textId="6F05528D" w:rsidR="00936D88" w:rsidRDefault="00936D88" w:rsidP="00936D88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36D88">
        <w:rPr>
          <w:rFonts w:ascii="Times New Roman" w:hAnsi="Times New Roman"/>
          <w:bCs/>
          <w:sz w:val="28"/>
          <w:szCs w:val="28"/>
        </w:rPr>
        <w:t xml:space="preserve">3. Опубликовать настоящее постановление в газете «Знамя труда» </w:t>
      </w:r>
      <w:r w:rsidR="00A27859">
        <w:rPr>
          <w:rFonts w:ascii="Times New Roman" w:hAnsi="Times New Roman"/>
          <w:bCs/>
          <w:sz w:val="28"/>
          <w:szCs w:val="28"/>
        </w:rPr>
        <w:br/>
      </w:r>
      <w:r w:rsidRPr="00936D88">
        <w:rPr>
          <w:rFonts w:ascii="Times New Roman" w:hAnsi="Times New Roman"/>
          <w:bCs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2754379D" w14:textId="77777777" w:rsidR="00141867" w:rsidRPr="00936D88" w:rsidRDefault="00141867" w:rsidP="00936D88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D709783" w14:textId="77777777" w:rsidR="00936D88" w:rsidRPr="00936D88" w:rsidRDefault="00936D88" w:rsidP="00936D88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89AF55B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89AF56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89AF564" w14:textId="4E28358D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936D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A27859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9AF56E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089AF56F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AF56C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089AF56D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317392"/>
      <w:docPartObj>
        <w:docPartGallery w:val="Page Numbers (Top of Page)"/>
        <w:docPartUnique/>
      </w:docPartObj>
    </w:sdtPr>
    <w:sdtEndPr/>
    <w:sdtContent>
      <w:p w14:paraId="35870950" w14:textId="110EF0D4" w:rsidR="00A27859" w:rsidRDefault="00A2785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70B">
          <w:rPr>
            <w:noProof/>
          </w:rPr>
          <w:t>2</w:t>
        </w:r>
        <w:r>
          <w:fldChar w:fldCharType="end"/>
        </w:r>
      </w:p>
    </w:sdtContent>
  </w:sdt>
  <w:p w14:paraId="620EAECF" w14:textId="77777777" w:rsidR="00A27859" w:rsidRDefault="00A2785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41867"/>
    <w:rsid w:val="00185FEC"/>
    <w:rsid w:val="001E1F9F"/>
    <w:rsid w:val="002E5832"/>
    <w:rsid w:val="00333B20"/>
    <w:rsid w:val="00364F8F"/>
    <w:rsid w:val="00520CBF"/>
    <w:rsid w:val="008629FA"/>
    <w:rsid w:val="00936D88"/>
    <w:rsid w:val="00951B5D"/>
    <w:rsid w:val="00987DB5"/>
    <w:rsid w:val="00A27859"/>
    <w:rsid w:val="00A4770B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F54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7C6E2D" w:rsidRDefault="007C6E2D" w:rsidP="007C6E2D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7C6E2D" w:rsidRDefault="007C6E2D" w:rsidP="007C6E2D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7C6E2D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C6E2D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7C6E2D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7C6E2D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8</cp:revision>
  <dcterms:created xsi:type="dcterms:W3CDTF">2020-04-07T04:54:00Z</dcterms:created>
  <dcterms:modified xsi:type="dcterms:W3CDTF">2022-07-22T05:48:00Z</dcterms:modified>
</cp:coreProperties>
</file>