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FAED6B1" w14:textId="77777777" w:rsidTr="00987DB5">
        <w:tc>
          <w:tcPr>
            <w:tcW w:w="9498" w:type="dxa"/>
          </w:tcPr>
          <w:p w14:paraId="2FAED6A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FAED6C9" wp14:editId="2FAED6C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AED6AD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2FAED6AE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2FAED6AF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FAED6B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FAED6B2" w14:textId="6FC0C16A" w:rsidR="00AE5C63" w:rsidRPr="00087193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8719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1479D7">
            <w:rPr>
              <w:rFonts w:ascii="Times New Roman" w:hAnsi="Times New Roman"/>
              <w:sz w:val="28"/>
              <w:szCs w:val="28"/>
            </w:rPr>
            <w:t>04 июля 2025 года</w:t>
          </w:r>
          <w:bookmarkStart w:id="0" w:name="_GoBack"/>
          <w:bookmarkEnd w:id="0"/>
        </w:sdtContent>
      </w:sdt>
      <w:r w:rsidRPr="0008719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1479D7" w:rsidRPr="001479D7">
            <w:rPr>
              <w:rFonts w:ascii="Times New Roman" w:hAnsi="Times New Roman"/>
              <w:sz w:val="28"/>
              <w:szCs w:val="28"/>
            </w:rPr>
            <w:t>111</w:t>
          </w:r>
        </w:sdtContent>
      </w:sdt>
    </w:p>
    <w:p w14:paraId="2FAED6B3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FAED6B4" w14:textId="77777777" w:rsidR="00AE5C63" w:rsidRPr="00087193" w:rsidRDefault="001E4001" w:rsidP="0008719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87193">
        <w:rPr>
          <w:rFonts w:ascii="Times New Roman" w:hAnsi="Times New Roman"/>
          <w:b/>
          <w:sz w:val="28"/>
          <w:szCs w:val="28"/>
        </w:rPr>
        <w:t>Об утверждении Положения об Общественном совете муниципального образования Ногликский муниципальный округ Сахалинской области</w:t>
      </w:r>
    </w:p>
    <w:p w14:paraId="2FAED6B5" w14:textId="77777777" w:rsidR="00185FEC" w:rsidRDefault="00185FEC" w:rsidP="000871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AED6B7" w14:textId="26DF8DBE" w:rsidR="00E609BC" w:rsidRPr="00087193" w:rsidRDefault="00413CAF" w:rsidP="0008719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06.10.2003 № 131-ФЗ </w:t>
      </w:r>
      <w:r w:rsidR="0008719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413CAF">
        <w:rPr>
          <w:rFonts w:ascii="Times New Roman" w:hAnsi="Times New Roman"/>
          <w:sz w:val="28"/>
          <w:szCs w:val="28"/>
        </w:rPr>
        <w:t xml:space="preserve">от 21.07.2014 </w:t>
      </w:r>
      <w:r>
        <w:rPr>
          <w:rFonts w:ascii="Times New Roman" w:hAnsi="Times New Roman"/>
          <w:sz w:val="28"/>
          <w:szCs w:val="28"/>
        </w:rPr>
        <w:t>№</w:t>
      </w:r>
      <w:r w:rsidRPr="00413CAF">
        <w:rPr>
          <w:rFonts w:ascii="Times New Roman" w:hAnsi="Times New Roman"/>
          <w:sz w:val="28"/>
          <w:szCs w:val="28"/>
        </w:rPr>
        <w:t xml:space="preserve"> 212-ФЗ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13CAF">
        <w:rPr>
          <w:rFonts w:ascii="Times New Roman" w:hAnsi="Times New Roman"/>
          <w:sz w:val="28"/>
          <w:szCs w:val="28"/>
        </w:rPr>
        <w:t xml:space="preserve">Об основах общественного </w:t>
      </w:r>
      <w:r>
        <w:rPr>
          <w:rFonts w:ascii="Times New Roman" w:hAnsi="Times New Roman"/>
          <w:sz w:val="28"/>
          <w:szCs w:val="28"/>
        </w:rPr>
        <w:t xml:space="preserve">контроля </w:t>
      </w:r>
      <w:r w:rsidR="0008719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Российской Федерации», </w:t>
      </w:r>
      <w:r w:rsidR="00087193" w:rsidRPr="00FE5356">
        <w:rPr>
          <w:rFonts w:ascii="Times New Roman" w:hAnsi="Times New Roman"/>
          <w:sz w:val="28"/>
          <w:szCs w:val="28"/>
        </w:rPr>
        <w:t>«</w:t>
      </w:r>
      <w:r w:rsidRPr="00FE5356">
        <w:rPr>
          <w:rFonts w:ascii="Times New Roman" w:hAnsi="Times New Roman"/>
          <w:sz w:val="28"/>
          <w:szCs w:val="28"/>
        </w:rPr>
        <w:t>Основами законодательства Российской Федерации о культуре</w:t>
      </w:r>
      <w:r w:rsidR="00871484" w:rsidRPr="00FE5356">
        <w:rPr>
          <w:rFonts w:ascii="Times New Roman" w:hAnsi="Times New Roman"/>
          <w:sz w:val="28"/>
          <w:szCs w:val="28"/>
        </w:rPr>
        <w:t>»</w:t>
      </w:r>
      <w:r w:rsidRPr="00FE5356">
        <w:rPr>
          <w:rFonts w:ascii="Times New Roman" w:hAnsi="Times New Roman"/>
          <w:sz w:val="28"/>
          <w:szCs w:val="28"/>
        </w:rPr>
        <w:t>, утвержденными ВС РФ 09.10.1992 № 3612-1,</w:t>
      </w:r>
      <w:r>
        <w:rPr>
          <w:rFonts w:ascii="Times New Roman" w:hAnsi="Times New Roman"/>
          <w:sz w:val="28"/>
          <w:szCs w:val="28"/>
        </w:rPr>
        <w:t xml:space="preserve"> </w:t>
      </w:r>
      <w:r w:rsidR="0059407E">
        <w:rPr>
          <w:rFonts w:ascii="Times New Roman" w:hAnsi="Times New Roman"/>
          <w:sz w:val="28"/>
          <w:szCs w:val="28"/>
        </w:rPr>
        <w:t xml:space="preserve">во исполнение Указа Президента Российской Федерации </w:t>
      </w:r>
      <w:r w:rsidR="00271DE5">
        <w:rPr>
          <w:rFonts w:ascii="Times New Roman" w:hAnsi="Times New Roman"/>
          <w:sz w:val="28"/>
          <w:szCs w:val="28"/>
        </w:rPr>
        <w:br/>
      </w:r>
      <w:r w:rsidR="0059407E">
        <w:rPr>
          <w:rFonts w:ascii="Times New Roman" w:hAnsi="Times New Roman"/>
          <w:sz w:val="28"/>
          <w:szCs w:val="28"/>
        </w:rPr>
        <w:t xml:space="preserve">от 09.11.2022 № 809 «Об утверждении Основ государственной политики </w:t>
      </w:r>
      <w:r w:rsidR="00271DE5">
        <w:rPr>
          <w:rFonts w:ascii="Times New Roman" w:hAnsi="Times New Roman"/>
          <w:sz w:val="28"/>
          <w:szCs w:val="28"/>
        </w:rPr>
        <w:br/>
      </w:r>
      <w:r w:rsidR="0059407E">
        <w:rPr>
          <w:rFonts w:ascii="Times New Roman" w:hAnsi="Times New Roman"/>
          <w:sz w:val="28"/>
          <w:szCs w:val="28"/>
        </w:rPr>
        <w:t xml:space="preserve">по сохранению и укреплению традиционных российских духовно-нравственных ценностей», пункта 20 Плана </w:t>
      </w:r>
      <w:r w:rsidR="0059407E" w:rsidRPr="0059407E">
        <w:rPr>
          <w:rFonts w:ascii="Times New Roman" w:hAnsi="Times New Roman"/>
          <w:sz w:val="28"/>
          <w:szCs w:val="28"/>
        </w:rPr>
        <w:t>м</w:t>
      </w:r>
      <w:r w:rsidR="00087193">
        <w:rPr>
          <w:rFonts w:ascii="Times New Roman" w:hAnsi="Times New Roman"/>
          <w:sz w:val="28"/>
          <w:szCs w:val="28"/>
        </w:rPr>
        <w:t xml:space="preserve">ероприятий по реализации </w:t>
      </w:r>
      <w:r w:rsidR="006959E4">
        <w:rPr>
          <w:rFonts w:ascii="Times New Roman" w:hAnsi="Times New Roman"/>
          <w:sz w:val="28"/>
          <w:szCs w:val="28"/>
        </w:rPr>
        <w:br/>
      </w:r>
      <w:r w:rsidR="00087193">
        <w:rPr>
          <w:rFonts w:ascii="Times New Roman" w:hAnsi="Times New Roman"/>
          <w:sz w:val="28"/>
          <w:szCs w:val="28"/>
        </w:rPr>
        <w:t>в 2024-</w:t>
      </w:r>
      <w:r w:rsidR="0059407E" w:rsidRPr="0059407E">
        <w:rPr>
          <w:rFonts w:ascii="Times New Roman" w:hAnsi="Times New Roman"/>
          <w:sz w:val="28"/>
          <w:szCs w:val="28"/>
        </w:rPr>
        <w:t xml:space="preserve">2026 годах Основ государственной политики по сохранению </w:t>
      </w:r>
      <w:r w:rsidR="006959E4">
        <w:rPr>
          <w:rFonts w:ascii="Times New Roman" w:hAnsi="Times New Roman"/>
          <w:sz w:val="28"/>
          <w:szCs w:val="28"/>
        </w:rPr>
        <w:br/>
      </w:r>
      <w:r w:rsidR="0059407E" w:rsidRPr="0059407E">
        <w:rPr>
          <w:rFonts w:ascii="Times New Roman" w:hAnsi="Times New Roman"/>
          <w:sz w:val="28"/>
          <w:szCs w:val="28"/>
        </w:rPr>
        <w:t>и укреплению традиционных российских духовно-нравственных ценностей</w:t>
      </w:r>
      <w:r w:rsidR="0059407E">
        <w:rPr>
          <w:rFonts w:ascii="Times New Roman" w:hAnsi="Times New Roman"/>
          <w:sz w:val="28"/>
          <w:szCs w:val="28"/>
        </w:rPr>
        <w:t xml:space="preserve">, утвержденного распоряжением Правительства Российской Федерации от 01.07.2024 № 1734-р, </w:t>
      </w:r>
      <w:r>
        <w:rPr>
          <w:rFonts w:ascii="Times New Roman" w:hAnsi="Times New Roman"/>
          <w:sz w:val="28"/>
          <w:szCs w:val="28"/>
        </w:rPr>
        <w:t xml:space="preserve">в целях приведения Положения об Общественном совете муниципального образования Ногликский муниципальный округ Сахалинской области в соответствие с нормами действующего законодательства и создания условий для взаимодействия органов местного самоуправления муниципального образования Ногликский муниципальный округ Сахалинской области с общественными объединениями и иными некоммерческими организациями, учета общественного мнения и поддержки общественных инициатив, организации проведения независимой </w:t>
      </w:r>
      <w:r w:rsidR="0059407E">
        <w:rPr>
          <w:rFonts w:ascii="Times New Roman" w:hAnsi="Times New Roman"/>
          <w:sz w:val="28"/>
          <w:szCs w:val="28"/>
        </w:rPr>
        <w:t>оценки</w:t>
      </w:r>
      <w:r>
        <w:rPr>
          <w:rFonts w:ascii="Times New Roman" w:hAnsi="Times New Roman"/>
          <w:sz w:val="28"/>
          <w:szCs w:val="28"/>
        </w:rPr>
        <w:t xml:space="preserve"> качества </w:t>
      </w:r>
      <w:r w:rsidR="0059407E">
        <w:rPr>
          <w:rFonts w:ascii="Times New Roman" w:hAnsi="Times New Roman"/>
          <w:sz w:val="28"/>
          <w:szCs w:val="28"/>
        </w:rPr>
        <w:t>предоставляемых</w:t>
      </w:r>
      <w:r>
        <w:rPr>
          <w:rFonts w:ascii="Times New Roman" w:hAnsi="Times New Roman"/>
          <w:sz w:val="28"/>
          <w:szCs w:val="28"/>
        </w:rPr>
        <w:t xml:space="preserve"> услуг организациями в сфере </w:t>
      </w:r>
      <w:r w:rsidR="0059407E">
        <w:rPr>
          <w:rFonts w:ascii="Times New Roman" w:hAnsi="Times New Roman"/>
          <w:sz w:val="28"/>
          <w:szCs w:val="28"/>
        </w:rPr>
        <w:t xml:space="preserve">культуры, социального обслуживания, охраны здоровья и образования, защиты традиционных российских духовно-нравственных ценностей, культуры </w:t>
      </w:r>
      <w:r w:rsidR="006959E4">
        <w:rPr>
          <w:rFonts w:ascii="Times New Roman" w:hAnsi="Times New Roman"/>
          <w:sz w:val="28"/>
          <w:szCs w:val="28"/>
        </w:rPr>
        <w:br/>
      </w:r>
      <w:r w:rsidR="0059407E">
        <w:rPr>
          <w:rFonts w:ascii="Times New Roman" w:hAnsi="Times New Roman"/>
          <w:sz w:val="28"/>
          <w:szCs w:val="28"/>
        </w:rPr>
        <w:t>и исторической памяти</w:t>
      </w:r>
      <w:r>
        <w:rPr>
          <w:rFonts w:ascii="Times New Roman" w:hAnsi="Times New Roman"/>
          <w:sz w:val="28"/>
          <w:szCs w:val="28"/>
        </w:rPr>
        <w:t xml:space="preserve">, </w:t>
      </w:r>
      <w:r w:rsidR="00F15352">
        <w:rPr>
          <w:rFonts w:ascii="Times New Roman" w:hAnsi="Times New Roman"/>
          <w:sz w:val="28"/>
          <w:szCs w:val="28"/>
        </w:rPr>
        <w:t xml:space="preserve">а также в связи с переименованием муниципального образования, </w:t>
      </w:r>
      <w:r>
        <w:rPr>
          <w:rFonts w:ascii="Times New Roman" w:hAnsi="Times New Roman"/>
          <w:sz w:val="28"/>
          <w:szCs w:val="28"/>
        </w:rPr>
        <w:t>руководствуясь</w:t>
      </w:r>
      <w:r w:rsidR="00C93EBA">
        <w:rPr>
          <w:rFonts w:ascii="Times New Roman" w:hAnsi="Times New Roman"/>
          <w:sz w:val="28"/>
          <w:szCs w:val="28"/>
        </w:rPr>
        <w:t xml:space="preserve"> решением собрания муниципального </w:t>
      </w:r>
      <w:r w:rsidR="00C93EBA">
        <w:rPr>
          <w:rFonts w:ascii="Times New Roman" w:hAnsi="Times New Roman"/>
          <w:sz w:val="28"/>
          <w:szCs w:val="28"/>
        </w:rPr>
        <w:lastRenderedPageBreak/>
        <w:t xml:space="preserve">образования «Городской округ Ногликский» от 13.12.2024 № 37 «О внесении изменений в Устав муниципального образования «Городской округ Ногликский», </w:t>
      </w:r>
      <w:r>
        <w:rPr>
          <w:rFonts w:ascii="Times New Roman" w:hAnsi="Times New Roman"/>
          <w:sz w:val="28"/>
          <w:szCs w:val="28"/>
        </w:rPr>
        <w:t>статьей 28 Устава муниц</w:t>
      </w:r>
      <w:r w:rsidR="0008719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пального образования </w:t>
      </w:r>
      <w:r w:rsidR="006959E4">
        <w:rPr>
          <w:rFonts w:ascii="Times New Roman" w:hAnsi="Times New Roman"/>
          <w:sz w:val="28"/>
          <w:szCs w:val="28"/>
        </w:rPr>
        <w:br/>
      </w:r>
      <w:r w:rsidRPr="00413CAF">
        <w:rPr>
          <w:rFonts w:ascii="Times New Roman" w:hAnsi="Times New Roman"/>
          <w:sz w:val="28"/>
          <w:szCs w:val="28"/>
        </w:rPr>
        <w:t>об Общественном совете 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87193">
        <w:rPr>
          <w:rFonts w:ascii="Times New Roman" w:hAnsi="Times New Roman"/>
          <w:b/>
          <w:sz w:val="28"/>
          <w:szCs w:val="28"/>
        </w:rPr>
        <w:t>ПОСТАНОВЛЯЮ:</w:t>
      </w:r>
    </w:p>
    <w:p w14:paraId="2FAED6B8" w14:textId="76D88173" w:rsidR="00E609BC" w:rsidRDefault="00087193" w:rsidP="00087193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15352" w:rsidRPr="00F15352">
        <w:rPr>
          <w:rFonts w:ascii="Times New Roman" w:hAnsi="Times New Roman"/>
          <w:sz w:val="28"/>
          <w:szCs w:val="28"/>
        </w:rPr>
        <w:t>Утвердить Положение об Общественном совете муниципального образования Ногликский муниципальный округ Сахалинской области</w:t>
      </w:r>
      <w:r w:rsidR="00F15352">
        <w:rPr>
          <w:rFonts w:ascii="Times New Roman" w:hAnsi="Times New Roman"/>
          <w:sz w:val="28"/>
          <w:szCs w:val="28"/>
        </w:rPr>
        <w:t xml:space="preserve"> (приложение 1).</w:t>
      </w:r>
    </w:p>
    <w:p w14:paraId="67A790FA" w14:textId="77E913C6" w:rsidR="00F15352" w:rsidRPr="00087193" w:rsidRDefault="00087193" w:rsidP="000871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193">
        <w:rPr>
          <w:rFonts w:ascii="Times New Roman" w:hAnsi="Times New Roman"/>
          <w:sz w:val="28"/>
          <w:szCs w:val="28"/>
        </w:rPr>
        <w:t xml:space="preserve">2. </w:t>
      </w:r>
      <w:r w:rsidR="00F15352" w:rsidRPr="00087193">
        <w:rPr>
          <w:rFonts w:ascii="Times New Roman" w:hAnsi="Times New Roman"/>
          <w:sz w:val="28"/>
          <w:szCs w:val="28"/>
        </w:rPr>
        <w:t>Утвердить образец удостоверения члена Общественного совета муниципального образования Ногликский муниципальный округ Сахалинской области (приложение 2).</w:t>
      </w:r>
    </w:p>
    <w:p w14:paraId="50FCBB58" w14:textId="2C3A7E69" w:rsidR="00F15352" w:rsidRDefault="00087193" w:rsidP="00087193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15352">
        <w:rPr>
          <w:rFonts w:ascii="Times New Roman" w:hAnsi="Times New Roman"/>
          <w:sz w:val="28"/>
          <w:szCs w:val="28"/>
        </w:rPr>
        <w:t xml:space="preserve">Утвердить образец бланка Общественного совета </w:t>
      </w:r>
      <w:r w:rsidR="00F15352" w:rsidRPr="00F15352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 (прил</w:t>
      </w:r>
      <w:r w:rsidR="00F15352">
        <w:rPr>
          <w:rFonts w:ascii="Times New Roman" w:hAnsi="Times New Roman"/>
          <w:sz w:val="28"/>
          <w:szCs w:val="28"/>
        </w:rPr>
        <w:t>ожение 3</w:t>
      </w:r>
      <w:r w:rsidR="00F15352" w:rsidRPr="00F15352">
        <w:rPr>
          <w:rFonts w:ascii="Times New Roman" w:hAnsi="Times New Roman"/>
          <w:sz w:val="28"/>
          <w:szCs w:val="28"/>
        </w:rPr>
        <w:t>).</w:t>
      </w:r>
    </w:p>
    <w:p w14:paraId="77EAC600" w14:textId="3FB81C1D" w:rsidR="00F15352" w:rsidRDefault="00087193" w:rsidP="00087193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F15352">
        <w:rPr>
          <w:rFonts w:ascii="Times New Roman" w:hAnsi="Times New Roman"/>
          <w:sz w:val="28"/>
          <w:szCs w:val="28"/>
        </w:rPr>
        <w:t>Признать утратившими силу постановления мэра муниц</w:t>
      </w:r>
      <w:r w:rsidR="00C93EBA">
        <w:rPr>
          <w:rFonts w:ascii="Times New Roman" w:hAnsi="Times New Roman"/>
          <w:sz w:val="28"/>
          <w:szCs w:val="28"/>
        </w:rPr>
        <w:t>и</w:t>
      </w:r>
      <w:r w:rsidR="00F15352">
        <w:rPr>
          <w:rFonts w:ascii="Times New Roman" w:hAnsi="Times New Roman"/>
          <w:sz w:val="28"/>
          <w:szCs w:val="28"/>
        </w:rPr>
        <w:t>пального образования «Городской округ Ногликский»:</w:t>
      </w:r>
    </w:p>
    <w:p w14:paraId="0685E225" w14:textId="28B5289B" w:rsidR="00C93EBA" w:rsidRDefault="00C93EBA" w:rsidP="000871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93EBA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03.05.2017 № 81 «О создании Общественного совета муниципального образования «Городской округ Ногликский»;</w:t>
      </w:r>
    </w:p>
    <w:p w14:paraId="4E921820" w14:textId="085291A7" w:rsidR="00C93EBA" w:rsidRDefault="00C93EBA" w:rsidP="000871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D5630F">
        <w:rPr>
          <w:rFonts w:ascii="Times New Roman" w:hAnsi="Times New Roman"/>
          <w:sz w:val="28"/>
          <w:szCs w:val="28"/>
        </w:rPr>
        <w:t>25.02.2021 № 28 «О внесении изменений в постановление мэра муниц</w:t>
      </w:r>
      <w:r w:rsidR="00871484">
        <w:rPr>
          <w:rFonts w:ascii="Times New Roman" w:hAnsi="Times New Roman"/>
          <w:sz w:val="28"/>
          <w:szCs w:val="28"/>
        </w:rPr>
        <w:t>и</w:t>
      </w:r>
      <w:r w:rsidR="00D5630F">
        <w:rPr>
          <w:rFonts w:ascii="Times New Roman" w:hAnsi="Times New Roman"/>
          <w:sz w:val="28"/>
          <w:szCs w:val="28"/>
        </w:rPr>
        <w:t xml:space="preserve">пального образования «Городской округ Ногликский» от 03.05.2017 </w:t>
      </w:r>
      <w:r w:rsidR="00871484">
        <w:rPr>
          <w:rFonts w:ascii="Times New Roman" w:hAnsi="Times New Roman"/>
          <w:sz w:val="28"/>
          <w:szCs w:val="28"/>
        </w:rPr>
        <w:br/>
        <w:t>№ 81».</w:t>
      </w:r>
    </w:p>
    <w:p w14:paraId="5000869D" w14:textId="010650ED" w:rsidR="00D5630F" w:rsidRDefault="00D5630F" w:rsidP="000871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Опубликовать настоящее постановление в газете «Знамя труда» </w:t>
      </w:r>
      <w:r w:rsidR="0087148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Ногликский муниципальный округ Сахалинской области в </w:t>
      </w:r>
      <w:r w:rsidR="0008737E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>
        <w:rPr>
          <w:rFonts w:ascii="Times New Roman" w:hAnsi="Times New Roman"/>
          <w:sz w:val="28"/>
          <w:szCs w:val="28"/>
        </w:rPr>
        <w:t>сети «Интернет».</w:t>
      </w:r>
    </w:p>
    <w:p w14:paraId="2FD3D903" w14:textId="2C39A81E" w:rsidR="00D5630F" w:rsidRPr="00C93EBA" w:rsidRDefault="00D5630F" w:rsidP="000871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Контроль за исполнением настоящего постановления возложить </w:t>
      </w:r>
      <w:r w:rsidR="0087148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управляющего делами администрации муниципального образования Ногликский муниципальный округ Сахалинской области Авдеева И.Ю.</w:t>
      </w:r>
    </w:p>
    <w:p w14:paraId="2FAED6BF" w14:textId="77777777" w:rsidR="008629FA" w:rsidRDefault="008629FA" w:rsidP="000871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0C5303" w14:textId="0EDEEF95" w:rsidR="00087193" w:rsidRDefault="00087193" w:rsidP="000871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604FB7" w14:textId="77777777" w:rsidR="00087193" w:rsidRPr="00D12794" w:rsidRDefault="00087193" w:rsidP="000871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2FAED6C2" w14:textId="77777777" w:rsidTr="00EB6484">
        <w:tc>
          <w:tcPr>
            <w:tcW w:w="4672" w:type="dxa"/>
          </w:tcPr>
          <w:p w14:paraId="2FAED6C0" w14:textId="522B2149" w:rsidR="007622F4" w:rsidRDefault="0008737E" w:rsidP="0008737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Исполняющий обязанности мэра</w:t>
            </w:r>
            <w:r w:rsidR="007622F4">
              <w:rPr>
                <w:rFonts w:cs="Arial"/>
                <w:sz w:val="28"/>
                <w:szCs w:val="28"/>
              </w:rPr>
              <w:t xml:space="preserve">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719E79B7" w14:textId="77777777" w:rsidR="00D5630F" w:rsidRDefault="00D5630F" w:rsidP="00087193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20407AAD" w14:textId="156D45B5" w:rsidR="00087193" w:rsidRDefault="00087193" w:rsidP="00087193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499A2624" w14:textId="77777777" w:rsidR="0008737E" w:rsidRDefault="0008737E" w:rsidP="00087193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2FAED6C1" w14:textId="61C1244A" w:rsidR="007622F4" w:rsidRDefault="0008737E" w:rsidP="00087193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Л.А. </w:t>
            </w:r>
            <w:proofErr w:type="spellStart"/>
            <w:r>
              <w:rPr>
                <w:rFonts w:cs="Arial"/>
                <w:sz w:val="28"/>
                <w:szCs w:val="28"/>
              </w:rPr>
              <w:t>Блидченко</w:t>
            </w:r>
            <w:proofErr w:type="spellEnd"/>
          </w:p>
        </w:tc>
      </w:tr>
    </w:tbl>
    <w:p w14:paraId="2FAED6C8" w14:textId="77777777" w:rsidR="008629FA" w:rsidRPr="008629FA" w:rsidRDefault="008629FA" w:rsidP="000871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8719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ED6CD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2FAED6CE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ED6CB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2FAED6CC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684440"/>
      <w:docPartObj>
        <w:docPartGallery w:val="Page Numbers (Top of Page)"/>
        <w:docPartUnique/>
      </w:docPartObj>
    </w:sdtPr>
    <w:sdtEndPr/>
    <w:sdtContent>
      <w:p w14:paraId="2D64A6BE" w14:textId="5F131C09" w:rsidR="00087193" w:rsidRDefault="000871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9D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C0282"/>
    <w:multiLevelType w:val="hybridMultilevel"/>
    <w:tmpl w:val="CC56845A"/>
    <w:lvl w:ilvl="0" w:tplc="3C527C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087193"/>
    <w:rsid w:val="0008737E"/>
    <w:rsid w:val="001479D7"/>
    <w:rsid w:val="00185FEC"/>
    <w:rsid w:val="001E1F9F"/>
    <w:rsid w:val="001E4001"/>
    <w:rsid w:val="00271DE5"/>
    <w:rsid w:val="002E5832"/>
    <w:rsid w:val="002E7D5E"/>
    <w:rsid w:val="00364F8F"/>
    <w:rsid w:val="00413CAF"/>
    <w:rsid w:val="00445D99"/>
    <w:rsid w:val="00520CBF"/>
    <w:rsid w:val="0059407E"/>
    <w:rsid w:val="00686A11"/>
    <w:rsid w:val="006959E4"/>
    <w:rsid w:val="007622F4"/>
    <w:rsid w:val="008276D6"/>
    <w:rsid w:val="008629FA"/>
    <w:rsid w:val="00871484"/>
    <w:rsid w:val="00987DB5"/>
    <w:rsid w:val="00AC72C8"/>
    <w:rsid w:val="00AE5C63"/>
    <w:rsid w:val="00B10ED9"/>
    <w:rsid w:val="00B25688"/>
    <w:rsid w:val="00C02849"/>
    <w:rsid w:val="00C93EBA"/>
    <w:rsid w:val="00CD46D8"/>
    <w:rsid w:val="00D12794"/>
    <w:rsid w:val="00D5630F"/>
    <w:rsid w:val="00D67BD8"/>
    <w:rsid w:val="00DF7897"/>
    <w:rsid w:val="00E37B8A"/>
    <w:rsid w:val="00E609BC"/>
    <w:rsid w:val="00EA0EFF"/>
    <w:rsid w:val="00F15352"/>
    <w:rsid w:val="00FE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ED6A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1535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47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79D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56FE0"/>
    <w:rsid w:val="003B16D3"/>
    <w:rsid w:val="004B4044"/>
    <w:rsid w:val="00852E81"/>
    <w:rsid w:val="008C678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83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14</cp:revision>
  <cp:lastPrinted>2025-07-04T05:03:00Z</cp:lastPrinted>
  <dcterms:created xsi:type="dcterms:W3CDTF">2020-04-07T04:54:00Z</dcterms:created>
  <dcterms:modified xsi:type="dcterms:W3CDTF">2025-07-04T05:03:00Z</dcterms:modified>
</cp:coreProperties>
</file>