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3A6D44" w14:paraId="60C923E3" w14:textId="77777777" w:rsidTr="00987DB5">
        <w:tc>
          <w:tcPr>
            <w:tcW w:w="9498" w:type="dxa"/>
          </w:tcPr>
          <w:p w14:paraId="60C923DE" w14:textId="77777777" w:rsidR="00053BD0" w:rsidRPr="003A6D44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D4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C923FB" wp14:editId="60C923F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923DF" w14:textId="77777777" w:rsidR="008276D6" w:rsidRPr="003A6D44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A6D4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0C923E0" w14:textId="77777777" w:rsidR="008276D6" w:rsidRPr="003A6D44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A6D4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</w:t>
            </w:r>
            <w:bookmarkStart w:id="0" w:name="_GoBack"/>
            <w:bookmarkEnd w:id="0"/>
            <w:r w:rsidRPr="003A6D4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УНИЦИПАЛЬНЫЙ ОКРУГ</w:t>
            </w:r>
          </w:p>
          <w:p w14:paraId="60C923E1" w14:textId="77777777" w:rsidR="00053BD0" w:rsidRPr="003A6D44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3A6D4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0C923E2" w14:textId="77777777" w:rsidR="00053BD0" w:rsidRPr="003A6D44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3A6D44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0C923E4" w14:textId="755D8EC1" w:rsidR="00AE5C63" w:rsidRPr="003A6D4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A6D4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D3D21" w:rsidRPr="002D3D21">
            <w:rPr>
              <w:rFonts w:ascii="Times New Roman" w:hAnsi="Times New Roman"/>
              <w:sz w:val="28"/>
              <w:szCs w:val="28"/>
            </w:rPr>
            <w:t>08 июля 2025 года</w:t>
          </w:r>
        </w:sdtContent>
      </w:sdt>
      <w:r w:rsidRPr="002D3D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D3D21" w:rsidRPr="002D3D21">
            <w:rPr>
              <w:rFonts w:ascii="Times New Roman" w:hAnsi="Times New Roman"/>
              <w:sz w:val="28"/>
              <w:szCs w:val="28"/>
            </w:rPr>
            <w:t>115</w:t>
          </w:r>
        </w:sdtContent>
      </w:sdt>
    </w:p>
    <w:p w14:paraId="60C923E5" w14:textId="77777777" w:rsidR="00AE5C63" w:rsidRPr="003A6D44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A6D44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3A6D44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F23EB5" w14:textId="77777777" w:rsidR="003952E2" w:rsidRPr="003A6D44" w:rsidRDefault="001E4001" w:rsidP="0039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D44">
        <w:rPr>
          <w:rFonts w:ascii="Times New Roman" w:hAnsi="Times New Roman"/>
          <w:b/>
          <w:sz w:val="28"/>
          <w:szCs w:val="28"/>
        </w:rPr>
        <w:t>Об утверждени</w:t>
      </w:r>
      <w:r w:rsidR="003952E2" w:rsidRPr="003A6D44">
        <w:rPr>
          <w:rFonts w:ascii="Times New Roman" w:hAnsi="Times New Roman"/>
          <w:b/>
          <w:sz w:val="28"/>
          <w:szCs w:val="28"/>
        </w:rPr>
        <w:t>и основных показателей прогноза</w:t>
      </w:r>
    </w:p>
    <w:p w14:paraId="3BCAC4CB" w14:textId="77777777" w:rsidR="003952E2" w:rsidRPr="003A6D44" w:rsidRDefault="001E4001" w:rsidP="0039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D44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  <w:r w:rsidR="003952E2" w:rsidRPr="003A6D44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247AB5F7" w14:textId="77777777" w:rsidR="003952E2" w:rsidRPr="003A6D44" w:rsidRDefault="003952E2" w:rsidP="0039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D44">
        <w:rPr>
          <w:rFonts w:ascii="Times New Roman" w:hAnsi="Times New Roman"/>
          <w:b/>
          <w:sz w:val="28"/>
          <w:szCs w:val="28"/>
        </w:rPr>
        <w:t>Ногликский муниципальный округ</w:t>
      </w:r>
    </w:p>
    <w:p w14:paraId="60C923E6" w14:textId="0D0EAD01" w:rsidR="00AE5C63" w:rsidRPr="003A6D44" w:rsidRDefault="003952E2" w:rsidP="0039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D44">
        <w:rPr>
          <w:rFonts w:ascii="Times New Roman" w:hAnsi="Times New Roman"/>
          <w:b/>
          <w:sz w:val="28"/>
          <w:szCs w:val="28"/>
        </w:rPr>
        <w:t>Сахалинской области на 2026-</w:t>
      </w:r>
      <w:r w:rsidR="001E4001" w:rsidRPr="003A6D44">
        <w:rPr>
          <w:rFonts w:ascii="Times New Roman" w:hAnsi="Times New Roman"/>
          <w:b/>
          <w:sz w:val="28"/>
          <w:szCs w:val="28"/>
        </w:rPr>
        <w:t>2028 годы</w:t>
      </w:r>
    </w:p>
    <w:p w14:paraId="60C923E7" w14:textId="77777777" w:rsidR="00185FEC" w:rsidRPr="003A6D44" w:rsidRDefault="00185FEC" w:rsidP="003952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C4745E4" w14:textId="026D1364" w:rsidR="00B70809" w:rsidRPr="003A6D44" w:rsidRDefault="00B70809" w:rsidP="003952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6D44">
        <w:rPr>
          <w:rFonts w:ascii="Times New Roman" w:hAnsi="Times New Roman"/>
          <w:sz w:val="28"/>
          <w:szCs w:val="28"/>
        </w:rPr>
        <w:t>В соответствии со ст. 173 Бюджетного кодекса Российской Федерации, постановлением администрации муниципального образовани</w:t>
      </w:r>
      <w:r w:rsidR="003952E2" w:rsidRPr="003A6D44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3A6D44">
        <w:rPr>
          <w:rFonts w:ascii="Times New Roman" w:hAnsi="Times New Roman"/>
          <w:sz w:val="28"/>
          <w:szCs w:val="28"/>
        </w:rPr>
        <w:t xml:space="preserve">от 19.12.2017 № 1079 «О </w:t>
      </w:r>
      <w:bookmarkStart w:id="1" w:name="I0"/>
      <w:bookmarkStart w:id="2" w:name="C0"/>
      <w:bookmarkEnd w:id="1"/>
      <w:bookmarkEnd w:id="2"/>
      <w:r w:rsidRPr="003A6D44">
        <w:rPr>
          <w:rFonts w:ascii="Times New Roman" w:hAnsi="Times New Roman"/>
          <w:bCs/>
          <w:sz w:val="28"/>
          <w:szCs w:val="28"/>
          <w:shd w:val="clear" w:color="auto" w:fill="FFFFFF"/>
        </w:rPr>
        <w:t>Порядке</w:t>
      </w:r>
      <w:bookmarkStart w:id="3" w:name="C1"/>
      <w:bookmarkEnd w:id="3"/>
      <w:r w:rsidRPr="003A6D4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разработки, согласования, </w:t>
      </w:r>
      <w:bookmarkStart w:id="4" w:name="C2"/>
      <w:bookmarkEnd w:id="4"/>
      <w:r w:rsidRPr="003A6D44">
        <w:rPr>
          <w:rFonts w:ascii="Times New Roman" w:hAnsi="Times New Roman"/>
          <w:bCs/>
          <w:sz w:val="28"/>
          <w:szCs w:val="28"/>
          <w:shd w:val="clear" w:color="auto" w:fill="FFFFFF"/>
        </w:rPr>
        <w:t>утверждения, мониторинга и контроля исполнения</w:t>
      </w:r>
      <w:bookmarkStart w:id="5" w:name="C3"/>
      <w:bookmarkEnd w:id="5"/>
      <w:r w:rsidR="003952E2" w:rsidRPr="003A6D4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A6D44">
        <w:rPr>
          <w:rFonts w:ascii="Times New Roman" w:hAnsi="Times New Roman"/>
          <w:bCs/>
          <w:sz w:val="28"/>
          <w:szCs w:val="28"/>
          <w:shd w:val="clear" w:color="auto" w:fill="FFFFFF"/>
        </w:rPr>
        <w:t>прогноза социально-экономического развития муниципального образования «Городской округ Ногликский» на среднесрочную (или долгосрочную) перспективу»,</w:t>
      </w:r>
      <w:r w:rsidRPr="003A6D4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3A6D44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«Городской округ Ногликский» от 29.01.2016 № 89 «О стратегическом планировании в муниципальном образовании «Городской округ Ногликский», руководствуясь</w:t>
      </w:r>
      <w:r w:rsidRPr="003A6D44">
        <w:rPr>
          <w:rFonts w:ascii="Times New Roman" w:hAnsi="Times New Roman"/>
          <w:bCs/>
          <w:sz w:val="28"/>
          <w:szCs w:val="28"/>
        </w:rPr>
        <w:t xml:space="preserve"> </w:t>
      </w:r>
      <w:r w:rsidRPr="003A6D44">
        <w:rPr>
          <w:rFonts w:ascii="Times New Roman" w:hAnsi="Times New Roman"/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Pr="003A6D44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0551372A" w14:textId="32DE3967" w:rsidR="00B70809" w:rsidRPr="003A6D44" w:rsidRDefault="00B70809" w:rsidP="003952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6D44">
        <w:rPr>
          <w:rFonts w:ascii="Times New Roman" w:hAnsi="Times New Roman"/>
          <w:bCs/>
          <w:sz w:val="28"/>
          <w:szCs w:val="28"/>
        </w:rPr>
        <w:t>1. Утвердить основные</w:t>
      </w:r>
      <w:r w:rsidRPr="003A6D44">
        <w:rPr>
          <w:rFonts w:ascii="Times New Roman" w:hAnsi="Times New Roman"/>
          <w:sz w:val="28"/>
          <w:szCs w:val="28"/>
        </w:rPr>
        <w:t xml:space="preserve"> показатели прогноза социально-экономического развития </w:t>
      </w:r>
      <w:r w:rsidRPr="003A6D44">
        <w:rPr>
          <w:rFonts w:ascii="Times New Roman" w:hAnsi="Times New Roman"/>
          <w:bCs/>
          <w:sz w:val="28"/>
          <w:szCs w:val="28"/>
        </w:rPr>
        <w:t>муниципального образования Ногликский муниципальный округ Сахалинской области на 20</w:t>
      </w:r>
      <w:r w:rsidR="003952E2" w:rsidRPr="003A6D44">
        <w:rPr>
          <w:rFonts w:ascii="Times New Roman" w:hAnsi="Times New Roman"/>
          <w:bCs/>
          <w:sz w:val="28"/>
          <w:szCs w:val="28"/>
        </w:rPr>
        <w:t>26</w:t>
      </w:r>
      <w:r w:rsidRPr="003A6D44">
        <w:rPr>
          <w:rFonts w:ascii="Times New Roman" w:hAnsi="Times New Roman"/>
          <w:bCs/>
          <w:sz w:val="28"/>
          <w:szCs w:val="28"/>
        </w:rPr>
        <w:t>-2028 годы (прилагаются).</w:t>
      </w:r>
    </w:p>
    <w:p w14:paraId="17BDF923" w14:textId="29E95D93" w:rsidR="00B70809" w:rsidRPr="003A6D44" w:rsidRDefault="00B70809" w:rsidP="003952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6D44">
        <w:rPr>
          <w:rFonts w:ascii="Times New Roman" w:hAnsi="Times New Roman"/>
          <w:bCs/>
          <w:sz w:val="28"/>
          <w:szCs w:val="28"/>
        </w:rPr>
        <w:t xml:space="preserve">2. Отделу экономики департамента экономического развития, строительства, жилищно-коммунального и дорожного хозяйства </w:t>
      </w:r>
      <w:r w:rsidR="00D21F47" w:rsidRPr="003A6D44">
        <w:rPr>
          <w:rFonts w:ascii="Times New Roman" w:hAnsi="Times New Roman"/>
          <w:bCs/>
          <w:sz w:val="28"/>
          <w:szCs w:val="28"/>
        </w:rPr>
        <w:t>администрации</w:t>
      </w:r>
      <w:r w:rsidRPr="003A6D44">
        <w:rPr>
          <w:rFonts w:ascii="Times New Roman" w:hAnsi="Times New Roman"/>
          <w:bCs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F43E03" w:rsidRPr="003A6D44">
        <w:rPr>
          <w:rFonts w:ascii="Times New Roman" w:hAnsi="Times New Roman"/>
          <w:bCs/>
          <w:sz w:val="28"/>
          <w:szCs w:val="28"/>
        </w:rPr>
        <w:t xml:space="preserve"> (Кононенко Г.В.)</w:t>
      </w:r>
      <w:r w:rsidRPr="003A6D44">
        <w:rPr>
          <w:rFonts w:ascii="Times New Roman" w:hAnsi="Times New Roman"/>
          <w:bCs/>
          <w:sz w:val="28"/>
          <w:szCs w:val="28"/>
        </w:rPr>
        <w:t xml:space="preserve"> направить основные показатели </w:t>
      </w:r>
      <w:r w:rsidRPr="003A6D44">
        <w:rPr>
          <w:rFonts w:ascii="Times New Roman" w:hAnsi="Times New Roman"/>
          <w:sz w:val="28"/>
          <w:szCs w:val="28"/>
        </w:rPr>
        <w:t xml:space="preserve">прогноза социально-экономического развития </w:t>
      </w:r>
      <w:r w:rsidRPr="003A6D44">
        <w:rPr>
          <w:rFonts w:ascii="Times New Roman" w:hAnsi="Times New Roman"/>
          <w:bCs/>
          <w:sz w:val="28"/>
          <w:szCs w:val="28"/>
        </w:rPr>
        <w:t>муниципального образования Ногликский муниципальный округ Сахалинской области на 20</w:t>
      </w:r>
      <w:r w:rsidR="003952E2" w:rsidRPr="003A6D44">
        <w:rPr>
          <w:rFonts w:ascii="Times New Roman" w:hAnsi="Times New Roman"/>
          <w:bCs/>
          <w:sz w:val="28"/>
          <w:szCs w:val="28"/>
        </w:rPr>
        <w:t>26</w:t>
      </w:r>
      <w:r w:rsidRPr="003A6D44">
        <w:rPr>
          <w:rFonts w:ascii="Times New Roman" w:hAnsi="Times New Roman"/>
          <w:bCs/>
          <w:sz w:val="28"/>
          <w:szCs w:val="28"/>
        </w:rPr>
        <w:t xml:space="preserve">-2028 годы </w:t>
      </w:r>
      <w:r w:rsidR="003952E2" w:rsidRPr="003A6D44">
        <w:rPr>
          <w:rFonts w:ascii="Times New Roman" w:hAnsi="Times New Roman"/>
          <w:bCs/>
          <w:sz w:val="28"/>
          <w:szCs w:val="28"/>
        </w:rPr>
        <w:br/>
      </w:r>
      <w:r w:rsidRPr="003A6D44">
        <w:rPr>
          <w:rFonts w:ascii="Times New Roman" w:hAnsi="Times New Roman"/>
          <w:bCs/>
          <w:sz w:val="28"/>
          <w:szCs w:val="28"/>
        </w:rPr>
        <w:t>в финансовое управление муниципального образования Ногликский муниц</w:t>
      </w:r>
      <w:r w:rsidR="00D21F47">
        <w:rPr>
          <w:rFonts w:ascii="Times New Roman" w:hAnsi="Times New Roman"/>
          <w:bCs/>
          <w:sz w:val="28"/>
          <w:szCs w:val="28"/>
        </w:rPr>
        <w:t>и</w:t>
      </w:r>
      <w:r w:rsidRPr="003A6D44">
        <w:rPr>
          <w:rFonts w:ascii="Times New Roman" w:hAnsi="Times New Roman"/>
          <w:bCs/>
          <w:sz w:val="28"/>
          <w:szCs w:val="28"/>
        </w:rPr>
        <w:t xml:space="preserve">пальный округ Сахалинской области для формирования бюджета муниципального образования Ногликский </w:t>
      </w:r>
      <w:r w:rsidR="00D21F47" w:rsidRPr="003A6D44">
        <w:rPr>
          <w:rFonts w:ascii="Times New Roman" w:hAnsi="Times New Roman"/>
          <w:bCs/>
          <w:sz w:val="28"/>
          <w:szCs w:val="28"/>
        </w:rPr>
        <w:t>муниципальный</w:t>
      </w:r>
      <w:r w:rsidRPr="003A6D44">
        <w:rPr>
          <w:rFonts w:ascii="Times New Roman" w:hAnsi="Times New Roman"/>
          <w:bCs/>
          <w:sz w:val="28"/>
          <w:szCs w:val="28"/>
        </w:rPr>
        <w:t xml:space="preserve"> округ Сахалинской области на очередной финансовый год и плановый период.</w:t>
      </w:r>
    </w:p>
    <w:p w14:paraId="6E0B7400" w14:textId="15F7CB63" w:rsidR="00B70809" w:rsidRPr="003A6D44" w:rsidRDefault="00B70809" w:rsidP="003952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6D44">
        <w:rPr>
          <w:rFonts w:ascii="Times New Roman" w:hAnsi="Times New Roman"/>
          <w:bCs/>
          <w:sz w:val="28"/>
          <w:szCs w:val="28"/>
        </w:rPr>
        <w:lastRenderedPageBreak/>
        <w:t>3. Разместить настоящее постановление на официальном сайте муниципального образования Ногликский муниц</w:t>
      </w:r>
      <w:r w:rsidR="002D73BF" w:rsidRPr="003A6D44">
        <w:rPr>
          <w:rFonts w:ascii="Times New Roman" w:hAnsi="Times New Roman"/>
          <w:bCs/>
          <w:sz w:val="28"/>
          <w:szCs w:val="28"/>
        </w:rPr>
        <w:t>и</w:t>
      </w:r>
      <w:r w:rsidRPr="003A6D44">
        <w:rPr>
          <w:rFonts w:ascii="Times New Roman" w:hAnsi="Times New Roman"/>
          <w:bCs/>
          <w:sz w:val="28"/>
          <w:szCs w:val="28"/>
        </w:rPr>
        <w:t xml:space="preserve">пальный округ Сахалинской области в </w:t>
      </w:r>
      <w:r w:rsidR="00D21F47">
        <w:rPr>
          <w:rFonts w:ascii="Times New Roman" w:hAnsi="Times New Roman"/>
          <w:bCs/>
          <w:sz w:val="28"/>
          <w:szCs w:val="28"/>
        </w:rPr>
        <w:t xml:space="preserve">информационно-коммуникационной </w:t>
      </w:r>
      <w:r w:rsidRPr="003A6D44">
        <w:rPr>
          <w:rFonts w:ascii="Times New Roman" w:hAnsi="Times New Roman"/>
          <w:bCs/>
          <w:sz w:val="28"/>
          <w:szCs w:val="28"/>
        </w:rPr>
        <w:t>сети «Интернет».</w:t>
      </w:r>
    </w:p>
    <w:p w14:paraId="486E1E5C" w14:textId="37B7613F" w:rsidR="00B70809" w:rsidRPr="003A6D44" w:rsidRDefault="00B70809" w:rsidP="003952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6D44">
        <w:rPr>
          <w:rFonts w:ascii="Times New Roman" w:hAnsi="Times New Roman"/>
          <w:bCs/>
          <w:sz w:val="28"/>
          <w:szCs w:val="28"/>
        </w:rPr>
        <w:t xml:space="preserve">4. Контроль за исполнением </w:t>
      </w:r>
      <w:r w:rsidR="00D21F47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Pr="003A6D44">
        <w:rPr>
          <w:rFonts w:ascii="Times New Roman" w:hAnsi="Times New Roman"/>
          <w:bCs/>
          <w:sz w:val="28"/>
          <w:szCs w:val="28"/>
        </w:rPr>
        <w:t xml:space="preserve">постановления оставляю </w:t>
      </w:r>
      <w:r w:rsidR="00D21F47">
        <w:rPr>
          <w:rFonts w:ascii="Times New Roman" w:hAnsi="Times New Roman"/>
          <w:bCs/>
          <w:sz w:val="28"/>
          <w:szCs w:val="28"/>
        </w:rPr>
        <w:br/>
      </w:r>
      <w:r w:rsidRPr="003A6D44">
        <w:rPr>
          <w:rFonts w:ascii="Times New Roman" w:hAnsi="Times New Roman"/>
          <w:bCs/>
          <w:sz w:val="28"/>
          <w:szCs w:val="28"/>
        </w:rPr>
        <w:t>за собой.</w:t>
      </w:r>
    </w:p>
    <w:p w14:paraId="60C923EF" w14:textId="77777777" w:rsidR="008629FA" w:rsidRPr="003A6D44" w:rsidRDefault="008629FA" w:rsidP="00395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C923F0" w14:textId="77777777" w:rsidR="008629FA" w:rsidRPr="003A6D44" w:rsidRDefault="008629FA" w:rsidP="00395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C923F1" w14:textId="77777777" w:rsidR="008629FA" w:rsidRPr="003A6D44" w:rsidRDefault="008629FA" w:rsidP="00395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:rsidRPr="003A6D44" w14:paraId="60C923F4" w14:textId="77777777" w:rsidTr="00EB6484">
        <w:tc>
          <w:tcPr>
            <w:tcW w:w="4672" w:type="dxa"/>
          </w:tcPr>
          <w:p w14:paraId="60C923F2" w14:textId="77777777" w:rsidR="007622F4" w:rsidRPr="003A6D44" w:rsidRDefault="007622F4" w:rsidP="003952E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3A6D44"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65B52A5D" w14:textId="77777777" w:rsidR="003952E2" w:rsidRPr="003A6D44" w:rsidRDefault="003952E2" w:rsidP="003952E2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7E67F9A9" w14:textId="77777777" w:rsidR="003952E2" w:rsidRPr="003A6D44" w:rsidRDefault="003952E2" w:rsidP="003952E2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60C923F3" w14:textId="77777777" w:rsidR="007622F4" w:rsidRPr="003A6D44" w:rsidRDefault="007622F4" w:rsidP="003952E2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A6D44">
              <w:rPr>
                <w:rFonts w:cs="Arial"/>
                <w:sz w:val="28"/>
                <w:szCs w:val="28"/>
              </w:rPr>
              <w:t>С.В. Гурьянов</w:t>
            </w:r>
          </w:p>
        </w:tc>
      </w:tr>
    </w:tbl>
    <w:p w14:paraId="60C923FA" w14:textId="77777777" w:rsidR="008629FA" w:rsidRPr="003A6D44" w:rsidRDefault="008629FA" w:rsidP="00395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3A6D44" w:rsidSect="002D3D2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923FF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60C92400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923FD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60C923FE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8377916"/>
      <w:docPartObj>
        <w:docPartGallery w:val="Page Numbers (Top of Page)"/>
        <w:docPartUnique/>
      </w:docPartObj>
    </w:sdtPr>
    <w:sdtEndPr/>
    <w:sdtContent>
      <w:p w14:paraId="4EA3204C" w14:textId="667ADB48" w:rsidR="003952E2" w:rsidRDefault="003952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D2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D3D21"/>
    <w:rsid w:val="002D73BF"/>
    <w:rsid w:val="002E5832"/>
    <w:rsid w:val="00364F8F"/>
    <w:rsid w:val="003952E2"/>
    <w:rsid w:val="003A6D44"/>
    <w:rsid w:val="00520CBF"/>
    <w:rsid w:val="007622F4"/>
    <w:rsid w:val="008276D6"/>
    <w:rsid w:val="008629FA"/>
    <w:rsid w:val="00987DB5"/>
    <w:rsid w:val="00AC72C8"/>
    <w:rsid w:val="00AE5C63"/>
    <w:rsid w:val="00B10ED9"/>
    <w:rsid w:val="00B25688"/>
    <w:rsid w:val="00B637E3"/>
    <w:rsid w:val="00B70809"/>
    <w:rsid w:val="00C02849"/>
    <w:rsid w:val="00D12794"/>
    <w:rsid w:val="00D21F47"/>
    <w:rsid w:val="00D67BD8"/>
    <w:rsid w:val="00DF7897"/>
    <w:rsid w:val="00E37B8A"/>
    <w:rsid w:val="00E609BC"/>
    <w:rsid w:val="00EA0EFF"/>
    <w:rsid w:val="00F4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23D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D3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D3D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F33D4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7FCDD-D0E4-4F0E-924E-60E8BCDE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149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2025-07-08T05:24:00Z</cp:lastPrinted>
  <dcterms:created xsi:type="dcterms:W3CDTF">2020-04-07T04:54:00Z</dcterms:created>
  <dcterms:modified xsi:type="dcterms:W3CDTF">2025-07-08T05:24:00Z</dcterms:modified>
</cp:coreProperties>
</file>