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206725" w14:paraId="5025FFC6" w14:textId="77777777" w:rsidTr="00987DB5">
        <w:tc>
          <w:tcPr>
            <w:tcW w:w="9498" w:type="dxa"/>
          </w:tcPr>
          <w:p w14:paraId="5025FFC2" w14:textId="77777777" w:rsidR="00053BD0" w:rsidRPr="00206725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6725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025FFDD" wp14:editId="5025FFD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25FFC3" w14:textId="77777777" w:rsidR="00053BD0" w:rsidRPr="00183465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346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18346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025FFC4" w14:textId="77777777" w:rsidR="00053BD0" w:rsidRPr="00183465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183465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025FFC5" w14:textId="77777777" w:rsidR="00053BD0" w:rsidRPr="00183465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183465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025FFC7" w14:textId="10D0AD77" w:rsidR="00AE5C63" w:rsidRPr="00206725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00413">
            <w:rPr>
              <w:rFonts w:ascii="Times New Roman" w:hAnsi="Times New Roman"/>
              <w:sz w:val="28"/>
              <w:szCs w:val="28"/>
            </w:rPr>
            <w:t>23 июня 2021 года</w:t>
          </w:r>
        </w:sdtContent>
      </w:sdt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00413" w:rsidRPr="00900413">
            <w:rPr>
              <w:rFonts w:ascii="Times New Roman" w:hAnsi="Times New Roman"/>
              <w:sz w:val="28"/>
              <w:szCs w:val="28"/>
            </w:rPr>
            <w:t>127</w:t>
          </w:r>
        </w:sdtContent>
      </w:sdt>
    </w:p>
    <w:p w14:paraId="5025FFC8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025FFCA" w14:textId="3B7BDA73" w:rsidR="00185FEC" w:rsidRDefault="00F82429" w:rsidP="0090041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82429">
        <w:rPr>
          <w:rFonts w:ascii="Times New Roman" w:hAnsi="Times New Roman"/>
          <w:b/>
          <w:sz w:val="28"/>
          <w:szCs w:val="28"/>
        </w:rPr>
        <w:t xml:space="preserve">Об утверждении Перечня муниципального имущества муниципального образования «Городской округ Ногликский», свободного от прав третьих лиц, подлежащего предоставлению </w:t>
      </w:r>
      <w:r w:rsidR="00206725">
        <w:rPr>
          <w:rFonts w:ascii="Times New Roman" w:hAnsi="Times New Roman"/>
          <w:b/>
          <w:sz w:val="28"/>
          <w:szCs w:val="28"/>
        </w:rPr>
        <w:br/>
      </w:r>
      <w:r w:rsidRPr="00F82429">
        <w:rPr>
          <w:rFonts w:ascii="Times New Roman" w:hAnsi="Times New Roman"/>
          <w:b/>
          <w:sz w:val="28"/>
          <w:szCs w:val="28"/>
        </w:rPr>
        <w:t>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14:paraId="5F908155" w14:textId="77777777" w:rsidR="00900413" w:rsidRPr="00206725" w:rsidRDefault="00900413" w:rsidP="0090041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661A1A2" w14:textId="03D94BE4" w:rsidR="00F82429" w:rsidRPr="00206725" w:rsidRDefault="00F82429" w:rsidP="002067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со ст. 18 Федерального закона от 24.07.2007 № 209-ФЗ «О развитии малого и среднего предпринимательства в Российской Федерации», ст. 16 Федерального закона от 06.10.2003 № 131-ФЗ «Об общих принципах организации местного самоуправления в Российской Федерации», на основании постановления администрации муниципального образования «Городской округ Ногликский» от 23.03.2020 № 141 </w:t>
      </w:r>
      <w:r w:rsidRPr="00206725">
        <w:rPr>
          <w:rFonts w:ascii="Times New Roman" w:hAnsi="Times New Roman"/>
          <w:sz w:val="28"/>
          <w:szCs w:val="28"/>
        </w:rPr>
        <w:t>«Об утверждении Положения 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включенного в данный перечень имущества»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207DB1"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протокола заседания рабочей группы по вопросам оказания имущественной поддержки субъектам малого и среднего предпринимательства от 21.06.2021 № 2, 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="0090041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ст. 28 Устава муниципального образования «Городской округ Ногликский», </w:t>
      </w:r>
      <w:r w:rsidRPr="0020672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1A82AB68" w14:textId="77777777" w:rsidR="00F82429" w:rsidRPr="00206725" w:rsidRDefault="00F82429" w:rsidP="00206725">
      <w:pPr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Перечень муниципального имущества муниципального образования «Городской округ Ногликский»,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организациям, образующим инфраструктуру поддержки субъектов малого и среднего предпринимательства (прилагается).</w:t>
      </w:r>
    </w:p>
    <w:p w14:paraId="21F66975" w14:textId="6C8256BA" w:rsidR="00F82429" w:rsidRPr="00206725" w:rsidRDefault="00F82429" w:rsidP="0020672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Считать утратившим силу постановление мэра муниципального образования «Городской округ Ногликский» от </w:t>
      </w:r>
      <w:r w:rsidR="00207DB1" w:rsidRPr="00206725">
        <w:rPr>
          <w:rFonts w:ascii="Times New Roman" w:eastAsia="Times New Roman" w:hAnsi="Times New Roman"/>
          <w:sz w:val="28"/>
          <w:szCs w:val="28"/>
          <w:lang w:eastAsia="ru-RU"/>
        </w:rPr>
        <w:t>17.06.2020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07DB1" w:rsidRPr="00206725">
        <w:rPr>
          <w:rFonts w:ascii="Times New Roman" w:eastAsia="Times New Roman" w:hAnsi="Times New Roman"/>
          <w:sz w:val="28"/>
          <w:szCs w:val="28"/>
          <w:lang w:eastAsia="ru-RU"/>
        </w:rPr>
        <w:t>108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0672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0672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Перечня муниципального имущества муниципального образования «Городской округ Ногликский»,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</w:t>
      </w:r>
      <w:r w:rsidRPr="00206725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п. 2.</w:t>
      </w:r>
    </w:p>
    <w:p w14:paraId="5025FFCC" w14:textId="52C55C41" w:rsidR="00E609BC" w:rsidRPr="00206725" w:rsidRDefault="00F82429" w:rsidP="0020672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206725" w:rsidRPr="00206725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206725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5025FFCD" w14:textId="77777777" w:rsidR="00E609BC" w:rsidRPr="00206725" w:rsidRDefault="00E609BC" w:rsidP="002067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025FFD5" w14:textId="77777777" w:rsidR="008629FA" w:rsidRPr="00206725" w:rsidRDefault="008629FA" w:rsidP="002067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25FFD6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025FFD7" w14:textId="6F723029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207DB1">
        <w:rPr>
          <w:rFonts w:ascii="Times New Roman" w:hAnsi="Times New Roman"/>
          <w:sz w:val="28"/>
          <w:szCs w:val="28"/>
        </w:rPr>
        <w:t xml:space="preserve"> окру</w:t>
      </w:r>
      <w:bookmarkStart w:id="0" w:name="_GoBack"/>
      <w:bookmarkEnd w:id="0"/>
      <w:r w:rsidR="00207DB1">
        <w:rPr>
          <w:rFonts w:ascii="Times New Roman" w:hAnsi="Times New Roman"/>
          <w:sz w:val="28"/>
          <w:szCs w:val="28"/>
        </w:rPr>
        <w:t xml:space="preserve">г </w:t>
      </w:r>
      <w:proofErr w:type="gramStart"/>
      <w:r w:rsidR="00207DB1">
        <w:rPr>
          <w:rFonts w:ascii="Times New Roman" w:hAnsi="Times New Roman"/>
          <w:sz w:val="28"/>
          <w:szCs w:val="28"/>
        </w:rPr>
        <w:t>Ногликский»</w:t>
      </w:r>
      <w:r w:rsidR="00207DB1">
        <w:rPr>
          <w:rFonts w:ascii="Times New Roman" w:hAnsi="Times New Roman"/>
          <w:sz w:val="28"/>
          <w:szCs w:val="28"/>
        </w:rPr>
        <w:tab/>
      </w:r>
      <w:proofErr w:type="gramEnd"/>
      <w:r w:rsidR="00207DB1">
        <w:rPr>
          <w:rFonts w:ascii="Times New Roman" w:hAnsi="Times New Roman"/>
          <w:sz w:val="28"/>
          <w:szCs w:val="28"/>
        </w:rPr>
        <w:tab/>
      </w:r>
      <w:r w:rsidR="00207DB1">
        <w:rPr>
          <w:rFonts w:ascii="Times New Roman" w:hAnsi="Times New Roman"/>
          <w:sz w:val="28"/>
          <w:szCs w:val="28"/>
        </w:rPr>
        <w:tab/>
      </w:r>
      <w:r w:rsidR="00207DB1">
        <w:rPr>
          <w:rFonts w:ascii="Times New Roman" w:hAnsi="Times New Roman"/>
          <w:sz w:val="28"/>
          <w:szCs w:val="28"/>
        </w:rPr>
        <w:tab/>
      </w:r>
      <w:r w:rsidR="00207DB1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207D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206725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25FFE1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025FFE2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25FFDF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025FFE0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7501478"/>
      <w:docPartObj>
        <w:docPartGallery w:val="Page Numbers (Top of Page)"/>
        <w:docPartUnique/>
      </w:docPartObj>
    </w:sdtPr>
    <w:sdtEndPr/>
    <w:sdtContent>
      <w:p w14:paraId="04BCD54B" w14:textId="0A7DF4B9" w:rsidR="00206725" w:rsidRDefault="0020672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D48">
          <w:rPr>
            <w:noProof/>
          </w:rPr>
          <w:t>2</w:t>
        </w:r>
        <w:r>
          <w:fldChar w:fldCharType="end"/>
        </w:r>
      </w:p>
    </w:sdtContent>
  </w:sdt>
  <w:p w14:paraId="5AFDD2E0" w14:textId="77777777" w:rsidR="00206725" w:rsidRDefault="002067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6C3BFE"/>
    <w:multiLevelType w:val="hybridMultilevel"/>
    <w:tmpl w:val="67D4C0EA"/>
    <w:lvl w:ilvl="0" w:tplc="82046F9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3465"/>
    <w:rsid w:val="00185FEC"/>
    <w:rsid w:val="001B41B4"/>
    <w:rsid w:val="001E1F9F"/>
    <w:rsid w:val="00206725"/>
    <w:rsid w:val="00207DB1"/>
    <w:rsid w:val="00296D48"/>
    <w:rsid w:val="002E5832"/>
    <w:rsid w:val="00364F8F"/>
    <w:rsid w:val="00520CBF"/>
    <w:rsid w:val="00735E29"/>
    <w:rsid w:val="008629FA"/>
    <w:rsid w:val="00900413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F8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5FFC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ED4B65" w:rsidRDefault="00ED4B65" w:rsidP="00ED4B65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ED4B65" w:rsidRDefault="00ED4B65" w:rsidP="00ED4B65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C95804"/>
    <w:rsid w:val="00CF735B"/>
    <w:rsid w:val="00ED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D4B65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ED4B65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ED4B65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2021-06-24T07:49:00Z</cp:lastPrinted>
  <dcterms:created xsi:type="dcterms:W3CDTF">2021-06-24T07:49:00Z</dcterms:created>
  <dcterms:modified xsi:type="dcterms:W3CDTF">2021-06-24T07:49:00Z</dcterms:modified>
</cp:coreProperties>
</file>