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97EF9A4" w14:textId="77777777" w:rsidTr="00987DB5">
        <w:tc>
          <w:tcPr>
            <w:tcW w:w="9498" w:type="dxa"/>
          </w:tcPr>
          <w:p w14:paraId="197EF9A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97EF9BB" wp14:editId="197EF9B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7EF9A1" w14:textId="346EC3E7" w:rsidR="00053BD0" w:rsidRPr="00053BD0" w:rsidRDefault="00C71C82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197EF9A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97EF9A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97EF9A5" w14:textId="1E40C97A" w:rsidR="0033636C" w:rsidRPr="003D412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412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95911">
            <w:rPr>
              <w:rFonts w:ascii="Times New Roman" w:hAnsi="Times New Roman"/>
              <w:sz w:val="28"/>
              <w:szCs w:val="28"/>
            </w:rPr>
            <w:t>22 августа 2024 года</w:t>
          </w:r>
        </w:sdtContent>
      </w:sdt>
      <w:r w:rsidRPr="003D412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A95911">
            <w:rPr>
              <w:rFonts w:ascii="Times New Roman" w:hAnsi="Times New Roman"/>
              <w:sz w:val="28"/>
              <w:szCs w:val="28"/>
            </w:rPr>
            <w:t>138</w:t>
          </w:r>
          <w:bookmarkStart w:id="0" w:name="_GoBack"/>
          <w:bookmarkEnd w:id="0"/>
        </w:sdtContent>
      </w:sdt>
    </w:p>
    <w:p w14:paraId="197EF9A6" w14:textId="583D2443" w:rsidR="0033636C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D7A99DC" w14:textId="6A0D362D" w:rsidR="002B2819" w:rsidRPr="00DA0531" w:rsidRDefault="002B2819" w:rsidP="002B2819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" w:name="_Hlk120125525"/>
      <w:r w:rsidRPr="00DA0531">
        <w:rPr>
          <w:rFonts w:ascii="Times New Roman" w:hAnsi="Times New Roman"/>
          <w:b/>
          <w:sz w:val="28"/>
          <w:szCs w:val="28"/>
        </w:rPr>
        <w:t xml:space="preserve">О внесении изменений </w:t>
      </w:r>
      <w:bookmarkEnd w:id="1"/>
      <w:r w:rsidRPr="00DA0531">
        <w:rPr>
          <w:rFonts w:ascii="Times New Roman" w:hAnsi="Times New Roman"/>
          <w:b/>
          <w:sz w:val="28"/>
          <w:szCs w:val="28"/>
        </w:rPr>
        <w:t xml:space="preserve">в </w:t>
      </w:r>
      <w:r w:rsidR="006A07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постановление </w:t>
      </w:r>
      <w:r w:rsidR="00E15D67">
        <w:rPr>
          <w:rFonts w:ascii="Times New Roman" w:eastAsia="Times New Roman" w:hAnsi="Times New Roman"/>
          <w:b/>
          <w:sz w:val="28"/>
          <w:szCs w:val="28"/>
          <w:lang w:eastAsia="ru-RU"/>
        </w:rPr>
        <w:t>мэра</w:t>
      </w:r>
      <w:r w:rsidRPr="00DA053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</w:t>
      </w:r>
      <w:r w:rsidR="006A07B0">
        <w:rPr>
          <w:rFonts w:ascii="Times New Roman" w:eastAsia="Times New Roman" w:hAnsi="Times New Roman"/>
          <w:b/>
          <w:sz w:val="28"/>
          <w:szCs w:val="28"/>
          <w:lang w:eastAsia="ru-RU"/>
        </w:rPr>
        <w:t>го</w:t>
      </w:r>
      <w:r w:rsidRPr="00DA053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образовани</w:t>
      </w:r>
      <w:r w:rsidR="006A07B0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Pr="00DA053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«Городской округ Ногликский»</w:t>
      </w:r>
      <w:r w:rsidR="006A07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D49D7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="006A07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BD49D7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="00C71C82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="006A07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C71C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июля </w:t>
      </w:r>
      <w:r w:rsidR="006A07B0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="00C71C82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BD49D7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6A07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№</w:t>
      </w:r>
      <w:r w:rsidR="00C71C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131</w:t>
      </w:r>
    </w:p>
    <w:p w14:paraId="13107E74" w14:textId="77777777" w:rsidR="00DA0531" w:rsidRDefault="00DA0531" w:rsidP="00DA053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359F051" w14:textId="4CAFDEA1" w:rsidR="00C71C82" w:rsidRDefault="00C71C82" w:rsidP="00C71C8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6A07B0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с Федеральным законом от 06.10.2003 № 131-ФЗ </w:t>
      </w:r>
      <w:r w:rsidR="001453D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6A07B0">
        <w:rPr>
          <w:rFonts w:ascii="Times New Roman" w:eastAsia="Times New Roman" w:hAnsi="Times New Roman"/>
          <w:sz w:val="28"/>
          <w:szCs w:val="28"/>
          <w:lang w:eastAsia="ru-RU"/>
        </w:rPr>
        <w:t xml:space="preserve">«Об общих принципах организации местного самоуправления </w:t>
      </w:r>
      <w:r w:rsidR="00FB3BA8">
        <w:rPr>
          <w:rFonts w:ascii="Times New Roman" w:eastAsia="Times New Roman" w:hAnsi="Times New Roman"/>
          <w:sz w:val="28"/>
          <w:szCs w:val="28"/>
          <w:lang w:eastAsia="ru-RU"/>
        </w:rPr>
        <w:t xml:space="preserve">в Российской Федерации»,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Законом от 04.12.2007 № 329-ФЗ «О физической культуре и спорте в Российской Федерации», в целях обеспечения проведения мероприятий в области физической культуры и спорта, создания условий для вовлечения подрастающего поколения в систематические занятия спортом, создания благоприятных условий для занятий физической культурой и спортивной подготовки, </w:t>
      </w:r>
      <w:r w:rsidR="002B2819" w:rsidRPr="00CE16F6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ст. </w:t>
      </w:r>
      <w:r w:rsidR="00E15D67"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="002B2819" w:rsidRPr="00CE16F6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Устава муниципального образования «Городской округ Ногликский»</w:t>
      </w:r>
      <w:r w:rsidR="002B281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2B2819" w:rsidRPr="00CE16F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ПОСТАНОВЛЯ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Ю</w:t>
      </w:r>
      <w:r w:rsidR="002B2819" w:rsidRPr="00CE16F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46A77D0A" w14:textId="7E31D44C" w:rsidR="002B2819" w:rsidRPr="00C71C82" w:rsidRDefault="00C71C82" w:rsidP="00C71C8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2B2819" w:rsidRPr="00C71C8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6A07B0" w:rsidRPr="00C71C82">
        <w:rPr>
          <w:rFonts w:ascii="Times New Roman" w:eastAsia="Times New Roman" w:hAnsi="Times New Roman"/>
          <w:sz w:val="28"/>
          <w:szCs w:val="28"/>
          <w:lang w:eastAsia="ru-RU"/>
        </w:rPr>
        <w:t xml:space="preserve">нести изменение в постановление </w:t>
      </w:r>
      <w:r w:rsidR="00E15D67">
        <w:rPr>
          <w:rFonts w:ascii="Times New Roman" w:eastAsia="Times New Roman" w:hAnsi="Times New Roman"/>
          <w:sz w:val="28"/>
          <w:szCs w:val="28"/>
          <w:lang w:eastAsia="ru-RU"/>
        </w:rPr>
        <w:t>мэра</w:t>
      </w:r>
      <w:r w:rsidR="006A07B0" w:rsidRPr="00C71C82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«Городской округ Ногликский» </w:t>
      </w:r>
      <w:r w:rsidR="00E15D67">
        <w:rPr>
          <w:rFonts w:ascii="Times New Roman" w:eastAsia="Times New Roman" w:hAnsi="Times New Roman"/>
          <w:sz w:val="28"/>
          <w:szCs w:val="28"/>
          <w:lang w:eastAsia="ru-RU"/>
        </w:rPr>
        <w:t xml:space="preserve">от 08 июля 2021 года № 131 </w:t>
      </w:r>
      <w:r w:rsidR="006A07B0" w:rsidRPr="00C71C82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71C82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Порядка финансирования физкультурных и спортивных мероприятий за счет средств бюджета муниципального образования «Городской округ Ногликский»</w:t>
      </w:r>
      <w:r w:rsidR="001453DA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п</w:t>
      </w:r>
      <w:r w:rsidR="006A07B0" w:rsidRPr="00C71C82">
        <w:rPr>
          <w:rFonts w:ascii="Times New Roman" w:eastAsia="Times New Roman" w:hAnsi="Times New Roman"/>
          <w:sz w:val="28"/>
          <w:szCs w:val="28"/>
          <w:lang w:eastAsia="ru-RU"/>
        </w:rPr>
        <w:t>остановление)</w:t>
      </w:r>
      <w:r w:rsidR="002B2819" w:rsidRPr="00C71C8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A07B0" w:rsidRPr="00C71C82">
        <w:rPr>
          <w:rFonts w:ascii="Times New Roman" w:eastAsia="Times New Roman" w:hAnsi="Times New Roman"/>
          <w:sz w:val="28"/>
          <w:szCs w:val="28"/>
          <w:lang w:eastAsia="ru-RU"/>
        </w:rPr>
        <w:t>изложив Приложени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 </w:t>
      </w:r>
      <w:r w:rsidR="00F00ABD" w:rsidRPr="00C71C8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A07B0" w:rsidRPr="00C71C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B3BA8" w:rsidRPr="00C71C82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="001453DA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6A07B0" w:rsidRPr="00C71C82">
        <w:rPr>
          <w:rFonts w:ascii="Times New Roman" w:eastAsia="Times New Roman" w:hAnsi="Times New Roman"/>
          <w:sz w:val="28"/>
          <w:szCs w:val="28"/>
          <w:lang w:eastAsia="ru-RU"/>
        </w:rPr>
        <w:t>остановлени</w:t>
      </w:r>
      <w:r w:rsidR="00FB3BA8" w:rsidRPr="00C71C82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6A07B0" w:rsidRPr="00C71C82">
        <w:rPr>
          <w:rFonts w:ascii="Times New Roman" w:eastAsia="Times New Roman" w:hAnsi="Times New Roman"/>
          <w:sz w:val="28"/>
          <w:szCs w:val="28"/>
          <w:lang w:eastAsia="ru-RU"/>
        </w:rPr>
        <w:t xml:space="preserve"> в новой редакции (</w:t>
      </w:r>
      <w:r w:rsidR="001453DA">
        <w:rPr>
          <w:rFonts w:ascii="Times New Roman" w:eastAsia="Times New Roman" w:hAnsi="Times New Roman"/>
          <w:sz w:val="28"/>
          <w:szCs w:val="28"/>
          <w:lang w:eastAsia="ru-RU"/>
        </w:rPr>
        <w:t>прилагается</w:t>
      </w:r>
      <w:r w:rsidR="006A07B0" w:rsidRPr="00C71C82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6653BCDE" w14:textId="14740F95" w:rsidR="002B2819" w:rsidRPr="00CE16F6" w:rsidRDefault="006A07B0" w:rsidP="00DA05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B2819" w:rsidRPr="00CE16F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B2819" w:rsidRPr="00CE16F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B2819" w:rsidRPr="00CE16F6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 </w:t>
      </w:r>
    </w:p>
    <w:p w14:paraId="35818E3B" w14:textId="78DF2410" w:rsidR="002B2819" w:rsidRDefault="006A07B0" w:rsidP="00DA05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2B2819" w:rsidRPr="00CE16F6">
        <w:rPr>
          <w:rFonts w:ascii="Times New Roman" w:eastAsia="Times New Roman" w:hAnsi="Times New Roman"/>
          <w:sz w:val="28"/>
          <w:szCs w:val="28"/>
          <w:lang w:eastAsia="ru-RU"/>
        </w:rPr>
        <w:t>. Действие настоящего постановления вступает в силу со дня опубликования и распространяется на пр</w:t>
      </w:r>
      <w:r w:rsidR="00103CB8">
        <w:rPr>
          <w:rFonts w:ascii="Times New Roman" w:eastAsia="Times New Roman" w:hAnsi="Times New Roman"/>
          <w:sz w:val="28"/>
          <w:szCs w:val="28"/>
          <w:lang w:eastAsia="ru-RU"/>
        </w:rPr>
        <w:t xml:space="preserve">авоотношения, </w:t>
      </w:r>
      <w:r w:rsidR="002B2819">
        <w:rPr>
          <w:rFonts w:ascii="Times New Roman" w:eastAsia="Times New Roman" w:hAnsi="Times New Roman"/>
          <w:sz w:val="28"/>
          <w:szCs w:val="28"/>
          <w:lang w:eastAsia="ru-RU"/>
        </w:rPr>
        <w:t>возникшие с 01</w:t>
      </w:r>
      <w:r w:rsidR="00103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3205B">
        <w:rPr>
          <w:rFonts w:ascii="Times New Roman" w:eastAsia="Times New Roman" w:hAnsi="Times New Roman"/>
          <w:sz w:val="28"/>
          <w:szCs w:val="28"/>
          <w:lang w:eastAsia="ru-RU"/>
        </w:rPr>
        <w:t>сентября</w:t>
      </w:r>
      <w:r w:rsidR="00103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2819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A83FA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B281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 </w:t>
      </w:r>
    </w:p>
    <w:p w14:paraId="1B3D3189" w14:textId="4B7CD89E" w:rsidR="00103CB8" w:rsidRPr="00CE16F6" w:rsidRDefault="006A07B0" w:rsidP="00BE23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103CB8">
        <w:rPr>
          <w:rFonts w:ascii="Times New Roman" w:eastAsia="Times New Roman" w:hAnsi="Times New Roman"/>
          <w:sz w:val="28"/>
          <w:szCs w:val="28"/>
          <w:lang w:eastAsia="ru-RU"/>
        </w:rPr>
        <w:t>. Контроль за исполнением настоящего постановления возл</w:t>
      </w:r>
      <w:r w:rsidR="00534975">
        <w:rPr>
          <w:rFonts w:ascii="Times New Roman" w:eastAsia="Times New Roman" w:hAnsi="Times New Roman"/>
          <w:sz w:val="28"/>
          <w:szCs w:val="28"/>
          <w:lang w:eastAsia="ru-RU"/>
        </w:rPr>
        <w:t>агаю</w:t>
      </w:r>
      <w:r w:rsidR="00103CB8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BE2343">
        <w:rPr>
          <w:rFonts w:ascii="Times New Roman" w:eastAsia="Times New Roman" w:hAnsi="Times New Roman"/>
          <w:sz w:val="28"/>
          <w:szCs w:val="28"/>
          <w:lang w:eastAsia="ru-RU"/>
        </w:rPr>
        <w:t>вице-</w:t>
      </w:r>
      <w:r w:rsidR="00BE2343" w:rsidRPr="00BE2343">
        <w:rPr>
          <w:rFonts w:ascii="Times New Roman" w:eastAsia="Times New Roman" w:hAnsi="Times New Roman"/>
          <w:sz w:val="28"/>
          <w:szCs w:val="28"/>
          <w:lang w:eastAsia="ru-RU"/>
        </w:rPr>
        <w:t>мэра муниципального образования</w:t>
      </w:r>
      <w:r w:rsidR="00BE23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E2343" w:rsidRPr="00BE2343">
        <w:rPr>
          <w:rFonts w:ascii="Times New Roman" w:eastAsia="Times New Roman" w:hAnsi="Times New Roman"/>
          <w:sz w:val="28"/>
          <w:szCs w:val="28"/>
          <w:lang w:eastAsia="ru-RU"/>
        </w:rPr>
        <w:t>«Городской округ Ногликский»</w:t>
      </w:r>
      <w:r w:rsidR="00285BB8">
        <w:rPr>
          <w:rFonts w:ascii="Times New Roman" w:eastAsia="Times New Roman" w:hAnsi="Times New Roman"/>
          <w:sz w:val="28"/>
          <w:szCs w:val="28"/>
          <w:lang w:eastAsia="ru-RU"/>
        </w:rPr>
        <w:t xml:space="preserve"> Русанов Я.С.</w:t>
      </w:r>
    </w:p>
    <w:p w14:paraId="4185BFDD" w14:textId="77777777" w:rsidR="002B2819" w:rsidRDefault="002B2819" w:rsidP="002B2819">
      <w:pPr>
        <w:jc w:val="both"/>
        <w:rPr>
          <w:rFonts w:ascii="Times New Roman" w:hAnsi="Times New Roman"/>
          <w:sz w:val="28"/>
          <w:szCs w:val="28"/>
        </w:rPr>
      </w:pPr>
    </w:p>
    <w:p w14:paraId="1D64BAE1" w14:textId="77777777" w:rsidR="00285BB8" w:rsidRDefault="00534975" w:rsidP="002B28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285BB8">
        <w:rPr>
          <w:rFonts w:ascii="Times New Roman" w:hAnsi="Times New Roman"/>
          <w:sz w:val="28"/>
          <w:szCs w:val="28"/>
        </w:rPr>
        <w:t xml:space="preserve">сполняющий обязанности </w:t>
      </w:r>
      <w:r>
        <w:rPr>
          <w:rFonts w:ascii="Times New Roman" w:hAnsi="Times New Roman"/>
          <w:sz w:val="28"/>
          <w:szCs w:val="28"/>
        </w:rPr>
        <w:t>м</w:t>
      </w:r>
      <w:r w:rsidR="002B2819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  <w:r w:rsidR="002B2819">
        <w:rPr>
          <w:rFonts w:ascii="Times New Roman" w:hAnsi="Times New Roman"/>
          <w:sz w:val="28"/>
          <w:szCs w:val="28"/>
        </w:rPr>
        <w:t xml:space="preserve"> </w:t>
      </w:r>
    </w:p>
    <w:p w14:paraId="00A5D4C4" w14:textId="4C636D4B" w:rsidR="002B2819" w:rsidRDefault="002B2819" w:rsidP="002B28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74E00119" w14:textId="208F0261" w:rsidR="002B2819" w:rsidRPr="008629FA" w:rsidRDefault="002B2819" w:rsidP="002B28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34975">
        <w:rPr>
          <w:rFonts w:ascii="Times New Roman" w:hAnsi="Times New Roman"/>
          <w:sz w:val="28"/>
          <w:szCs w:val="28"/>
        </w:rPr>
        <w:t xml:space="preserve">          Я.С. Русанов</w:t>
      </w:r>
    </w:p>
    <w:sectPr w:rsidR="002B2819" w:rsidRPr="008629FA" w:rsidSect="001453DA">
      <w:headerReference w:type="default" r:id="rId8"/>
      <w:footerReference w:type="default" r:id="rId9"/>
      <w:pgSz w:w="11906" w:h="16838"/>
      <w:pgMar w:top="426" w:right="851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445051" w14:textId="77777777" w:rsidR="002C4B93" w:rsidRDefault="002C4B93" w:rsidP="0033636C">
      <w:pPr>
        <w:spacing w:after="0" w:line="240" w:lineRule="auto"/>
      </w:pPr>
      <w:r>
        <w:separator/>
      </w:r>
    </w:p>
  </w:endnote>
  <w:endnote w:type="continuationSeparator" w:id="0">
    <w:p w14:paraId="2915AAC4" w14:textId="77777777" w:rsidR="002C4B93" w:rsidRDefault="002C4B93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EF9C1" w14:textId="31F116B1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6EBAB6" w14:textId="77777777" w:rsidR="002C4B93" w:rsidRDefault="002C4B93" w:rsidP="0033636C">
      <w:pPr>
        <w:spacing w:after="0" w:line="240" w:lineRule="auto"/>
      </w:pPr>
      <w:r>
        <w:separator/>
      </w:r>
    </w:p>
  </w:footnote>
  <w:footnote w:type="continuationSeparator" w:id="0">
    <w:p w14:paraId="52797109" w14:textId="77777777" w:rsidR="002C4B93" w:rsidRDefault="002C4B93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4838885"/>
      <w:docPartObj>
        <w:docPartGallery w:val="Page Numbers (Top of Page)"/>
        <w:docPartUnique/>
      </w:docPartObj>
    </w:sdtPr>
    <w:sdtEndPr/>
    <w:sdtContent>
      <w:p w14:paraId="00CA64E6" w14:textId="015BE2C3" w:rsidR="00DA0531" w:rsidRDefault="00DA053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53DA">
          <w:rPr>
            <w:noProof/>
          </w:rPr>
          <w:t>2</w:t>
        </w:r>
        <w:r>
          <w:fldChar w:fldCharType="end"/>
        </w:r>
      </w:p>
    </w:sdtContent>
  </w:sdt>
  <w:p w14:paraId="66F0A22C" w14:textId="77777777" w:rsidR="00DA0531" w:rsidRDefault="00DA053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10B37"/>
    <w:multiLevelType w:val="multilevel"/>
    <w:tmpl w:val="A9603B8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4018D"/>
    <w:rsid w:val="00053BD0"/>
    <w:rsid w:val="0006725F"/>
    <w:rsid w:val="000969FD"/>
    <w:rsid w:val="00102CBD"/>
    <w:rsid w:val="001036B0"/>
    <w:rsid w:val="00103CB8"/>
    <w:rsid w:val="001453DA"/>
    <w:rsid w:val="00153278"/>
    <w:rsid w:val="00185FEC"/>
    <w:rsid w:val="00196C12"/>
    <w:rsid w:val="001E1F9F"/>
    <w:rsid w:val="001F5A5E"/>
    <w:rsid w:val="002003DC"/>
    <w:rsid w:val="0022426C"/>
    <w:rsid w:val="0026248E"/>
    <w:rsid w:val="00285BB8"/>
    <w:rsid w:val="00295897"/>
    <w:rsid w:val="002B2819"/>
    <w:rsid w:val="002B3E4E"/>
    <w:rsid w:val="002C4B93"/>
    <w:rsid w:val="0033248C"/>
    <w:rsid w:val="0033636C"/>
    <w:rsid w:val="0036250A"/>
    <w:rsid w:val="003A51E7"/>
    <w:rsid w:val="003A7D32"/>
    <w:rsid w:val="003D4129"/>
    <w:rsid w:val="003E4257"/>
    <w:rsid w:val="00467533"/>
    <w:rsid w:val="004B0FDC"/>
    <w:rsid w:val="00520CBF"/>
    <w:rsid w:val="00534975"/>
    <w:rsid w:val="005C5A32"/>
    <w:rsid w:val="006100BC"/>
    <w:rsid w:val="00625D2A"/>
    <w:rsid w:val="00650C08"/>
    <w:rsid w:val="006A07B0"/>
    <w:rsid w:val="0077165E"/>
    <w:rsid w:val="00774CCF"/>
    <w:rsid w:val="007E0D02"/>
    <w:rsid w:val="008629FA"/>
    <w:rsid w:val="008B4E61"/>
    <w:rsid w:val="008C1562"/>
    <w:rsid w:val="008D2641"/>
    <w:rsid w:val="008D330A"/>
    <w:rsid w:val="008F6E0C"/>
    <w:rsid w:val="00904815"/>
    <w:rsid w:val="0093205B"/>
    <w:rsid w:val="00956CA0"/>
    <w:rsid w:val="009810F4"/>
    <w:rsid w:val="00987DB5"/>
    <w:rsid w:val="0099460E"/>
    <w:rsid w:val="00A212F2"/>
    <w:rsid w:val="00A77C66"/>
    <w:rsid w:val="00A83FAF"/>
    <w:rsid w:val="00A95911"/>
    <w:rsid w:val="00AB5244"/>
    <w:rsid w:val="00AC72C8"/>
    <w:rsid w:val="00AD3F90"/>
    <w:rsid w:val="00B10ED9"/>
    <w:rsid w:val="00B25355"/>
    <w:rsid w:val="00B25688"/>
    <w:rsid w:val="00BD49D7"/>
    <w:rsid w:val="00BE2343"/>
    <w:rsid w:val="00BF11F0"/>
    <w:rsid w:val="00C02849"/>
    <w:rsid w:val="00C10815"/>
    <w:rsid w:val="00C30FC4"/>
    <w:rsid w:val="00C71C82"/>
    <w:rsid w:val="00CC51CE"/>
    <w:rsid w:val="00CE16F6"/>
    <w:rsid w:val="00D12794"/>
    <w:rsid w:val="00D51128"/>
    <w:rsid w:val="00D60910"/>
    <w:rsid w:val="00D67BD8"/>
    <w:rsid w:val="00DA0531"/>
    <w:rsid w:val="00DC0886"/>
    <w:rsid w:val="00DF7897"/>
    <w:rsid w:val="00DF7DC4"/>
    <w:rsid w:val="00E15D67"/>
    <w:rsid w:val="00E34C06"/>
    <w:rsid w:val="00E37B8A"/>
    <w:rsid w:val="00E47399"/>
    <w:rsid w:val="00E5619A"/>
    <w:rsid w:val="00E609BC"/>
    <w:rsid w:val="00F00ABD"/>
    <w:rsid w:val="00F63906"/>
    <w:rsid w:val="00F755FF"/>
    <w:rsid w:val="00FB3BA8"/>
    <w:rsid w:val="00FC29A5"/>
    <w:rsid w:val="00FE4F7B"/>
    <w:rsid w:val="00FF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EF9A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rsid w:val="0004018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List Paragraph"/>
    <w:basedOn w:val="a"/>
    <w:uiPriority w:val="34"/>
    <w:qFormat/>
    <w:rsid w:val="00B253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09171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09171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9171C"/>
    <w:rsid w:val="000A7D44"/>
    <w:rsid w:val="000E0E5B"/>
    <w:rsid w:val="00102CBD"/>
    <w:rsid w:val="003D6BF8"/>
    <w:rsid w:val="00690925"/>
    <w:rsid w:val="0077165E"/>
    <w:rsid w:val="009810F4"/>
    <w:rsid w:val="00B13DA8"/>
    <w:rsid w:val="00C30FC4"/>
    <w:rsid w:val="00C95804"/>
    <w:rsid w:val="00CF735B"/>
    <w:rsid w:val="00DC0886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220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46</cp:revision>
  <cp:lastPrinted>2023-02-06T00:28:00Z</cp:lastPrinted>
  <dcterms:created xsi:type="dcterms:W3CDTF">2020-04-07T04:52:00Z</dcterms:created>
  <dcterms:modified xsi:type="dcterms:W3CDTF">2024-08-29T01:21:00Z</dcterms:modified>
</cp:coreProperties>
</file>