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D3F8C19" w14:textId="77777777" w:rsidTr="00987DB5">
        <w:tc>
          <w:tcPr>
            <w:tcW w:w="9498" w:type="dxa"/>
          </w:tcPr>
          <w:p w14:paraId="5D3F8C1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D3F8C30" wp14:editId="5D3F8C3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3F8C16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D3F8C1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D3F8C1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D3F8C1A" w14:textId="74EFC461" w:rsidR="00AE5C63" w:rsidRPr="00474C8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74C8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A26B6">
            <w:rPr>
              <w:rFonts w:ascii="Times New Roman" w:hAnsi="Times New Roman"/>
              <w:sz w:val="28"/>
              <w:szCs w:val="28"/>
            </w:rPr>
            <w:t>09 октября 2024 года</w:t>
          </w:r>
        </w:sdtContent>
      </w:sdt>
      <w:r w:rsidRPr="00474C8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A26B6" w:rsidRPr="00CA26B6">
            <w:rPr>
              <w:rFonts w:ascii="Times New Roman" w:hAnsi="Times New Roman"/>
              <w:sz w:val="28"/>
              <w:szCs w:val="28"/>
            </w:rPr>
            <w:t>160</w:t>
          </w:r>
        </w:sdtContent>
      </w:sdt>
    </w:p>
    <w:p w14:paraId="5D3F8C1B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65B2327" w14:textId="77777777" w:rsidR="00474C83" w:rsidRDefault="00AE5C63" w:rsidP="00474C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2E83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</w:t>
      </w:r>
    </w:p>
    <w:p w14:paraId="5A8B7971" w14:textId="77777777" w:rsidR="00474C83" w:rsidRDefault="00E92E83" w:rsidP="00474C83">
      <w:pPr>
        <w:spacing w:after="0" w:line="240" w:lineRule="auto"/>
        <w:jc w:val="center"/>
        <w:rPr>
          <w:b/>
          <w:sz w:val="28"/>
          <w:szCs w:val="28"/>
        </w:rPr>
      </w:pPr>
      <w:r w:rsidRPr="00E92E83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14:paraId="2998E971" w14:textId="77777777" w:rsidR="00474C83" w:rsidRDefault="00E92E83" w:rsidP="00474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92E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«Предоставление движимого и</w:t>
      </w:r>
      <w:r w:rsidR="00474C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</w:t>
      </w:r>
      <w:bookmarkStart w:id="0" w:name="_GoBack"/>
      <w:bookmarkEnd w:id="0"/>
      <w:r w:rsidR="00474C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едвижимого имущества,</w:t>
      </w:r>
    </w:p>
    <w:p w14:paraId="199D1A20" w14:textId="77777777" w:rsidR="00474C83" w:rsidRDefault="00E92E83" w:rsidP="00474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92E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находящегося </w:t>
      </w:r>
      <w:r w:rsidR="00474C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муниципальной собственности,</w:t>
      </w:r>
    </w:p>
    <w:p w14:paraId="12794AEB" w14:textId="77777777" w:rsidR="00474C83" w:rsidRDefault="00E92E83" w:rsidP="00474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92E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арендуемого субъектами малого</w:t>
      </w:r>
      <w:r w:rsidR="00474C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среднего предпринимательства</w:t>
      </w:r>
    </w:p>
    <w:p w14:paraId="1D9FDA8D" w14:textId="77777777" w:rsidR="00474C83" w:rsidRDefault="00E92E83" w:rsidP="00474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92E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 реализа</w:t>
      </w:r>
      <w:r w:rsidR="00474C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ции ими преимущественного права</w:t>
      </w:r>
    </w:p>
    <w:p w14:paraId="533FE366" w14:textId="77777777" w:rsidR="005158C9" w:rsidRDefault="00E92E83" w:rsidP="00474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92E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приобретение аренду</w:t>
      </w:r>
      <w:r w:rsidR="00474C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емого имущества в собственность</w:t>
      </w:r>
    </w:p>
    <w:p w14:paraId="5A696B9E" w14:textId="77777777" w:rsidR="005158C9" w:rsidRDefault="00E92E83" w:rsidP="00474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92E8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территории муниципального образован</w:t>
      </w:r>
      <w:r w:rsidR="005158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ия</w:t>
      </w:r>
    </w:p>
    <w:p w14:paraId="5D3F8C1D" w14:textId="195263EB" w:rsidR="00185FEC" w:rsidRDefault="001C0AEE" w:rsidP="00474C8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«Городской округ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Ногликский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14:paraId="7FC93D10" w14:textId="77777777" w:rsidR="00474C83" w:rsidRPr="00E92E83" w:rsidRDefault="00474C83" w:rsidP="00474C83">
      <w:pPr>
        <w:spacing w:after="0" w:line="240" w:lineRule="auto"/>
        <w:jc w:val="center"/>
        <w:rPr>
          <w:b/>
          <w:sz w:val="28"/>
          <w:szCs w:val="28"/>
        </w:rPr>
      </w:pPr>
    </w:p>
    <w:p w14:paraId="5BB967C9" w14:textId="5E9DC36C" w:rsidR="00E92E83" w:rsidRDefault="00E92E83" w:rsidP="00474C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Федеральным</w:t>
      </w:r>
      <w:r w:rsidR="00E04656">
        <w:rPr>
          <w:rFonts w:ascii="Times New Roman" w:hAnsi="Times New Roman"/>
          <w:sz w:val="28"/>
          <w:szCs w:val="28"/>
        </w:rPr>
        <w:t>и законами</w:t>
      </w:r>
      <w:r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E92E83">
        <w:rPr>
          <w:rFonts w:ascii="Times New Roman" w:hAnsi="Times New Roman"/>
          <w:sz w:val="28"/>
          <w:szCs w:val="28"/>
        </w:rPr>
        <w:t xml:space="preserve">распоряжением Правительства Сахалинской области от 07.12.2020 </w:t>
      </w:r>
      <w:r>
        <w:rPr>
          <w:rFonts w:ascii="Times New Roman" w:hAnsi="Times New Roman"/>
          <w:sz w:val="28"/>
          <w:szCs w:val="28"/>
        </w:rPr>
        <w:t>№</w:t>
      </w:r>
      <w:r w:rsidRPr="00E92E83">
        <w:rPr>
          <w:rFonts w:ascii="Times New Roman" w:hAnsi="Times New Roman"/>
          <w:sz w:val="28"/>
          <w:szCs w:val="28"/>
        </w:rPr>
        <w:t xml:space="preserve"> 756-р </w:t>
      </w:r>
      <w:r>
        <w:rPr>
          <w:rFonts w:ascii="Times New Roman" w:hAnsi="Times New Roman"/>
          <w:sz w:val="28"/>
          <w:szCs w:val="28"/>
        </w:rPr>
        <w:t>«</w:t>
      </w:r>
      <w:r w:rsidRPr="00E92E83">
        <w:rPr>
          <w:rFonts w:ascii="Times New Roman" w:hAnsi="Times New Roman"/>
          <w:sz w:val="28"/>
          <w:szCs w:val="28"/>
        </w:rPr>
        <w:t>Об утверждении Перечней государственных и муниципальных услуг, оказываемых органами исполнительной власти Сахалинской области, органами местного самоуправления муниципальных образований Сахалинской области, услуг, оказываемых государственными учреждениями Сахалинской области и другими организациями, в которых размещается государственное задание (заказ)</w:t>
      </w:r>
      <w:r>
        <w:rPr>
          <w:rFonts w:ascii="Times New Roman" w:hAnsi="Times New Roman"/>
          <w:sz w:val="28"/>
          <w:szCs w:val="28"/>
        </w:rPr>
        <w:t>»,</w:t>
      </w:r>
      <w:r w:rsidRPr="00E92E83">
        <w:rPr>
          <w:rFonts w:ascii="Times New Roman" w:hAnsi="Times New Roman"/>
          <w:sz w:val="28"/>
          <w:szCs w:val="28"/>
        </w:rPr>
        <w:t xml:space="preserve"> </w:t>
      </w:r>
      <w:r w:rsidR="005F02B7">
        <w:rPr>
          <w:rFonts w:ascii="Times New Roman" w:hAnsi="Times New Roman"/>
          <w:sz w:val="28"/>
          <w:szCs w:val="28"/>
        </w:rPr>
        <w:t xml:space="preserve">постановлением мэра муниципального образования «Городской округ </w:t>
      </w:r>
      <w:proofErr w:type="spellStart"/>
      <w:r w:rsidR="005F02B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F02B7">
        <w:rPr>
          <w:rFonts w:ascii="Times New Roman" w:hAnsi="Times New Roman"/>
          <w:sz w:val="28"/>
          <w:szCs w:val="28"/>
        </w:rPr>
        <w:t xml:space="preserve">» от 05.05.2022 № 60 «Об утверждении Перечня муниципальных услуг органов местного самоуправления муниципального образования «Городской округ </w:t>
      </w:r>
      <w:proofErr w:type="spellStart"/>
      <w:r w:rsidR="005F02B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F02B7">
        <w:rPr>
          <w:rFonts w:ascii="Times New Roman" w:hAnsi="Times New Roman"/>
          <w:sz w:val="28"/>
          <w:szCs w:val="28"/>
        </w:rPr>
        <w:t xml:space="preserve">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области», </w:t>
      </w:r>
      <w:r>
        <w:rPr>
          <w:rFonts w:ascii="Times New Roman" w:hAnsi="Times New Roman"/>
          <w:sz w:val="28"/>
          <w:szCs w:val="28"/>
        </w:rPr>
        <w:t xml:space="preserve">статьей 28 Устава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», </w:t>
      </w:r>
      <w:r w:rsidRPr="009A1E47">
        <w:rPr>
          <w:rFonts w:ascii="Times New Roman" w:hAnsi="Times New Roman"/>
          <w:b/>
          <w:sz w:val="28"/>
          <w:szCs w:val="28"/>
        </w:rPr>
        <w:t>ПОСТАНОВЛЯЮ:</w:t>
      </w:r>
    </w:p>
    <w:p w14:paraId="1B840616" w14:textId="2A42A3C4" w:rsidR="00E92E83" w:rsidRDefault="00E92E83" w:rsidP="00474C8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Pr="00804B1C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E92E83">
        <w:rPr>
          <w:rFonts w:ascii="Times New Roman" w:eastAsia="Times New Roman" w:hAnsi="Times New Roman"/>
          <w:bCs/>
          <w:sz w:val="28"/>
          <w:szCs w:val="28"/>
          <w:lang w:eastAsia="ru-RU"/>
        </w:rPr>
        <w:t>«Предоставление движимого и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на территории муниципального образован</w:t>
      </w:r>
      <w:r w:rsidR="00AE19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ия «Городской округ </w:t>
      </w:r>
      <w:proofErr w:type="spellStart"/>
      <w:r w:rsidR="00AE1910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</w:t>
      </w:r>
      <w:proofErr w:type="spellEnd"/>
      <w:r w:rsidR="00AE1910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804B1C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32EA2C45" w14:textId="7D2BC978" w:rsidR="00E92E83" w:rsidRDefault="00E92E83" w:rsidP="00474C83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375D8876" w14:textId="08897ACC" w:rsidR="005158C9" w:rsidRDefault="00AE1910" w:rsidP="00474C83">
      <w:pPr>
        <w:pStyle w:val="a8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5158C9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комитет по управлению муниципальным имуществом муниципального образования «Городской округ </w:t>
      </w:r>
      <w:proofErr w:type="spellStart"/>
      <w:r w:rsidR="005158C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158C9">
        <w:rPr>
          <w:rFonts w:ascii="Times New Roman" w:hAnsi="Times New Roman"/>
          <w:sz w:val="28"/>
          <w:szCs w:val="28"/>
        </w:rPr>
        <w:t>» (</w:t>
      </w:r>
      <w:proofErr w:type="spellStart"/>
      <w:r w:rsidR="005158C9">
        <w:rPr>
          <w:rFonts w:ascii="Times New Roman" w:hAnsi="Times New Roman"/>
          <w:sz w:val="28"/>
          <w:szCs w:val="28"/>
        </w:rPr>
        <w:t>Рахматулина</w:t>
      </w:r>
      <w:proofErr w:type="spellEnd"/>
      <w:r w:rsidR="005158C9">
        <w:rPr>
          <w:rFonts w:ascii="Times New Roman" w:hAnsi="Times New Roman"/>
          <w:sz w:val="28"/>
          <w:szCs w:val="28"/>
        </w:rPr>
        <w:t xml:space="preserve"> Л.В.).</w:t>
      </w:r>
    </w:p>
    <w:p w14:paraId="5D3F8C22" w14:textId="7D29A882" w:rsidR="00E609BC" w:rsidRPr="00474C83" w:rsidRDefault="00E609BC" w:rsidP="00474C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23288C0" w14:textId="77777777" w:rsidR="00E92E83" w:rsidRPr="00D12794" w:rsidRDefault="00E92E83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D3F8C29" w14:textId="5BD232CF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D3F8C2A" w14:textId="5488CCFB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E92E8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474C8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EB227" w14:textId="77777777" w:rsidR="006D07F7" w:rsidRDefault="006D07F7" w:rsidP="00AE5C63">
      <w:pPr>
        <w:spacing w:after="0" w:line="240" w:lineRule="auto"/>
      </w:pPr>
      <w:r>
        <w:separator/>
      </w:r>
    </w:p>
  </w:endnote>
  <w:endnote w:type="continuationSeparator" w:id="0">
    <w:p w14:paraId="7963A137" w14:textId="77777777" w:rsidR="006D07F7" w:rsidRDefault="006D07F7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265CC" w14:textId="77777777" w:rsidR="006D07F7" w:rsidRDefault="006D07F7" w:rsidP="00AE5C63">
      <w:pPr>
        <w:spacing w:after="0" w:line="240" w:lineRule="auto"/>
      </w:pPr>
      <w:r>
        <w:separator/>
      </w:r>
    </w:p>
  </w:footnote>
  <w:footnote w:type="continuationSeparator" w:id="0">
    <w:p w14:paraId="3251F4F0" w14:textId="77777777" w:rsidR="006D07F7" w:rsidRDefault="006D07F7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3071305"/>
      <w:docPartObj>
        <w:docPartGallery w:val="Page Numbers (Top of Page)"/>
        <w:docPartUnique/>
      </w:docPartObj>
    </w:sdtPr>
    <w:sdtEndPr/>
    <w:sdtContent>
      <w:p w14:paraId="0C81C62D" w14:textId="6F29458E" w:rsidR="00474C83" w:rsidRDefault="00474C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26B6">
          <w:rPr>
            <w:noProof/>
          </w:rPr>
          <w:t>2</w:t>
        </w:r>
        <w:r>
          <w:fldChar w:fldCharType="end"/>
        </w:r>
      </w:p>
    </w:sdtContent>
  </w:sdt>
  <w:p w14:paraId="15EB9BCB" w14:textId="77777777" w:rsidR="00474C83" w:rsidRDefault="00474C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C0AEE"/>
    <w:rsid w:val="001E1F9F"/>
    <w:rsid w:val="002E5832"/>
    <w:rsid w:val="00364F8F"/>
    <w:rsid w:val="00474C83"/>
    <w:rsid w:val="005158C9"/>
    <w:rsid w:val="00520CBF"/>
    <w:rsid w:val="005B7F4B"/>
    <w:rsid w:val="005F02B7"/>
    <w:rsid w:val="006D07F7"/>
    <w:rsid w:val="008629FA"/>
    <w:rsid w:val="00987DB5"/>
    <w:rsid w:val="00AC72C8"/>
    <w:rsid w:val="00AE1910"/>
    <w:rsid w:val="00AE5C63"/>
    <w:rsid w:val="00B10ED9"/>
    <w:rsid w:val="00B25688"/>
    <w:rsid w:val="00C02849"/>
    <w:rsid w:val="00CA26B6"/>
    <w:rsid w:val="00D12794"/>
    <w:rsid w:val="00D67BD8"/>
    <w:rsid w:val="00DF7897"/>
    <w:rsid w:val="00E04656"/>
    <w:rsid w:val="00E37B8A"/>
    <w:rsid w:val="00E609BC"/>
    <w:rsid w:val="00E92E83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F8C1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E92E8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92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92E8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022A10" w:rsidRDefault="00022A10" w:rsidP="00022A10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022A10" w:rsidRDefault="00022A10" w:rsidP="00022A10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22A10"/>
    <w:rsid w:val="002B116C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22A10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022A10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022A10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182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2024-10-09T07:23:00Z</cp:lastPrinted>
  <dcterms:created xsi:type="dcterms:W3CDTF">2020-04-07T04:54:00Z</dcterms:created>
  <dcterms:modified xsi:type="dcterms:W3CDTF">2024-10-09T07:23:00Z</dcterms:modified>
</cp:coreProperties>
</file>