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0765B63C" w14:textId="77777777" w:rsidTr="00987DB5">
        <w:tc>
          <w:tcPr>
            <w:tcW w:w="9498" w:type="dxa"/>
          </w:tcPr>
          <w:p w14:paraId="0765B638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0765B653" wp14:editId="0765B654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765B639" w14:textId="77777777" w:rsidR="00053BD0" w:rsidRPr="00053BD0" w:rsidRDefault="00EA0EFF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МЭР</w:t>
            </w:r>
            <w:r w:rsidR="00053BD0"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 МУНИЦИПАЛЬНОГО ОБРАЗОВАНИЯ </w:t>
            </w:r>
          </w:p>
          <w:p w14:paraId="0765B63A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0765B63B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0765B63D" w14:textId="63EA441B" w:rsidR="00AE5C63" w:rsidRPr="00762526" w:rsidRDefault="00AE5C63" w:rsidP="00AE5C63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762526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7B9C25B60CD3406D938350073C2B2D7B"/>
          </w:placeholder>
        </w:sdtPr>
        <w:sdtEndPr/>
        <w:sdtContent>
          <w:r w:rsidR="00901641">
            <w:rPr>
              <w:rFonts w:ascii="Times New Roman" w:hAnsi="Times New Roman"/>
              <w:sz w:val="28"/>
              <w:szCs w:val="28"/>
            </w:rPr>
            <w:t>10 октября 2024 года</w:t>
          </w:r>
        </w:sdtContent>
      </w:sdt>
      <w:r w:rsidRPr="00762526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lang w:val="en-US"/>
          </w:rPr>
          <w:alias w:val="{RegNumber}"/>
          <w:tag w:val="{RegNumber}"/>
          <w:id w:val="1461379670"/>
          <w:placeholder>
            <w:docPart w:val="C27CA7C5837D4C6997F84EE248ACE465"/>
          </w:placeholder>
        </w:sdtPr>
        <w:sdtEndPr>
          <w:rPr>
            <w:u w:val="single"/>
          </w:rPr>
        </w:sdtEndPr>
        <w:sdtContent>
          <w:r w:rsidR="00901641" w:rsidRPr="00901641">
            <w:rPr>
              <w:rFonts w:ascii="Times New Roman" w:hAnsi="Times New Roman"/>
              <w:sz w:val="28"/>
              <w:szCs w:val="28"/>
            </w:rPr>
            <w:t>16</w:t>
          </w:r>
          <w:bookmarkStart w:id="0" w:name="_GoBack"/>
          <w:bookmarkEnd w:id="0"/>
          <w:r w:rsidR="00901641" w:rsidRPr="00901641">
            <w:rPr>
              <w:rFonts w:ascii="Times New Roman" w:hAnsi="Times New Roman"/>
              <w:sz w:val="28"/>
              <w:szCs w:val="28"/>
            </w:rPr>
            <w:t>1</w:t>
          </w:r>
        </w:sdtContent>
      </w:sdt>
    </w:p>
    <w:p w14:paraId="0765B651" w14:textId="318B0DB4" w:rsidR="008629FA" w:rsidRPr="00F27439" w:rsidRDefault="00AE5C63" w:rsidP="00F27439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</w:t>
      </w:r>
      <w:proofErr w:type="spellEnd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. Ноглики</w:t>
      </w:r>
    </w:p>
    <w:p w14:paraId="2F36600A" w14:textId="77777777" w:rsidR="00762526" w:rsidRDefault="000612D6" w:rsidP="0076252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82429">
        <w:rPr>
          <w:rFonts w:ascii="Times New Roman" w:hAnsi="Times New Roman"/>
          <w:b/>
          <w:sz w:val="28"/>
          <w:szCs w:val="28"/>
        </w:rPr>
        <w:t>Об утверждении П</w:t>
      </w:r>
      <w:r w:rsidR="00762526">
        <w:rPr>
          <w:rFonts w:ascii="Times New Roman" w:hAnsi="Times New Roman"/>
          <w:b/>
          <w:sz w:val="28"/>
          <w:szCs w:val="28"/>
        </w:rPr>
        <w:t>еречня муниципального имущества</w:t>
      </w:r>
    </w:p>
    <w:p w14:paraId="4FE39A01" w14:textId="77777777" w:rsidR="00762526" w:rsidRDefault="000612D6" w:rsidP="0076252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82429">
        <w:rPr>
          <w:rFonts w:ascii="Times New Roman" w:hAnsi="Times New Roman"/>
          <w:b/>
          <w:sz w:val="28"/>
          <w:szCs w:val="28"/>
        </w:rPr>
        <w:t>муниципального образовани</w:t>
      </w:r>
      <w:r w:rsidR="00762526">
        <w:rPr>
          <w:rFonts w:ascii="Times New Roman" w:hAnsi="Times New Roman"/>
          <w:b/>
          <w:sz w:val="28"/>
          <w:szCs w:val="28"/>
        </w:rPr>
        <w:t xml:space="preserve">я «Городской округ </w:t>
      </w:r>
      <w:proofErr w:type="spellStart"/>
      <w:r w:rsidR="00762526">
        <w:rPr>
          <w:rFonts w:ascii="Times New Roman" w:hAnsi="Times New Roman"/>
          <w:b/>
          <w:sz w:val="28"/>
          <w:szCs w:val="28"/>
        </w:rPr>
        <w:t>Ногликский</w:t>
      </w:r>
      <w:proofErr w:type="spellEnd"/>
      <w:r w:rsidR="00762526">
        <w:rPr>
          <w:rFonts w:ascii="Times New Roman" w:hAnsi="Times New Roman"/>
          <w:b/>
          <w:sz w:val="28"/>
          <w:szCs w:val="28"/>
        </w:rPr>
        <w:t>»,</w:t>
      </w:r>
    </w:p>
    <w:p w14:paraId="14B44006" w14:textId="697F55DC" w:rsidR="000612D6" w:rsidRDefault="000612D6" w:rsidP="0076252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82429">
        <w:rPr>
          <w:rFonts w:ascii="Times New Roman" w:hAnsi="Times New Roman"/>
          <w:b/>
          <w:sz w:val="28"/>
          <w:szCs w:val="28"/>
        </w:rPr>
        <w:t xml:space="preserve">свободного от прав третьих </w:t>
      </w:r>
      <w:r w:rsidR="00762526">
        <w:rPr>
          <w:rFonts w:ascii="Times New Roman" w:hAnsi="Times New Roman"/>
          <w:b/>
          <w:sz w:val="28"/>
          <w:szCs w:val="28"/>
        </w:rPr>
        <w:t>лиц, подлежащего предоставлению</w:t>
      </w:r>
    </w:p>
    <w:p w14:paraId="38A7E2D4" w14:textId="77777777" w:rsidR="00762526" w:rsidRDefault="000612D6" w:rsidP="0076252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82429">
        <w:rPr>
          <w:rFonts w:ascii="Times New Roman" w:hAnsi="Times New Roman"/>
          <w:b/>
          <w:sz w:val="28"/>
          <w:szCs w:val="28"/>
        </w:rPr>
        <w:t>во владение и (или) пол</w:t>
      </w:r>
      <w:r w:rsidR="00762526">
        <w:rPr>
          <w:rFonts w:ascii="Times New Roman" w:hAnsi="Times New Roman"/>
          <w:b/>
          <w:sz w:val="28"/>
          <w:szCs w:val="28"/>
        </w:rPr>
        <w:t>ьзование на долгосрочной основе</w:t>
      </w:r>
    </w:p>
    <w:p w14:paraId="5A41AEFE" w14:textId="77777777" w:rsidR="00762526" w:rsidRDefault="000612D6" w:rsidP="0076252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82429">
        <w:rPr>
          <w:rFonts w:ascii="Times New Roman" w:hAnsi="Times New Roman"/>
          <w:b/>
          <w:sz w:val="28"/>
          <w:szCs w:val="28"/>
        </w:rPr>
        <w:t>субъектам малого и среднего предприн</w:t>
      </w:r>
      <w:r w:rsidR="00762526">
        <w:rPr>
          <w:rFonts w:ascii="Times New Roman" w:hAnsi="Times New Roman"/>
          <w:b/>
          <w:sz w:val="28"/>
          <w:szCs w:val="28"/>
        </w:rPr>
        <w:t>имательства</w:t>
      </w:r>
    </w:p>
    <w:p w14:paraId="60CBC4FA" w14:textId="77777777" w:rsidR="00762526" w:rsidRDefault="000612D6" w:rsidP="0076252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82429">
        <w:rPr>
          <w:rFonts w:ascii="Times New Roman" w:hAnsi="Times New Roman"/>
          <w:b/>
          <w:sz w:val="28"/>
          <w:szCs w:val="28"/>
        </w:rPr>
        <w:t>и организациям, обра</w:t>
      </w:r>
      <w:r w:rsidR="00762526">
        <w:rPr>
          <w:rFonts w:ascii="Times New Roman" w:hAnsi="Times New Roman"/>
          <w:b/>
          <w:sz w:val="28"/>
          <w:szCs w:val="28"/>
        </w:rPr>
        <w:t>зующим инфраструктуру поддержки</w:t>
      </w:r>
    </w:p>
    <w:p w14:paraId="6208E56B" w14:textId="04508EDB" w:rsidR="000612D6" w:rsidRDefault="000612D6" w:rsidP="0076252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82429">
        <w:rPr>
          <w:rFonts w:ascii="Times New Roman" w:hAnsi="Times New Roman"/>
          <w:b/>
          <w:sz w:val="28"/>
          <w:szCs w:val="28"/>
        </w:rPr>
        <w:t>субъектов малого и среднего предпринимательства</w:t>
      </w:r>
    </w:p>
    <w:p w14:paraId="0A561F67" w14:textId="77777777" w:rsidR="000612D6" w:rsidRPr="00206725" w:rsidRDefault="000612D6" w:rsidP="000612D6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14:paraId="24FF6A9E" w14:textId="0A28438E" w:rsidR="000612D6" w:rsidRPr="00206725" w:rsidRDefault="000612D6" w:rsidP="000612D6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206725">
        <w:rPr>
          <w:rFonts w:ascii="Times New Roman" w:eastAsia="Times New Roman" w:hAnsi="Times New Roman"/>
          <w:sz w:val="28"/>
          <w:szCs w:val="28"/>
          <w:lang w:eastAsia="ru-RU"/>
        </w:rPr>
        <w:t xml:space="preserve">В соответствии со ст. 18 Федерального закона от 24.07.2007 № 209-ФЗ «О развитии малого и среднего предпринимательства в Российской Федерации», ст. 16 Федерального закона от 06.10.2003 № 131-ФЗ «Об общих принципах организации местного самоуправления в Российской Федерации», на основании постановления администрации муниципального образования «Городской округ </w:t>
      </w:r>
      <w:proofErr w:type="spellStart"/>
      <w:r w:rsidRPr="00206725">
        <w:rPr>
          <w:rFonts w:ascii="Times New Roman" w:eastAsia="Times New Roman" w:hAnsi="Times New Roman"/>
          <w:sz w:val="28"/>
          <w:szCs w:val="28"/>
          <w:lang w:eastAsia="ru-RU"/>
        </w:rPr>
        <w:t>Ногликский</w:t>
      </w:r>
      <w:proofErr w:type="spellEnd"/>
      <w:r w:rsidRPr="00206725">
        <w:rPr>
          <w:rFonts w:ascii="Times New Roman" w:eastAsia="Times New Roman" w:hAnsi="Times New Roman"/>
          <w:sz w:val="28"/>
          <w:szCs w:val="28"/>
          <w:lang w:eastAsia="ru-RU"/>
        </w:rPr>
        <w:t xml:space="preserve">» от 23.03.2020 № 141 </w:t>
      </w:r>
      <w:r w:rsidRPr="00206725">
        <w:rPr>
          <w:rFonts w:ascii="Times New Roman" w:hAnsi="Times New Roman"/>
          <w:sz w:val="28"/>
          <w:szCs w:val="28"/>
        </w:rPr>
        <w:t>«Об утверждении Положения о порядке формирования, ведения и обязательного опубликования перечня муниципального имущества, свободного от прав третьих лиц, подлежащего предоставлению во владение и (или)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и порядке и условиях предоставления в аренду включенного в данный перечень имущества»</w:t>
      </w:r>
      <w:r w:rsidRPr="00206725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протокола заседания рабочей группы по вопросам оказания имущественной поддержки субъектам малого и среднего предпринимательства от 16.09.2024 № 1, </w:t>
      </w:r>
      <w:r w:rsidRPr="00206725">
        <w:rPr>
          <w:rFonts w:ascii="Times New Roman" w:eastAsia="Times New Roman" w:hAnsi="Times New Roman"/>
          <w:sz w:val="28"/>
          <w:szCs w:val="28"/>
          <w:lang w:eastAsia="ru-RU"/>
        </w:rPr>
        <w:t xml:space="preserve">руководствуясь ст. 28 Устава муниципального образования «Городской округ </w:t>
      </w:r>
      <w:proofErr w:type="spellStart"/>
      <w:r w:rsidRPr="00206725">
        <w:rPr>
          <w:rFonts w:ascii="Times New Roman" w:eastAsia="Times New Roman" w:hAnsi="Times New Roman"/>
          <w:sz w:val="28"/>
          <w:szCs w:val="28"/>
          <w:lang w:eastAsia="ru-RU"/>
        </w:rPr>
        <w:t>Ногликский</w:t>
      </w:r>
      <w:proofErr w:type="spellEnd"/>
      <w:r w:rsidRPr="00206725">
        <w:rPr>
          <w:rFonts w:ascii="Times New Roman" w:eastAsia="Times New Roman" w:hAnsi="Times New Roman"/>
          <w:sz w:val="28"/>
          <w:szCs w:val="28"/>
          <w:lang w:eastAsia="ru-RU"/>
        </w:rPr>
        <w:t xml:space="preserve">», </w:t>
      </w:r>
      <w:r w:rsidRPr="00206725">
        <w:rPr>
          <w:rFonts w:ascii="Times New Roman" w:eastAsia="Times New Roman" w:hAnsi="Times New Roman"/>
          <w:b/>
          <w:sz w:val="28"/>
          <w:szCs w:val="28"/>
          <w:lang w:eastAsia="ru-RU"/>
        </w:rPr>
        <w:t>ПОСТАНОВЛЯЮ:</w:t>
      </w:r>
    </w:p>
    <w:p w14:paraId="75A9EBB6" w14:textId="77777777" w:rsidR="000612D6" w:rsidRPr="00206725" w:rsidRDefault="000612D6" w:rsidP="000612D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1. </w:t>
      </w:r>
      <w:r w:rsidRPr="00206725">
        <w:rPr>
          <w:rFonts w:ascii="Times New Roman" w:eastAsia="Times New Roman" w:hAnsi="Times New Roman"/>
          <w:sz w:val="28"/>
          <w:szCs w:val="28"/>
          <w:lang w:eastAsia="ru-RU"/>
        </w:rPr>
        <w:t xml:space="preserve">Утвердить Перечень муниципального имущества муниципального образования «Городской округ </w:t>
      </w:r>
      <w:proofErr w:type="spellStart"/>
      <w:r w:rsidRPr="00206725">
        <w:rPr>
          <w:rFonts w:ascii="Times New Roman" w:eastAsia="Times New Roman" w:hAnsi="Times New Roman"/>
          <w:sz w:val="28"/>
          <w:szCs w:val="28"/>
          <w:lang w:eastAsia="ru-RU"/>
        </w:rPr>
        <w:t>Ногликский</w:t>
      </w:r>
      <w:proofErr w:type="spellEnd"/>
      <w:r w:rsidRPr="00206725">
        <w:rPr>
          <w:rFonts w:ascii="Times New Roman" w:eastAsia="Times New Roman" w:hAnsi="Times New Roman"/>
          <w:sz w:val="28"/>
          <w:szCs w:val="28"/>
          <w:lang w:eastAsia="ru-RU"/>
        </w:rPr>
        <w:t xml:space="preserve">», свободного от прав третьих лиц, подлежащего предоставлению во владение и (или) пользование на долгосрочной основе субъектам малого и среднего предпринимательства и </w:t>
      </w:r>
      <w:r w:rsidRPr="00206725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организациям, образующим инфраструктуру поддержки субъектов малого и среднего предпринимательства (прилагается).</w:t>
      </w:r>
    </w:p>
    <w:p w14:paraId="12C4ADCA" w14:textId="116978D5" w:rsidR="000612D6" w:rsidRPr="00206725" w:rsidRDefault="000612D6" w:rsidP="000612D6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2. </w:t>
      </w:r>
      <w:r w:rsidRPr="00206725">
        <w:rPr>
          <w:rFonts w:ascii="Times New Roman" w:eastAsia="Times New Roman" w:hAnsi="Times New Roman"/>
          <w:sz w:val="28"/>
          <w:szCs w:val="28"/>
          <w:lang w:eastAsia="ru-RU"/>
        </w:rPr>
        <w:t xml:space="preserve">Считать утратившим силу постановление мэра муниципального образования «Городской округ </w:t>
      </w:r>
      <w:proofErr w:type="spellStart"/>
      <w:r w:rsidRPr="00206725">
        <w:rPr>
          <w:rFonts w:ascii="Times New Roman" w:eastAsia="Times New Roman" w:hAnsi="Times New Roman"/>
          <w:sz w:val="28"/>
          <w:szCs w:val="28"/>
          <w:lang w:eastAsia="ru-RU"/>
        </w:rPr>
        <w:t>Ногликский</w:t>
      </w:r>
      <w:proofErr w:type="spellEnd"/>
      <w:r w:rsidRPr="00206725">
        <w:rPr>
          <w:rFonts w:ascii="Times New Roman" w:eastAsia="Times New Roman" w:hAnsi="Times New Roman"/>
          <w:sz w:val="28"/>
          <w:szCs w:val="28"/>
          <w:lang w:eastAsia="ru-RU"/>
        </w:rPr>
        <w:t xml:space="preserve">» от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17</w:t>
      </w:r>
      <w:r w:rsidR="00762526">
        <w:rPr>
          <w:rFonts w:ascii="Times New Roman" w:eastAsia="Times New Roman" w:hAnsi="Times New Roman"/>
          <w:sz w:val="28"/>
          <w:szCs w:val="28"/>
          <w:lang w:eastAsia="ru-RU"/>
        </w:rPr>
        <w:t>.07</w:t>
      </w:r>
      <w:r w:rsidR="0032290B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2023 </w:t>
      </w:r>
      <w:r w:rsidRPr="00206725">
        <w:rPr>
          <w:rFonts w:ascii="Times New Roman" w:eastAsia="Times New Roman" w:hAnsi="Times New Roman"/>
          <w:sz w:val="28"/>
          <w:szCs w:val="28"/>
          <w:lang w:eastAsia="ru-RU"/>
        </w:rPr>
        <w:t xml:space="preserve">№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217</w:t>
      </w:r>
      <w:r w:rsidRPr="0020672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206725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«</w:t>
      </w:r>
      <w:r w:rsidRPr="00206725">
        <w:rPr>
          <w:rFonts w:ascii="Times New Roman" w:eastAsia="Times New Roman" w:hAnsi="Times New Roman"/>
          <w:sz w:val="28"/>
          <w:szCs w:val="28"/>
          <w:lang w:eastAsia="ru-RU"/>
        </w:rPr>
        <w:t xml:space="preserve">Об утверждении Перечня муниципального имущества муниципального образования «Городской округ </w:t>
      </w:r>
      <w:proofErr w:type="spellStart"/>
      <w:r w:rsidRPr="00206725">
        <w:rPr>
          <w:rFonts w:ascii="Times New Roman" w:eastAsia="Times New Roman" w:hAnsi="Times New Roman"/>
          <w:sz w:val="28"/>
          <w:szCs w:val="28"/>
          <w:lang w:eastAsia="ru-RU"/>
        </w:rPr>
        <w:t>Ногликский</w:t>
      </w:r>
      <w:proofErr w:type="spellEnd"/>
      <w:r w:rsidRPr="00206725">
        <w:rPr>
          <w:rFonts w:ascii="Times New Roman" w:eastAsia="Times New Roman" w:hAnsi="Times New Roman"/>
          <w:sz w:val="28"/>
          <w:szCs w:val="28"/>
          <w:lang w:eastAsia="ru-RU"/>
        </w:rPr>
        <w:t>», свободного от прав третьих лиц, подлежащего предоставлению во владение и (или)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предпринимательства».</w:t>
      </w:r>
    </w:p>
    <w:p w14:paraId="1E4BDDD9" w14:textId="77777777" w:rsidR="000612D6" w:rsidRDefault="000612D6" w:rsidP="000612D6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3. </w:t>
      </w:r>
      <w:r w:rsidRPr="00206725">
        <w:rPr>
          <w:rFonts w:ascii="Times New Roman" w:eastAsia="Times New Roman" w:hAnsi="Times New Roman"/>
          <w:sz w:val="28"/>
          <w:szCs w:val="28"/>
          <w:lang w:eastAsia="ru-RU"/>
        </w:rPr>
        <w:t xml:space="preserve">Опубликовать настоящее постановление в газете «Знамя труда» и разместить на официальном сайте муниципального образования «Городской круг </w:t>
      </w:r>
      <w:proofErr w:type="spellStart"/>
      <w:r w:rsidRPr="00206725">
        <w:rPr>
          <w:rFonts w:ascii="Times New Roman" w:eastAsia="Times New Roman" w:hAnsi="Times New Roman"/>
          <w:sz w:val="28"/>
          <w:szCs w:val="28"/>
          <w:lang w:eastAsia="ru-RU"/>
        </w:rPr>
        <w:t>Ногликский</w:t>
      </w:r>
      <w:proofErr w:type="spellEnd"/>
      <w:r w:rsidRPr="00206725">
        <w:rPr>
          <w:rFonts w:ascii="Times New Roman" w:eastAsia="Times New Roman" w:hAnsi="Times New Roman"/>
          <w:sz w:val="28"/>
          <w:szCs w:val="28"/>
          <w:lang w:eastAsia="ru-RU"/>
        </w:rPr>
        <w:t>» в информационно-телекоммуникационной сети «Интернет».</w:t>
      </w:r>
    </w:p>
    <w:p w14:paraId="5F8AA1E6" w14:textId="77777777" w:rsidR="000612D6" w:rsidRPr="00206725" w:rsidRDefault="000612D6" w:rsidP="000612D6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4. Контроль за исполнением настоящего постановления возложить на комитет по управлению муниципальным имуществом муниципального образования «Городской округ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Ногликский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>» (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Рахматулина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Л.В.).</w:t>
      </w:r>
    </w:p>
    <w:p w14:paraId="6471ED1D" w14:textId="77777777" w:rsidR="000612D6" w:rsidRPr="00D12794" w:rsidRDefault="000612D6" w:rsidP="000612D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01A25558" w14:textId="77777777" w:rsidR="000612D6" w:rsidRPr="00D12794" w:rsidRDefault="000612D6" w:rsidP="000612D6">
      <w:pPr>
        <w:jc w:val="both"/>
        <w:rPr>
          <w:rFonts w:ascii="Times New Roman" w:hAnsi="Times New Roman"/>
          <w:sz w:val="28"/>
          <w:szCs w:val="28"/>
        </w:rPr>
      </w:pPr>
    </w:p>
    <w:p w14:paraId="4BB0C259" w14:textId="77777777" w:rsidR="000612D6" w:rsidRDefault="000612D6" w:rsidP="000612D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571C9EB5" w14:textId="77777777" w:rsidR="000612D6" w:rsidRPr="008629FA" w:rsidRDefault="000612D6" w:rsidP="000612D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«Городской округ </w:t>
      </w:r>
      <w:proofErr w:type="spellStart"/>
      <w:r>
        <w:rPr>
          <w:rFonts w:ascii="Times New Roman" w:hAnsi="Times New Roman"/>
          <w:sz w:val="28"/>
          <w:szCs w:val="28"/>
        </w:rPr>
        <w:t>Ногликский</w:t>
      </w:r>
      <w:proofErr w:type="spellEnd"/>
      <w:r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С.В. </w:t>
      </w:r>
      <w:proofErr w:type="spellStart"/>
      <w:r>
        <w:rPr>
          <w:rFonts w:ascii="Times New Roman" w:hAnsi="Times New Roman"/>
          <w:sz w:val="28"/>
          <w:szCs w:val="28"/>
        </w:rPr>
        <w:t>Камелин</w:t>
      </w:r>
      <w:proofErr w:type="spellEnd"/>
    </w:p>
    <w:sectPr w:rsidR="000612D6" w:rsidRPr="008629FA" w:rsidSect="00762526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1361FB" w14:textId="77777777" w:rsidR="00512D9D" w:rsidRDefault="00512D9D" w:rsidP="00AE5C63">
      <w:pPr>
        <w:spacing w:after="0" w:line="240" w:lineRule="auto"/>
      </w:pPr>
      <w:r>
        <w:separator/>
      </w:r>
    </w:p>
  </w:endnote>
  <w:endnote w:type="continuationSeparator" w:id="0">
    <w:p w14:paraId="2FB3A074" w14:textId="77777777" w:rsidR="00512D9D" w:rsidRDefault="00512D9D" w:rsidP="00AE5C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D52D63E" w14:textId="77777777" w:rsidR="00512D9D" w:rsidRDefault="00512D9D" w:rsidP="00AE5C63">
      <w:pPr>
        <w:spacing w:after="0" w:line="240" w:lineRule="auto"/>
      </w:pPr>
      <w:r>
        <w:separator/>
      </w:r>
    </w:p>
  </w:footnote>
  <w:footnote w:type="continuationSeparator" w:id="0">
    <w:p w14:paraId="101EE2A5" w14:textId="77777777" w:rsidR="00512D9D" w:rsidRDefault="00512D9D" w:rsidP="00AE5C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31794119"/>
      <w:docPartObj>
        <w:docPartGallery w:val="Page Numbers (Top of Page)"/>
        <w:docPartUnique/>
      </w:docPartObj>
    </w:sdtPr>
    <w:sdtEndPr/>
    <w:sdtContent>
      <w:p w14:paraId="0A199340" w14:textId="7CAD93EF" w:rsidR="00762526" w:rsidRDefault="00762526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01641">
          <w:rPr>
            <w:noProof/>
          </w:rPr>
          <w:t>2</w:t>
        </w:r>
        <w:r>
          <w:fldChar w:fldCharType="end"/>
        </w:r>
      </w:p>
    </w:sdtContent>
  </w:sdt>
  <w:p w14:paraId="3CDC9647" w14:textId="77777777" w:rsidR="00762526" w:rsidRDefault="0076252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0612D6"/>
    <w:rsid w:val="000B6D8B"/>
    <w:rsid w:val="00185FEC"/>
    <w:rsid w:val="001E1F9F"/>
    <w:rsid w:val="002E5832"/>
    <w:rsid w:val="0032290B"/>
    <w:rsid w:val="00364F8F"/>
    <w:rsid w:val="00512D9D"/>
    <w:rsid w:val="00520CBF"/>
    <w:rsid w:val="00762526"/>
    <w:rsid w:val="008629FA"/>
    <w:rsid w:val="00901641"/>
    <w:rsid w:val="00987DB5"/>
    <w:rsid w:val="00AC72C8"/>
    <w:rsid w:val="00AE5C63"/>
    <w:rsid w:val="00B10ED9"/>
    <w:rsid w:val="00B25688"/>
    <w:rsid w:val="00C02849"/>
    <w:rsid w:val="00D12794"/>
    <w:rsid w:val="00D67BD8"/>
    <w:rsid w:val="00DF7897"/>
    <w:rsid w:val="00E37B8A"/>
    <w:rsid w:val="00E609BC"/>
    <w:rsid w:val="00EA0EFF"/>
    <w:rsid w:val="00F274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65B638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AE5C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E5C63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AE5C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E5C63"/>
    <w:rPr>
      <w:sz w:val="22"/>
      <w:szCs w:val="22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9016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901641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B9C25B60CD3406D938350073C2B2D7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1A3AA3A-AF73-4BC5-91A4-4866B53219FD}"/>
      </w:docPartPr>
      <w:docPartBody>
        <w:p w:rsidR="00183C01" w:rsidRDefault="00183C01" w:rsidP="00183C01">
          <w:pPr>
            <w:pStyle w:val="7B9C25B60CD3406D938350073C2B2D7B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C27CA7C5837D4C6997F84EE248ACE46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F3CCB9B-CF89-4D8C-B955-189996163608}"/>
      </w:docPartPr>
      <w:docPartBody>
        <w:p w:rsidR="00183C01" w:rsidRDefault="00183C01" w:rsidP="00183C01">
          <w:pPr>
            <w:pStyle w:val="C27CA7C5837D4C6997F84EE248ACE465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183C01"/>
    <w:rsid w:val="001F5F94"/>
    <w:rsid w:val="004B4044"/>
    <w:rsid w:val="008C678B"/>
    <w:rsid w:val="00C95804"/>
    <w:rsid w:val="00CF73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183C01"/>
    <w:rPr>
      <w:color w:val="808080"/>
    </w:rPr>
  </w:style>
  <w:style w:type="paragraph" w:customStyle="1" w:styleId="AEB4338F73834664BF71086DD92EE414">
    <w:name w:val="AEB4338F73834664BF71086DD92EE414"/>
    <w:rsid w:val="004B4044"/>
  </w:style>
  <w:style w:type="paragraph" w:customStyle="1" w:styleId="7B9C25B60CD3406D938350073C2B2D7B">
    <w:name w:val="7B9C25B60CD3406D938350073C2B2D7B"/>
    <w:rsid w:val="004B4044"/>
  </w:style>
  <w:style w:type="paragraph" w:customStyle="1" w:styleId="C27CA7C5837D4C6997F84EE248ACE465">
    <w:name w:val="C27CA7C5837D4C6997F84EE248ACE465"/>
    <w:rsid w:val="004B4044"/>
  </w:style>
  <w:style w:type="paragraph" w:customStyle="1" w:styleId="C2DD70048AD34CF4AD6BEF08B52446E6">
    <w:name w:val="C2DD70048AD34CF4AD6BEF08B52446E6"/>
    <w:rsid w:val="004B4044"/>
  </w:style>
  <w:style w:type="paragraph" w:customStyle="1" w:styleId="7B9C25B60CD3406D938350073C2B2D7B1">
    <w:name w:val="7B9C25B60CD3406D938350073C2B2D7B1"/>
    <w:rsid w:val="00183C01"/>
    <w:rPr>
      <w:rFonts w:ascii="Calibri" w:eastAsia="Calibri" w:hAnsi="Calibri" w:cs="Times New Roman"/>
      <w:lang w:eastAsia="en-US"/>
    </w:rPr>
  </w:style>
  <w:style w:type="paragraph" w:customStyle="1" w:styleId="C27CA7C5837D4C6997F84EE248ACE4651">
    <w:name w:val="C27CA7C5837D4C6997F84EE248ACE4651"/>
    <w:rsid w:val="00183C01"/>
    <w:rPr>
      <w:rFonts w:ascii="Calibri" w:eastAsia="Calibri" w:hAnsi="Calibri" w:cs="Times New Roman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10</TotalTime>
  <Pages>2</Pages>
  <Words>443</Words>
  <Characters>2526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Жанна С. Соколова</cp:lastModifiedBy>
  <cp:revision>8</cp:revision>
  <cp:lastPrinted>2024-10-10T01:24:00Z</cp:lastPrinted>
  <dcterms:created xsi:type="dcterms:W3CDTF">2020-04-07T04:54:00Z</dcterms:created>
  <dcterms:modified xsi:type="dcterms:W3CDTF">2024-10-10T01:25:00Z</dcterms:modified>
</cp:coreProperties>
</file>