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7EC5F5B" w14:textId="77777777" w:rsidTr="00987DB5">
        <w:tc>
          <w:tcPr>
            <w:tcW w:w="9498" w:type="dxa"/>
          </w:tcPr>
          <w:p w14:paraId="77EC5F5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EC5F72" wp14:editId="77EC5F7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EC5F58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7EC5F5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7EC5F5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7EC5F5C" w14:textId="6CDA077A" w:rsidR="00AE5C63" w:rsidRPr="00FE062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2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E0629" w:rsidRPr="00FE0629">
            <w:rPr>
              <w:rFonts w:ascii="Times New Roman" w:hAnsi="Times New Roman"/>
              <w:sz w:val="28"/>
              <w:szCs w:val="28"/>
            </w:rPr>
            <w:t>05 июня 2023 года</w:t>
          </w:r>
        </w:sdtContent>
      </w:sdt>
      <w:r w:rsidRPr="00FE062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E0629" w:rsidRPr="00FE0629">
            <w:rPr>
              <w:rFonts w:ascii="Times New Roman" w:hAnsi="Times New Roman"/>
              <w:sz w:val="28"/>
              <w:szCs w:val="28"/>
            </w:rPr>
            <w:t>164</w:t>
          </w:r>
        </w:sdtContent>
      </w:sdt>
    </w:p>
    <w:p w14:paraId="77EC5F5D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7EC5F5E" w14:textId="7C93DC4E" w:rsidR="00AE5C63" w:rsidRPr="004F3F91" w:rsidRDefault="00AE5C63" w:rsidP="00AE5C63">
      <w:pPr>
        <w:jc w:val="center"/>
        <w:rPr>
          <w:rStyle w:val="a8"/>
          <w:rFonts w:ascii="Times New Roman" w:hAnsi="Times New Roman"/>
          <w:b/>
          <w:i w:val="0"/>
          <w:iCs w:val="0"/>
          <w:sz w:val="28"/>
          <w:szCs w:val="28"/>
        </w:rPr>
      </w:pPr>
      <w:r w:rsidRPr="004F3F91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</w:t>
      </w:r>
      <w:r w:rsidR="000F46CB">
        <w:rPr>
          <w:rFonts w:ascii="Times New Roman" w:hAnsi="Times New Roman"/>
          <w:b/>
          <w:sz w:val="28"/>
          <w:szCs w:val="28"/>
        </w:rPr>
        <w:t xml:space="preserve">я </w:t>
      </w:r>
      <w:r w:rsidRPr="004F3F91">
        <w:rPr>
          <w:rFonts w:ascii="Times New Roman" w:hAnsi="Times New Roman"/>
          <w:b/>
          <w:sz w:val="28"/>
          <w:szCs w:val="28"/>
        </w:rPr>
        <w:t xml:space="preserve">муниципальной услуги </w:t>
      </w:r>
      <w:r w:rsidR="000F46CB">
        <w:rPr>
          <w:rFonts w:ascii="Times New Roman" w:hAnsi="Times New Roman"/>
          <w:b/>
          <w:sz w:val="28"/>
          <w:szCs w:val="28"/>
        </w:rPr>
        <w:t xml:space="preserve">«Предоставление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</w:t>
      </w:r>
      <w:r w:rsidR="009053B7">
        <w:rPr>
          <w:rFonts w:ascii="Times New Roman" w:hAnsi="Times New Roman"/>
          <w:b/>
          <w:sz w:val="28"/>
          <w:szCs w:val="28"/>
        </w:rPr>
        <w:br/>
      </w:r>
      <w:r w:rsidR="000F46CB">
        <w:rPr>
          <w:rFonts w:ascii="Times New Roman" w:hAnsi="Times New Roman"/>
          <w:b/>
          <w:sz w:val="28"/>
          <w:szCs w:val="28"/>
        </w:rPr>
        <w:t>не разграничена</w:t>
      </w:r>
      <w:r w:rsidR="00E3789C">
        <w:rPr>
          <w:rFonts w:ascii="Times New Roman" w:hAnsi="Times New Roman"/>
          <w:b/>
          <w:sz w:val="28"/>
          <w:szCs w:val="28"/>
        </w:rPr>
        <w:t>,</w:t>
      </w:r>
      <w:r w:rsidR="000F46CB">
        <w:rPr>
          <w:rFonts w:ascii="Times New Roman" w:hAnsi="Times New Roman"/>
          <w:b/>
          <w:sz w:val="28"/>
          <w:szCs w:val="28"/>
        </w:rPr>
        <w:t xml:space="preserve"> в соответствии с Федеральным законом </w:t>
      </w:r>
      <w:r w:rsidR="009053B7">
        <w:rPr>
          <w:rFonts w:ascii="Times New Roman" w:hAnsi="Times New Roman"/>
          <w:b/>
          <w:sz w:val="28"/>
          <w:szCs w:val="28"/>
        </w:rPr>
        <w:br/>
      </w:r>
      <w:r w:rsidR="004F3F91" w:rsidRPr="004F3F91">
        <w:rPr>
          <w:rFonts w:ascii="Times New Roman" w:hAnsi="Times New Roman"/>
          <w:b/>
          <w:sz w:val="28"/>
          <w:szCs w:val="28"/>
        </w:rPr>
        <w:t>«</w:t>
      </w:r>
      <w:r w:rsidR="004F3F91" w:rsidRPr="004F3F91">
        <w:rPr>
          <w:rStyle w:val="a8"/>
          <w:rFonts w:ascii="Times New Roman" w:hAnsi="Times New Roman"/>
          <w:b/>
          <w:i w:val="0"/>
          <w:iCs w:val="0"/>
          <w:sz w:val="28"/>
          <w:szCs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</w:t>
      </w:r>
    </w:p>
    <w:p w14:paraId="0774AB55" w14:textId="77777777" w:rsidR="004F3F91" w:rsidRDefault="004F3F91" w:rsidP="00AE5C63">
      <w:pPr>
        <w:jc w:val="center"/>
        <w:rPr>
          <w:rStyle w:val="a8"/>
          <w:rFonts w:ascii="Times New Roman" w:hAnsi="Times New Roman"/>
          <w:b/>
          <w:i w:val="0"/>
          <w:iCs w:val="0"/>
          <w:sz w:val="26"/>
          <w:szCs w:val="26"/>
        </w:rPr>
      </w:pPr>
    </w:p>
    <w:p w14:paraId="53BD6EA3" w14:textId="0CD331D3" w:rsidR="004F3F91" w:rsidRPr="004F3F91" w:rsidRDefault="004F3F91" w:rsidP="000E410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Федеральным законом от 06.10.2003 № 131-ФЗ </w:t>
      </w:r>
      <w:r w:rsidR="009053B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Федераль</w:t>
      </w:r>
      <w:r w:rsidR="009053B7">
        <w:rPr>
          <w:rFonts w:ascii="Times New Roman" w:eastAsia="Times New Roman" w:hAnsi="Times New Roman"/>
          <w:sz w:val="28"/>
          <w:szCs w:val="28"/>
          <w:lang w:eastAsia="ru-RU"/>
        </w:rPr>
        <w:t>ным законом от 27.07.2010 № 210-</w:t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 xml:space="preserve">ФЗ «Об организации предоставления государственных и муниципальных услуг», Земельным кодексом Российской Федерации, ст. 28 Устава муниципального образования «Городской округ Ногликский», </w:t>
      </w:r>
      <w:r w:rsidRPr="009053B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254A45AC" w14:textId="2A9FC941" w:rsidR="004F3F91" w:rsidRPr="004F3F91" w:rsidRDefault="004F3F91" w:rsidP="000E410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>1. Утвердить административный регламент предоставления муниципальн</w:t>
      </w:r>
      <w:bookmarkStart w:id="0" w:name="_GoBack"/>
      <w:bookmarkEnd w:id="0"/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>ой услуги</w:t>
      </w:r>
      <w:r w:rsidR="006A3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3F59" w:rsidRPr="006A3F59">
        <w:rPr>
          <w:rFonts w:ascii="Times New Roman" w:hAnsi="Times New Roman"/>
          <w:sz w:val="28"/>
          <w:szCs w:val="28"/>
        </w:rPr>
        <w:t>«Предоставление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</w:t>
      </w:r>
      <w:r w:rsidR="00E3789C">
        <w:rPr>
          <w:rFonts w:ascii="Times New Roman" w:hAnsi="Times New Roman"/>
          <w:sz w:val="28"/>
          <w:szCs w:val="28"/>
        </w:rPr>
        <w:t>,</w:t>
      </w:r>
      <w:r w:rsidR="006A3F59" w:rsidRPr="006A3F59">
        <w:rPr>
          <w:rFonts w:ascii="Times New Roman" w:hAnsi="Times New Roman"/>
          <w:sz w:val="28"/>
          <w:szCs w:val="28"/>
        </w:rPr>
        <w:t xml:space="preserve"> в соответствии с Федеральным законом</w:t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4F3F91">
        <w:rPr>
          <w:rStyle w:val="a8"/>
          <w:rFonts w:ascii="Times New Roman" w:hAnsi="Times New Roman"/>
          <w:i w:val="0"/>
          <w:iCs w:val="0"/>
          <w:sz w:val="28"/>
          <w:szCs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>» (прилагается).</w:t>
      </w:r>
    </w:p>
    <w:p w14:paraId="4945644B" w14:textId="1D2B11A5" w:rsidR="004F3F91" w:rsidRPr="004F3F91" w:rsidRDefault="004F3F91" w:rsidP="000E410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Считать утратившим силу постановлени</w:t>
      </w:r>
      <w:r w:rsidR="00F45CF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 муниципального образования «Городской округ Ногликский»</w:t>
      </w:r>
      <w:r w:rsidR="00F45CF7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 xml:space="preserve">т 25.12.2018 № 252 </w:t>
      </w:r>
      <w:r w:rsidR="009053B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«Предоставление гражданам в безвозмездное пользование земельных участков, находящихся в государственной или муниципальной собственности</w:t>
      </w:r>
      <w:r w:rsidR="00F45CF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6256432" w14:textId="3DABCC40" w:rsidR="004F3F91" w:rsidRPr="004F3F91" w:rsidRDefault="004F3F91" w:rsidP="000E410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9053B7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77EC5F5F" w14:textId="2A4C48F7" w:rsidR="00185FEC" w:rsidRDefault="004F3F91" w:rsidP="000E41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 w:rsidR="009053B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председателя комитета по управлению муниципальным имуществом муниципального образования «Городской округ Ногликский» </w:t>
      </w:r>
      <w:r w:rsidR="009053B7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>Рахматулину</w:t>
      </w:r>
      <w:proofErr w:type="spellEnd"/>
      <w:r w:rsidR="009053B7" w:rsidRPr="009053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53B7" w:rsidRPr="004F3F91">
        <w:rPr>
          <w:rFonts w:ascii="Times New Roman" w:eastAsia="Times New Roman" w:hAnsi="Times New Roman"/>
          <w:sz w:val="28"/>
          <w:szCs w:val="28"/>
          <w:lang w:eastAsia="ru-RU"/>
        </w:rPr>
        <w:t>Л.В</w:t>
      </w:r>
      <w:r w:rsidRPr="004F3F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7EC5F61" w14:textId="6220D877" w:rsidR="00E609BC" w:rsidRDefault="00E609BC" w:rsidP="000E41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1D3F33" w14:textId="77777777" w:rsidR="000E410D" w:rsidRPr="00D12794" w:rsidRDefault="000E410D" w:rsidP="000E41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9CCB83" w14:textId="77777777" w:rsidR="009053B7" w:rsidRDefault="009053B7" w:rsidP="000E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77EC5F6B" w14:textId="62552C99" w:rsidR="008629FA" w:rsidRDefault="008629FA" w:rsidP="000E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7EC5F6C" w14:textId="0280201F" w:rsidR="008629FA" w:rsidRPr="008629FA" w:rsidRDefault="008629FA" w:rsidP="000E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053B7">
        <w:rPr>
          <w:rFonts w:ascii="Times New Roman" w:hAnsi="Times New Roman"/>
          <w:sz w:val="28"/>
          <w:szCs w:val="28"/>
        </w:rPr>
        <w:t xml:space="preserve">        О.В. Водолага</w:t>
      </w:r>
    </w:p>
    <w:p w14:paraId="77EC5F6D" w14:textId="77777777" w:rsidR="008629FA" w:rsidRPr="00D12794" w:rsidRDefault="008629FA" w:rsidP="000E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EC5F6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7EC5F6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7EC5F7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7EC5F71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053B7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C5F76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7EC5F77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C5F78" w14:textId="2425439E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C5F74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7EC5F75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115629"/>
      <w:docPartObj>
        <w:docPartGallery w:val="Page Numbers (Top of Page)"/>
        <w:docPartUnique/>
      </w:docPartObj>
    </w:sdtPr>
    <w:sdtEndPr/>
    <w:sdtContent>
      <w:p w14:paraId="0FFDF500" w14:textId="7BAB4873" w:rsidR="009053B7" w:rsidRDefault="009053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629">
          <w:rPr>
            <w:noProof/>
          </w:rPr>
          <w:t>2</w:t>
        </w:r>
        <w:r>
          <w:fldChar w:fldCharType="end"/>
        </w:r>
      </w:p>
    </w:sdtContent>
  </w:sdt>
  <w:p w14:paraId="40BDBC55" w14:textId="77777777" w:rsidR="009053B7" w:rsidRDefault="009053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E410D"/>
    <w:rsid w:val="000F46CB"/>
    <w:rsid w:val="00185FEC"/>
    <w:rsid w:val="001E1F9F"/>
    <w:rsid w:val="002E5832"/>
    <w:rsid w:val="00364F8F"/>
    <w:rsid w:val="004F3F91"/>
    <w:rsid w:val="00520CBF"/>
    <w:rsid w:val="006A3F59"/>
    <w:rsid w:val="008629FA"/>
    <w:rsid w:val="009053B7"/>
    <w:rsid w:val="00987DB5"/>
    <w:rsid w:val="009E7A64"/>
    <w:rsid w:val="00AC72C8"/>
    <w:rsid w:val="00AE5C63"/>
    <w:rsid w:val="00B10ED9"/>
    <w:rsid w:val="00B25688"/>
    <w:rsid w:val="00C02849"/>
    <w:rsid w:val="00D12794"/>
    <w:rsid w:val="00D67BD8"/>
    <w:rsid w:val="00DF7897"/>
    <w:rsid w:val="00E3789C"/>
    <w:rsid w:val="00E37B8A"/>
    <w:rsid w:val="00E609BC"/>
    <w:rsid w:val="00EA0EFF"/>
    <w:rsid w:val="00F45CF7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C5F5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Emphasis"/>
    <w:qFormat/>
    <w:rsid w:val="004F3F91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4F3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3F9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C647D6" w:rsidRDefault="00C647D6" w:rsidP="00C647D6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C647D6" w:rsidRDefault="00C647D6" w:rsidP="00C647D6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647D6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47D6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C647D6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C647D6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2023-06-06T00:53:00Z</cp:lastPrinted>
  <dcterms:created xsi:type="dcterms:W3CDTF">2020-04-07T04:54:00Z</dcterms:created>
  <dcterms:modified xsi:type="dcterms:W3CDTF">2023-06-06T00:54:00Z</dcterms:modified>
</cp:coreProperties>
</file>