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F1DC0" w14:paraId="4E0DDBE2" w14:textId="77777777" w:rsidTr="00987DB5">
        <w:tc>
          <w:tcPr>
            <w:tcW w:w="9498" w:type="dxa"/>
          </w:tcPr>
          <w:p w14:paraId="4E0DDBDE" w14:textId="77777777" w:rsidR="00053BD0" w:rsidRPr="009F1DC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1DC0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E0DDBF9" wp14:editId="4E0DDBF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0DDBDF" w14:textId="77777777" w:rsidR="00053BD0" w:rsidRPr="009F1DC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9F1DC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9F1DC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4E0DDBE0" w14:textId="77777777" w:rsidR="00053BD0" w:rsidRPr="009F1DC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9F1DC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E0DDBE1" w14:textId="77777777" w:rsidR="00053BD0" w:rsidRPr="009F1DC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9F1DC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E0DDBE3" w14:textId="17804EF9" w:rsidR="00AE5C63" w:rsidRPr="00C534F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C534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534F3" w:rsidRPr="00C534F3">
            <w:rPr>
              <w:rFonts w:ascii="Times New Roman" w:hAnsi="Times New Roman"/>
              <w:sz w:val="28"/>
              <w:szCs w:val="28"/>
            </w:rPr>
            <w:t>07 июня 2023 года</w:t>
          </w:r>
        </w:sdtContent>
      </w:sdt>
      <w:r w:rsidRPr="00C534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534F3" w:rsidRPr="00C534F3">
            <w:rPr>
              <w:rFonts w:ascii="Times New Roman" w:hAnsi="Times New Roman"/>
              <w:sz w:val="28"/>
              <w:szCs w:val="28"/>
            </w:rPr>
            <w:t>170</w:t>
          </w:r>
        </w:sdtContent>
      </w:sdt>
    </w:p>
    <w:bookmarkEnd w:id="0"/>
    <w:p w14:paraId="4E0DDBE4" w14:textId="77777777" w:rsidR="00AE5C63" w:rsidRPr="009F1DC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F1DC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9F1DC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1BAF793" w14:textId="77777777" w:rsidR="001D068F" w:rsidRPr="00C711E3" w:rsidRDefault="00AE5C63" w:rsidP="009528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11E3">
        <w:rPr>
          <w:rFonts w:ascii="Times New Roman" w:hAnsi="Times New Roman"/>
          <w:b/>
          <w:sz w:val="28"/>
          <w:szCs w:val="28"/>
        </w:rPr>
        <w:t>О</w:t>
      </w:r>
      <w:r w:rsidR="00C9339F" w:rsidRPr="00C711E3">
        <w:rPr>
          <w:rFonts w:ascii="Times New Roman" w:hAnsi="Times New Roman"/>
          <w:b/>
          <w:sz w:val="28"/>
          <w:szCs w:val="28"/>
        </w:rPr>
        <w:t xml:space="preserve">б утверждении состава </w:t>
      </w:r>
      <w:r w:rsidRPr="00C711E3">
        <w:rPr>
          <w:rFonts w:ascii="Times New Roman" w:hAnsi="Times New Roman"/>
          <w:b/>
          <w:sz w:val="28"/>
          <w:szCs w:val="28"/>
        </w:rPr>
        <w:t xml:space="preserve">рабочей группы по оценке регулирующего </w:t>
      </w:r>
    </w:p>
    <w:p w14:paraId="5F8C654F" w14:textId="77777777" w:rsidR="001D068F" w:rsidRPr="00C711E3" w:rsidRDefault="00AE5C63" w:rsidP="009528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11E3">
        <w:rPr>
          <w:rFonts w:ascii="Times New Roman" w:hAnsi="Times New Roman"/>
          <w:b/>
          <w:sz w:val="28"/>
          <w:szCs w:val="28"/>
        </w:rPr>
        <w:t xml:space="preserve">воздействия проектов нормативных правовых актов и экспертизе </w:t>
      </w:r>
    </w:p>
    <w:p w14:paraId="723F0903" w14:textId="28176A88" w:rsidR="001D068F" w:rsidRPr="00C711E3" w:rsidRDefault="00AE5C63" w:rsidP="009528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11E3">
        <w:rPr>
          <w:rFonts w:ascii="Times New Roman" w:hAnsi="Times New Roman"/>
          <w:b/>
          <w:sz w:val="28"/>
          <w:szCs w:val="28"/>
        </w:rPr>
        <w:t>нормативных правовых актов</w:t>
      </w:r>
      <w:r w:rsidR="00952873" w:rsidRPr="00C711E3">
        <w:rPr>
          <w:rFonts w:ascii="Times New Roman" w:hAnsi="Times New Roman"/>
          <w:b/>
          <w:sz w:val="28"/>
          <w:szCs w:val="28"/>
        </w:rPr>
        <w:t xml:space="preserve"> </w:t>
      </w:r>
      <w:r w:rsidRPr="00C711E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14:paraId="4E0DDBE5" w14:textId="7749A6AE" w:rsidR="00AE5C63" w:rsidRPr="009F1DC0" w:rsidRDefault="00AE5C63" w:rsidP="009528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11E3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4E0DDBE6" w14:textId="77777777" w:rsidR="00185FEC" w:rsidRPr="009F1DC0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1BCAB0" w14:textId="2155659D" w:rsidR="009F1DC0" w:rsidRPr="009F1DC0" w:rsidRDefault="00B778CD" w:rsidP="009F1DC0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</w:t>
      </w:r>
      <w:r w:rsidR="009F1DC0" w:rsidRPr="009F1DC0">
        <w:rPr>
          <w:rFonts w:ascii="Times New Roman" w:hAnsi="Times New Roman"/>
          <w:sz w:val="28"/>
          <w:szCs w:val="28"/>
        </w:rPr>
        <w:t xml:space="preserve">остановлением администрации муниципального </w:t>
      </w:r>
      <w:r w:rsidR="00C711E3">
        <w:rPr>
          <w:rFonts w:ascii="Times New Roman" w:hAnsi="Times New Roman"/>
          <w:sz w:val="28"/>
          <w:szCs w:val="28"/>
        </w:rPr>
        <w:br/>
        <w:t xml:space="preserve">образования </w:t>
      </w:r>
      <w:r w:rsidR="009F1DC0" w:rsidRPr="009F1DC0">
        <w:rPr>
          <w:rFonts w:ascii="Times New Roman" w:hAnsi="Times New Roman"/>
          <w:sz w:val="28"/>
          <w:szCs w:val="28"/>
        </w:rPr>
        <w:t xml:space="preserve">«Городской округ Ногликский» от 22.03.2023 № 169 «Об утверждении Порядка проведения процедур оценки регулирующего воздействия проектов нормативных правовых актов и экспертизы нормативных правовых актов муниципального образования «Городской округ Ногликский», руководствуясь ст. 28 Устава муниципального образования «Городской округ Ногликский», </w:t>
      </w:r>
      <w:r w:rsidR="009F1DC0" w:rsidRPr="00C711E3">
        <w:rPr>
          <w:rFonts w:ascii="Times New Roman" w:hAnsi="Times New Roman"/>
          <w:b/>
          <w:sz w:val="28"/>
          <w:szCs w:val="28"/>
        </w:rPr>
        <w:t>ПОСТАНОВЛЯЮ:</w:t>
      </w:r>
    </w:p>
    <w:p w14:paraId="4E0DDBE9" w14:textId="09A809A0" w:rsidR="00E609BC" w:rsidRPr="005D6BC6" w:rsidRDefault="009F1DC0" w:rsidP="009F1D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6BC6">
        <w:rPr>
          <w:rFonts w:ascii="Times New Roman" w:hAnsi="Times New Roman"/>
          <w:sz w:val="28"/>
          <w:szCs w:val="28"/>
        </w:rPr>
        <w:t xml:space="preserve">1. </w:t>
      </w:r>
      <w:r w:rsidR="005D6BC6" w:rsidRPr="005D6BC6">
        <w:rPr>
          <w:rFonts w:ascii="Times New Roman" w:hAnsi="Times New Roman"/>
          <w:sz w:val="28"/>
          <w:szCs w:val="28"/>
        </w:rPr>
        <w:t>Утвердить состав рабочей группы по оценке регулирующего воздействия проектов нормативных правовых актов и экспертизе нормативных правовых актов муниципального образования «Городской округ Ногликский»</w:t>
      </w:r>
      <w:r w:rsidR="002B2FFE">
        <w:rPr>
          <w:rFonts w:ascii="Times New Roman" w:hAnsi="Times New Roman"/>
          <w:sz w:val="28"/>
          <w:szCs w:val="28"/>
        </w:rPr>
        <w:t xml:space="preserve"> (прилагается)</w:t>
      </w:r>
      <w:r w:rsidR="005D6BC6">
        <w:rPr>
          <w:rFonts w:ascii="Times New Roman" w:hAnsi="Times New Roman"/>
          <w:sz w:val="28"/>
          <w:szCs w:val="28"/>
        </w:rPr>
        <w:t>.</w:t>
      </w:r>
    </w:p>
    <w:p w14:paraId="4C8E03FD" w14:textId="329754C2" w:rsidR="0034437A" w:rsidRDefault="0034437A" w:rsidP="003443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F4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Разместить</w:t>
      </w:r>
      <w:r w:rsidRPr="00131F4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«Городской округ Ногликский» 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131F45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697B3DED" w14:textId="4229C085" w:rsidR="00F25252" w:rsidRDefault="00F25252" w:rsidP="00F25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70CA">
        <w:rPr>
          <w:rFonts w:ascii="Times New Roman" w:hAnsi="Times New Roman"/>
          <w:sz w:val="28"/>
          <w:szCs w:val="28"/>
          <w:lang w:eastAsia="ru-RU"/>
        </w:rPr>
        <w:t xml:space="preserve">3. </w:t>
      </w:r>
      <w:r w:rsidRPr="003970C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="00A57EC8">
        <w:rPr>
          <w:rFonts w:ascii="Times New Roman" w:hAnsi="Times New Roman"/>
          <w:sz w:val="28"/>
          <w:szCs w:val="28"/>
        </w:rPr>
        <w:t>на</w:t>
      </w:r>
      <w:r w:rsidR="00CB3744">
        <w:rPr>
          <w:rFonts w:ascii="Times New Roman" w:hAnsi="Times New Roman"/>
          <w:sz w:val="28"/>
          <w:szCs w:val="28"/>
        </w:rPr>
        <w:t xml:space="preserve"> исполняющего обязанности</w:t>
      </w:r>
      <w:r w:rsidR="00A57EC8">
        <w:rPr>
          <w:rFonts w:ascii="Times New Roman" w:hAnsi="Times New Roman"/>
          <w:sz w:val="28"/>
          <w:szCs w:val="28"/>
        </w:rPr>
        <w:t xml:space="preserve"> </w:t>
      </w:r>
      <w:r w:rsidRPr="003970CA">
        <w:rPr>
          <w:rFonts w:ascii="Times New Roman" w:hAnsi="Times New Roman"/>
          <w:sz w:val="28"/>
          <w:szCs w:val="28"/>
        </w:rPr>
        <w:t>первого вице-мэра муниципального образования «Городской округ Ногликский» Водолагу О.В.</w:t>
      </w:r>
    </w:p>
    <w:p w14:paraId="3803AC40" w14:textId="5BAF1A4B" w:rsidR="00F25252" w:rsidRDefault="00F25252" w:rsidP="00F252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7909CA4" w14:textId="77777777" w:rsidR="00C711E3" w:rsidRPr="005534FE" w:rsidRDefault="00C711E3" w:rsidP="00F252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BCD14B" w14:textId="77777777" w:rsidR="009B4228" w:rsidRPr="00E43317" w:rsidRDefault="009B4228" w:rsidP="009B4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317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4B61193" w14:textId="3CFD2AB5" w:rsidR="009B4228" w:rsidRPr="00E43317" w:rsidRDefault="009B4228" w:rsidP="009B42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3317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E43317">
        <w:rPr>
          <w:rFonts w:ascii="Times New Roman" w:hAnsi="Times New Roman"/>
          <w:sz w:val="28"/>
          <w:szCs w:val="28"/>
        </w:rPr>
        <w:tab/>
      </w:r>
      <w:r w:rsidRPr="00E43317">
        <w:rPr>
          <w:rFonts w:ascii="Times New Roman" w:hAnsi="Times New Roman"/>
          <w:sz w:val="28"/>
          <w:szCs w:val="28"/>
        </w:rPr>
        <w:tab/>
      </w:r>
      <w:r w:rsidRPr="00E43317">
        <w:rPr>
          <w:rFonts w:ascii="Times New Roman" w:hAnsi="Times New Roman"/>
          <w:sz w:val="28"/>
          <w:szCs w:val="28"/>
        </w:rPr>
        <w:tab/>
      </w:r>
      <w:r w:rsidRPr="00E43317">
        <w:rPr>
          <w:rFonts w:ascii="Times New Roman" w:hAnsi="Times New Roman"/>
          <w:sz w:val="28"/>
          <w:szCs w:val="28"/>
        </w:rPr>
        <w:tab/>
      </w:r>
      <w:r w:rsidRPr="00E43317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p w14:paraId="4E0DDBF4" w14:textId="77777777" w:rsidR="008629FA" w:rsidRPr="009F1DC0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0DDBF5" w14:textId="77777777" w:rsidR="008629FA" w:rsidRPr="009F1DC0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0DDBF8" w14:textId="77777777" w:rsidR="008629FA" w:rsidRPr="009F1DC0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9F1DC0" w:rsidSect="00C711E3">
      <w:footerReference w:type="default" r:id="rId7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DDBFD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4E0DDBFE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DDBFF" w14:textId="41E61BE0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0DDBFB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4E0DDBFC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D068F"/>
    <w:rsid w:val="001E1F9F"/>
    <w:rsid w:val="001E3ABF"/>
    <w:rsid w:val="002B2FFE"/>
    <w:rsid w:val="002E5832"/>
    <w:rsid w:val="0034437A"/>
    <w:rsid w:val="00364F8F"/>
    <w:rsid w:val="00520CBF"/>
    <w:rsid w:val="0053347B"/>
    <w:rsid w:val="005D6BC6"/>
    <w:rsid w:val="008629FA"/>
    <w:rsid w:val="00950DB3"/>
    <w:rsid w:val="00952873"/>
    <w:rsid w:val="00987DB5"/>
    <w:rsid w:val="009B4228"/>
    <w:rsid w:val="009F1DC0"/>
    <w:rsid w:val="00A57EC8"/>
    <w:rsid w:val="00AA0E9B"/>
    <w:rsid w:val="00AC72C8"/>
    <w:rsid w:val="00AE5C63"/>
    <w:rsid w:val="00B10ED9"/>
    <w:rsid w:val="00B25688"/>
    <w:rsid w:val="00B778CD"/>
    <w:rsid w:val="00C02849"/>
    <w:rsid w:val="00C534F3"/>
    <w:rsid w:val="00C711E3"/>
    <w:rsid w:val="00C9339F"/>
    <w:rsid w:val="00CB3744"/>
    <w:rsid w:val="00D12794"/>
    <w:rsid w:val="00D67BD8"/>
    <w:rsid w:val="00DF7897"/>
    <w:rsid w:val="00E37B8A"/>
    <w:rsid w:val="00E609BC"/>
    <w:rsid w:val="00EA0EFF"/>
    <w:rsid w:val="00F2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DBD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34437A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ConsPlusNormal0">
    <w:name w:val="ConsPlusNormal Знак"/>
    <w:link w:val="ConsPlusNormal"/>
    <w:locked/>
    <w:rsid w:val="0034437A"/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2F6AA4" w:rsidRDefault="002F6AA4" w:rsidP="002F6AA4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2F6AA4" w:rsidRDefault="002F6AA4" w:rsidP="002F6AA4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F6AA4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F6AA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2F6AA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2F6AA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20</cp:revision>
  <dcterms:created xsi:type="dcterms:W3CDTF">2020-04-07T04:54:00Z</dcterms:created>
  <dcterms:modified xsi:type="dcterms:W3CDTF">2023-06-07T06:32:00Z</dcterms:modified>
</cp:coreProperties>
</file>