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9D58CF5" w14:textId="77777777" w:rsidTr="00987DB5">
        <w:tc>
          <w:tcPr>
            <w:tcW w:w="9498" w:type="dxa"/>
          </w:tcPr>
          <w:p w14:paraId="79D58CF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9D58D0C" wp14:editId="79D58D0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58CF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9D58CF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9D58CF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9D58CF6" w14:textId="0D8B356F" w:rsidR="00AE5C63" w:rsidRPr="002C0100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010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C0100" w:rsidRPr="002C0100">
            <w:rPr>
              <w:rFonts w:ascii="Times New Roman" w:hAnsi="Times New Roman"/>
              <w:sz w:val="28"/>
              <w:szCs w:val="28"/>
            </w:rPr>
            <w:t>15 февраля 2022 года</w:t>
          </w:r>
        </w:sdtContent>
      </w:sdt>
      <w:r w:rsidRPr="002C010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2C0100" w:rsidRPr="002C0100">
            <w:rPr>
              <w:rFonts w:ascii="Times New Roman" w:hAnsi="Times New Roman"/>
              <w:sz w:val="28"/>
              <w:szCs w:val="28"/>
            </w:rPr>
            <w:t>17</w:t>
          </w:r>
        </w:sdtContent>
      </w:sdt>
    </w:p>
    <w:p w14:paraId="79D58CF9" w14:textId="5FD93E9B" w:rsidR="00185FEC" w:rsidRPr="00BD108E" w:rsidRDefault="00AE5C63" w:rsidP="00BD108E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108E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4E20FB1D" w14:textId="77777777" w:rsidR="00660947" w:rsidRPr="000C073A" w:rsidRDefault="00660947" w:rsidP="002C0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073A">
        <w:rPr>
          <w:rFonts w:ascii="Times New Roman" w:hAnsi="Times New Roman"/>
          <w:b/>
          <w:sz w:val="28"/>
          <w:szCs w:val="28"/>
        </w:rPr>
        <w:t>Об утверждении Порядка со</w:t>
      </w:r>
      <w:r>
        <w:rPr>
          <w:rFonts w:ascii="Times New Roman" w:hAnsi="Times New Roman"/>
          <w:b/>
          <w:sz w:val="28"/>
          <w:szCs w:val="28"/>
        </w:rPr>
        <w:t>держания и эксплуатации источни</w:t>
      </w:r>
      <w:r w:rsidRPr="000C073A">
        <w:rPr>
          <w:rFonts w:ascii="Times New Roman" w:hAnsi="Times New Roman"/>
          <w:b/>
          <w:sz w:val="28"/>
          <w:szCs w:val="28"/>
        </w:rPr>
        <w:t>ков наружного противопожарного водоснабжения на территории муниципального образования «Городской округ Ногликский»</w:t>
      </w:r>
    </w:p>
    <w:p w14:paraId="24C7B804" w14:textId="77777777" w:rsidR="002C0100" w:rsidRDefault="002C0100" w:rsidP="00660947">
      <w:pPr>
        <w:pStyle w:val="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5F640A" w14:textId="77777777" w:rsidR="00660947" w:rsidRPr="002B48B4" w:rsidRDefault="00660947" w:rsidP="00660947">
      <w:pPr>
        <w:pStyle w:val="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6B09">
        <w:rPr>
          <w:rFonts w:ascii="Times New Roman" w:hAnsi="Times New Roman"/>
          <w:color w:val="000000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от 22.07.2008 № 123-ФЗ «</w:t>
      </w:r>
      <w:bookmarkStart w:id="0" w:name="_GoBack"/>
      <w:bookmarkEnd w:id="0"/>
      <w:r w:rsidRPr="00386B09">
        <w:rPr>
          <w:rFonts w:ascii="Times New Roman" w:hAnsi="Times New Roman"/>
          <w:color w:val="000000"/>
          <w:sz w:val="28"/>
          <w:szCs w:val="28"/>
        </w:rPr>
        <w:t>Технический регламент о требованиях пожарной безопасности», Правилами противопожарного режима в Российской Федерации, утвержденными постановлением Правительства Российской Федерации от 16.09.2020 № 1479, и в целях обеспечения надлежащего состояния источников наружного противопожарного водоснабже</w:t>
      </w:r>
      <w:r>
        <w:rPr>
          <w:rFonts w:ascii="Times New Roman" w:hAnsi="Times New Roman"/>
          <w:color w:val="000000"/>
          <w:sz w:val="28"/>
          <w:szCs w:val="28"/>
        </w:rPr>
        <w:t xml:space="preserve">ния на территории </w:t>
      </w:r>
      <w:r w:rsidRPr="00386B09">
        <w:rPr>
          <w:rFonts w:ascii="Times New Roman" w:hAnsi="Times New Roman"/>
          <w:color w:val="000000"/>
          <w:sz w:val="28"/>
          <w:szCs w:val="28"/>
        </w:rPr>
        <w:t xml:space="preserve">городского округа, </w:t>
      </w:r>
      <w:r w:rsidRPr="002B48B4">
        <w:rPr>
          <w:rFonts w:ascii="Times New Roman" w:hAnsi="Times New Roman"/>
          <w:b/>
          <w:color w:val="000000"/>
          <w:sz w:val="28"/>
          <w:szCs w:val="28"/>
        </w:rPr>
        <w:t>ПОСТАНОВЛЯЮ:</w:t>
      </w:r>
    </w:p>
    <w:p w14:paraId="508DBAE2" w14:textId="77777777" w:rsidR="00660947" w:rsidRPr="00386B09" w:rsidRDefault="00660947" w:rsidP="00660947">
      <w:pPr>
        <w:pStyle w:val="1"/>
        <w:tabs>
          <w:tab w:val="left" w:pos="851"/>
          <w:tab w:val="left" w:leader="underscore" w:pos="7131"/>
          <w:tab w:val="left" w:leader="underscore" w:pos="749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86B09">
        <w:rPr>
          <w:rFonts w:ascii="Times New Roman" w:hAnsi="Times New Roman"/>
          <w:color w:val="000000"/>
          <w:sz w:val="28"/>
          <w:szCs w:val="28"/>
        </w:rPr>
        <w:t>1. Утвердить Порядок содержания и эксплуатации источников наружного противопожарного</w:t>
      </w:r>
      <w:r w:rsidRPr="00386B09">
        <w:rPr>
          <w:rFonts w:ascii="Times New Roman" w:hAnsi="Times New Roman"/>
          <w:sz w:val="28"/>
          <w:szCs w:val="28"/>
        </w:rPr>
        <w:t xml:space="preserve"> водоснабжения на территории муниципального образования «Городской округ Ногликский»</w:t>
      </w:r>
      <w:r w:rsidRPr="00386B09">
        <w:rPr>
          <w:rFonts w:ascii="Times New Roman" w:hAnsi="Times New Roman"/>
          <w:color w:val="000000"/>
          <w:sz w:val="28"/>
          <w:szCs w:val="28"/>
        </w:rPr>
        <w:t xml:space="preserve"> (прилагается).</w:t>
      </w:r>
    </w:p>
    <w:p w14:paraId="684755A1" w14:textId="77777777" w:rsidR="00660947" w:rsidRPr="00386B09" w:rsidRDefault="00660947" w:rsidP="00660947">
      <w:pPr>
        <w:pStyle w:val="1"/>
        <w:tabs>
          <w:tab w:val="left" w:pos="851"/>
          <w:tab w:val="left" w:leader="underscore" w:pos="7131"/>
          <w:tab w:val="left" w:leader="underscore" w:pos="749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86B0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86B09">
        <w:rPr>
          <w:rFonts w:ascii="Times New Roman" w:hAnsi="Times New Roman"/>
          <w:sz w:val="28"/>
          <w:szCs w:val="28"/>
        </w:rPr>
        <w:t>Считать утратившим силу постановление мэра муниципального об</w:t>
      </w:r>
      <w:r w:rsidRPr="00386B09">
        <w:rPr>
          <w:rFonts w:ascii="Times New Roman" w:hAnsi="Times New Roman"/>
          <w:sz w:val="28"/>
          <w:szCs w:val="28"/>
        </w:rPr>
        <w:lastRenderedPageBreak/>
        <w:t>разования «Городской округ Ногликский» от 05.02.2019 № 11 «Об обеспечении надлежащего состояния источников противопожарного водоснабжения на территории муниципального образования «Городской округ Ногликский», за исключением пункта 8.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3ACE00D" w14:textId="77777777" w:rsidR="00660947" w:rsidRDefault="00660947" w:rsidP="00660947">
      <w:pPr>
        <w:pStyle w:val="1"/>
        <w:tabs>
          <w:tab w:val="left" w:pos="1207"/>
          <w:tab w:val="left" w:leader="underscore" w:pos="749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6B09">
        <w:rPr>
          <w:rFonts w:ascii="Times New Roman" w:hAnsi="Times New Roman"/>
          <w:color w:val="000000"/>
          <w:sz w:val="28"/>
          <w:szCs w:val="28"/>
        </w:rPr>
        <w:t xml:space="preserve">3. Опубликовать настоящее постановление в </w:t>
      </w:r>
      <w:r>
        <w:rPr>
          <w:rFonts w:ascii="Times New Roman" w:hAnsi="Times New Roman"/>
          <w:color w:val="000000"/>
          <w:sz w:val="28"/>
          <w:szCs w:val="28"/>
        </w:rPr>
        <w:t>газете «Знамя труда»</w:t>
      </w:r>
      <w:r w:rsidRPr="00386B09">
        <w:rPr>
          <w:rFonts w:ascii="Times New Roman" w:hAnsi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</w:rPr>
        <w:t xml:space="preserve"> разместить</w:t>
      </w:r>
      <w:r w:rsidRPr="00386B09">
        <w:rPr>
          <w:rFonts w:ascii="Times New Roman" w:hAnsi="Times New Roman"/>
          <w:color w:val="000000"/>
          <w:sz w:val="28"/>
          <w:szCs w:val="28"/>
        </w:rPr>
        <w:t xml:space="preserve"> на офи</w:t>
      </w:r>
      <w:r w:rsidRPr="00386B09">
        <w:rPr>
          <w:rFonts w:ascii="Times New Roman" w:hAnsi="Times New Roman"/>
          <w:sz w:val="28"/>
          <w:szCs w:val="28"/>
        </w:rPr>
        <w:t>циальном сайте муниципального образования «Городской округ Ногликский»</w:t>
      </w:r>
      <w:r w:rsidRPr="00386B09">
        <w:rPr>
          <w:rFonts w:ascii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386B09">
        <w:rPr>
          <w:rFonts w:ascii="Times New Roman" w:hAnsi="Times New Roman"/>
          <w:color w:val="000000"/>
          <w:sz w:val="28"/>
          <w:szCs w:val="28"/>
        </w:rPr>
        <w:t xml:space="preserve">сети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386B09">
        <w:rPr>
          <w:rFonts w:ascii="Times New Roman" w:hAnsi="Times New Roman"/>
          <w:color w:val="000000"/>
          <w:sz w:val="28"/>
          <w:szCs w:val="28"/>
        </w:rPr>
        <w:t>Интернет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386B09">
        <w:rPr>
          <w:rFonts w:ascii="Times New Roman" w:hAnsi="Times New Roman"/>
          <w:color w:val="000000"/>
          <w:sz w:val="28"/>
          <w:szCs w:val="28"/>
        </w:rPr>
        <w:t>.</w:t>
      </w:r>
    </w:p>
    <w:p w14:paraId="6A1C0F0A" w14:textId="77777777" w:rsidR="00660947" w:rsidRDefault="00660947" w:rsidP="00660947">
      <w:pPr>
        <w:pStyle w:val="1"/>
        <w:tabs>
          <w:tab w:val="left" w:pos="1207"/>
          <w:tab w:val="left" w:leader="underscore" w:pos="749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86B0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86B09">
        <w:rPr>
          <w:rFonts w:ascii="Times New Roman" w:hAnsi="Times New Roman"/>
          <w:color w:val="000000"/>
          <w:sz w:val="28"/>
          <w:szCs w:val="28"/>
        </w:rPr>
        <w:t>Контроль за исполнением насто</w:t>
      </w:r>
      <w:r w:rsidRPr="00386B09">
        <w:rPr>
          <w:rFonts w:ascii="Times New Roman" w:hAnsi="Times New Roman"/>
          <w:sz w:val="28"/>
          <w:szCs w:val="28"/>
        </w:rPr>
        <w:t xml:space="preserve">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5179D4F0" w14:textId="77777777" w:rsidR="00660947" w:rsidRPr="00386B09" w:rsidRDefault="00660947" w:rsidP="00660947">
      <w:pPr>
        <w:pStyle w:val="1"/>
        <w:tabs>
          <w:tab w:val="left" w:pos="1207"/>
          <w:tab w:val="left" w:leader="underscore" w:pos="749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EAE104" w14:textId="77777777" w:rsidR="00660947" w:rsidRDefault="00660947" w:rsidP="006609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C72A86" w14:textId="77777777" w:rsidR="00660947" w:rsidRPr="00386B09" w:rsidRDefault="00660947" w:rsidP="006609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B0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9D58D0B" w14:textId="7B0BA6DD" w:rsidR="008629FA" w:rsidRPr="008629FA" w:rsidRDefault="006609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B09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386B09">
        <w:rPr>
          <w:rFonts w:ascii="Times New Roman" w:hAnsi="Times New Roman"/>
          <w:sz w:val="28"/>
          <w:szCs w:val="28"/>
        </w:rPr>
        <w:tab/>
      </w:r>
      <w:r w:rsidRPr="00386B09">
        <w:rPr>
          <w:rFonts w:ascii="Times New Roman" w:hAnsi="Times New Roman"/>
          <w:sz w:val="28"/>
          <w:szCs w:val="28"/>
        </w:rPr>
        <w:tab/>
      </w:r>
      <w:r w:rsidRPr="00386B09">
        <w:rPr>
          <w:rFonts w:ascii="Times New Roman" w:hAnsi="Times New Roman"/>
          <w:sz w:val="28"/>
          <w:szCs w:val="28"/>
        </w:rPr>
        <w:tab/>
      </w:r>
      <w:r w:rsidRPr="00386B09">
        <w:rPr>
          <w:rFonts w:ascii="Times New Roman" w:hAnsi="Times New Roman"/>
          <w:sz w:val="28"/>
          <w:szCs w:val="28"/>
        </w:rPr>
        <w:tab/>
      </w:r>
      <w:r w:rsidRPr="00386B09"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8629FA" w:rsidRPr="008629FA" w:rsidSect="00660947">
      <w:footerReference w:type="default" r:id="rId8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58D10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9D58D11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58D12" w14:textId="2BB48D01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58D0E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9D58D0F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26A6"/>
    <w:multiLevelType w:val="multilevel"/>
    <w:tmpl w:val="DC8ED9FC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D8301F7"/>
    <w:multiLevelType w:val="multilevel"/>
    <w:tmpl w:val="008E9C0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5D925A8"/>
    <w:multiLevelType w:val="multilevel"/>
    <w:tmpl w:val="9D961C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ABF0E84"/>
    <w:multiLevelType w:val="multilevel"/>
    <w:tmpl w:val="01300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DAA6015"/>
    <w:multiLevelType w:val="multilevel"/>
    <w:tmpl w:val="A2E264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E7641FD"/>
    <w:multiLevelType w:val="multilevel"/>
    <w:tmpl w:val="75104C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3C31E31"/>
    <w:multiLevelType w:val="multilevel"/>
    <w:tmpl w:val="FD66F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7E251CE9"/>
    <w:multiLevelType w:val="multilevel"/>
    <w:tmpl w:val="ABBA70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C0100"/>
    <w:rsid w:val="002E5832"/>
    <w:rsid w:val="00364F8F"/>
    <w:rsid w:val="00520CBF"/>
    <w:rsid w:val="00660947"/>
    <w:rsid w:val="008629FA"/>
    <w:rsid w:val="00987DB5"/>
    <w:rsid w:val="00AC72C8"/>
    <w:rsid w:val="00AE5C63"/>
    <w:rsid w:val="00B10ED9"/>
    <w:rsid w:val="00B25688"/>
    <w:rsid w:val="00BD108E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D58CF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customStyle="1" w:styleId="a8">
    <w:name w:val="Основной текст_"/>
    <w:link w:val="1"/>
    <w:locked/>
    <w:rsid w:val="00BD108E"/>
    <w:rPr>
      <w:sz w:val="26"/>
    </w:rPr>
  </w:style>
  <w:style w:type="paragraph" w:customStyle="1" w:styleId="1">
    <w:name w:val="Основной текст1"/>
    <w:basedOn w:val="a"/>
    <w:link w:val="a8"/>
    <w:rsid w:val="00BD108E"/>
    <w:pPr>
      <w:widowControl w:val="0"/>
      <w:spacing w:after="0" w:line="240" w:lineRule="auto"/>
      <w:ind w:firstLine="400"/>
    </w:pPr>
    <w:rPr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0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010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67835" w:rsidRDefault="00E67835" w:rsidP="00E6783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67835" w:rsidRDefault="00E67835" w:rsidP="00E6783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6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783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6783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6783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5</cp:revision>
  <cp:lastPrinted>2022-02-15T23:48:00Z</cp:lastPrinted>
  <dcterms:created xsi:type="dcterms:W3CDTF">2020-04-07T04:54:00Z</dcterms:created>
  <dcterms:modified xsi:type="dcterms:W3CDTF">2022-02-15T23:49:00Z</dcterms:modified>
</cp:coreProperties>
</file>