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A67E96" w14:textId="52D4EF1C" w:rsidR="00AE6C72" w:rsidRDefault="00AE6C72" w:rsidP="00AE6C72">
      <w:pPr>
        <w:ind w:left="127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138CC7D3" w14:textId="176EEB5A" w:rsidR="00C7234B" w:rsidRPr="00B622D9" w:rsidRDefault="00C7234B" w:rsidP="00AE6C72">
      <w:pPr>
        <w:ind w:left="127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2D5A6B">
        <w:rPr>
          <w:sz w:val="28"/>
          <w:szCs w:val="28"/>
        </w:rPr>
        <w:t>постановлению</w:t>
      </w:r>
      <w:r w:rsidR="00741090">
        <w:rPr>
          <w:sz w:val="28"/>
          <w:szCs w:val="28"/>
        </w:rPr>
        <w:t xml:space="preserve"> мэра</w:t>
      </w:r>
    </w:p>
    <w:p w14:paraId="1ADAAC31" w14:textId="77777777" w:rsidR="00C7234B" w:rsidRDefault="00C7234B" w:rsidP="00AE6C72">
      <w:pPr>
        <w:ind w:left="127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520C92AA" w14:textId="3EFB99B2" w:rsidR="00C7234B" w:rsidRPr="009C63DB" w:rsidRDefault="00C7234B" w:rsidP="00AE6C72">
      <w:pPr>
        <w:ind w:left="1276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2EFF6D0" w14:textId="3F843DC9" w:rsidR="00C7234B" w:rsidRPr="005429DB" w:rsidRDefault="009E1BB4" w:rsidP="00AE6C72">
      <w:pPr>
        <w:ind w:left="127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C7234B" w:rsidRPr="005429DB">
        <w:rPr>
          <w:sz w:val="28"/>
          <w:szCs w:val="28"/>
        </w:rPr>
        <w:t>т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3949AD17DC1044E18A9E77BDBBB6FE82"/>
          </w:placeholder>
        </w:sdtPr>
        <w:sdtEndPr/>
        <w:sdtContent>
          <w:r>
            <w:rPr>
              <w:sz w:val="28"/>
              <w:szCs w:val="28"/>
            </w:rPr>
            <w:t xml:space="preserve"> 28 сентября 2022 года </w:t>
          </w:r>
        </w:sdtContent>
      </w:sdt>
      <w:r w:rsidR="00C7234B" w:rsidRPr="005429DB">
        <w:rPr>
          <w:sz w:val="28"/>
          <w:szCs w:val="28"/>
        </w:rPr>
        <w:t>№</w:t>
      </w:r>
      <w:r>
        <w:rPr>
          <w:sz w:val="28"/>
          <w:szCs w:val="28"/>
        </w:rPr>
        <w:t xml:space="preserve"> 188</w:t>
      </w:r>
    </w:p>
    <w:p w14:paraId="4D2B1CA9" w14:textId="77777777" w:rsidR="00C7234B" w:rsidRPr="00725616" w:rsidRDefault="00C7234B" w:rsidP="00AE6C72">
      <w:pPr>
        <w:rPr>
          <w:sz w:val="28"/>
          <w:szCs w:val="28"/>
          <w:u w:val="single"/>
        </w:rPr>
      </w:pPr>
    </w:p>
    <w:p w14:paraId="09F753D8" w14:textId="77777777" w:rsidR="00C7234B" w:rsidRDefault="00C7234B" w:rsidP="00C7234B">
      <w:pPr>
        <w:jc w:val="center"/>
        <w:rPr>
          <w:sz w:val="28"/>
          <w:szCs w:val="28"/>
          <w:u w:val="single"/>
        </w:rPr>
      </w:pPr>
    </w:p>
    <w:p w14:paraId="0C624A8F" w14:textId="77777777" w:rsidR="002449C2" w:rsidRPr="00725616" w:rsidRDefault="002449C2" w:rsidP="00C7234B">
      <w:pPr>
        <w:jc w:val="center"/>
        <w:rPr>
          <w:sz w:val="28"/>
          <w:szCs w:val="28"/>
          <w:u w:val="single"/>
        </w:rPr>
        <w:sectPr w:rsidR="002449C2" w:rsidRPr="00725616" w:rsidSect="007E72E3">
          <w:headerReference w:type="default" r:id="rId10"/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627AA230" w14:textId="77777777" w:rsidR="00741090" w:rsidRDefault="00741090">
      <w:pPr>
        <w:jc w:val="center"/>
        <w:rPr>
          <w:bCs/>
          <w:sz w:val="28"/>
          <w:szCs w:val="28"/>
        </w:rPr>
      </w:pPr>
      <w:bookmarkStart w:id="0" w:name="_GoBack"/>
      <w:bookmarkEnd w:id="0"/>
    </w:p>
    <w:p w14:paraId="02677475" w14:textId="77777777" w:rsidR="00741090" w:rsidRDefault="00741090">
      <w:pPr>
        <w:jc w:val="center"/>
        <w:rPr>
          <w:bCs/>
          <w:sz w:val="28"/>
          <w:szCs w:val="28"/>
        </w:rPr>
      </w:pPr>
    </w:p>
    <w:p w14:paraId="487E526A" w14:textId="0C809296" w:rsidR="005370DA" w:rsidRDefault="005370D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</w:t>
      </w:r>
    </w:p>
    <w:p w14:paraId="32903C7C" w14:textId="1766E989" w:rsidR="00C7234B" w:rsidRPr="005370DA" w:rsidRDefault="00810A02" w:rsidP="005370DA">
      <w:pPr>
        <w:ind w:firstLine="709"/>
        <w:jc w:val="center"/>
        <w:rPr>
          <w:sz w:val="28"/>
          <w:szCs w:val="28"/>
        </w:rPr>
        <w:sectPr w:rsidR="00C7234B" w:rsidRPr="005370DA" w:rsidSect="00347415">
          <w:type w:val="continuous"/>
          <w:pgSz w:w="16838" w:h="11906" w:orient="landscape"/>
          <w:pgMar w:top="1701" w:right="1134" w:bottom="851" w:left="1701" w:header="709" w:footer="709" w:gutter="0"/>
          <w:cols w:space="708"/>
          <w:docGrid w:linePitch="360"/>
        </w:sectPr>
      </w:pPr>
      <w:r>
        <w:rPr>
          <w:bCs/>
          <w:sz w:val="28"/>
          <w:szCs w:val="28"/>
        </w:rPr>
        <w:t xml:space="preserve">муниципального имущества муниципального образования «Городской округ Ногликский», </w:t>
      </w:r>
      <w:r w:rsidR="00AE6C72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свободного от прав третьих лиц, </w:t>
      </w:r>
      <w:r w:rsidR="005370DA" w:rsidRPr="005370DA">
        <w:rPr>
          <w:sz w:val="28"/>
          <w:szCs w:val="28"/>
        </w:rPr>
        <w:t xml:space="preserve">подлежащего предоставлению во владение и (или) пользование </w:t>
      </w:r>
      <w:r w:rsidR="00AE6C72">
        <w:rPr>
          <w:sz w:val="28"/>
          <w:szCs w:val="28"/>
        </w:rPr>
        <w:br/>
      </w:r>
      <w:r w:rsidR="005370DA" w:rsidRPr="005370DA">
        <w:rPr>
          <w:sz w:val="28"/>
          <w:szCs w:val="28"/>
        </w:rPr>
        <w:t xml:space="preserve">на долгосрочной основе субъектам малого и среднего предпринимательства и организациям, </w:t>
      </w:r>
      <w:r w:rsidR="00AE6C72">
        <w:rPr>
          <w:sz w:val="28"/>
          <w:szCs w:val="28"/>
        </w:rPr>
        <w:br/>
      </w:r>
      <w:r w:rsidR="005370DA" w:rsidRPr="005370DA">
        <w:rPr>
          <w:sz w:val="28"/>
          <w:szCs w:val="28"/>
        </w:rPr>
        <w:t>образующим инфраструктуру поддержки субъектов малого и среднего предпринимател</w:t>
      </w:r>
      <w:r w:rsidR="005370DA">
        <w:rPr>
          <w:sz w:val="28"/>
          <w:szCs w:val="28"/>
        </w:rPr>
        <w:t>ьства</w:t>
      </w:r>
    </w:p>
    <w:p w14:paraId="626D34AA" w14:textId="77777777" w:rsidR="00C7234B" w:rsidRDefault="00C7234B" w:rsidP="00C7234B">
      <w:pPr>
        <w:spacing w:after="480"/>
        <w:jc w:val="both"/>
        <w:rPr>
          <w:sz w:val="28"/>
          <w:szCs w:val="28"/>
        </w:rPr>
      </w:pPr>
    </w:p>
    <w:tbl>
      <w:tblPr>
        <w:tblW w:w="13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865"/>
        <w:gridCol w:w="2873"/>
        <w:gridCol w:w="1266"/>
        <w:gridCol w:w="1520"/>
        <w:gridCol w:w="3026"/>
        <w:gridCol w:w="2405"/>
      </w:tblGrid>
      <w:tr w:rsidR="005370DA" w:rsidRPr="00AE6C72" w14:paraId="3A191270" w14:textId="77777777" w:rsidTr="00FF098F">
        <w:trPr>
          <w:trHeight w:val="1800"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  <w:hideMark/>
          </w:tcPr>
          <w:p w14:paraId="1AC0F9ED" w14:textId="0B2B794E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№ п</w:t>
            </w:r>
            <w:r w:rsidR="00AE6C72" w:rsidRPr="00AE6C72">
              <w:rPr>
                <w:color w:val="000000"/>
              </w:rPr>
              <w:t>/</w:t>
            </w:r>
            <w:r w:rsidRPr="00AE6C72">
              <w:rPr>
                <w:color w:val="000000"/>
              </w:rPr>
              <w:t>п</w:t>
            </w:r>
          </w:p>
        </w:tc>
        <w:tc>
          <w:tcPr>
            <w:tcW w:w="1865" w:type="dxa"/>
            <w:vMerge w:val="restart"/>
            <w:shd w:val="clear" w:color="auto" w:fill="auto"/>
            <w:vAlign w:val="center"/>
            <w:hideMark/>
          </w:tcPr>
          <w:p w14:paraId="7840C572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Наименование недвижимого имущества</w:t>
            </w:r>
          </w:p>
        </w:tc>
        <w:tc>
          <w:tcPr>
            <w:tcW w:w="2873" w:type="dxa"/>
            <w:vMerge w:val="restart"/>
            <w:shd w:val="clear" w:color="auto" w:fill="auto"/>
            <w:vAlign w:val="center"/>
            <w:hideMark/>
          </w:tcPr>
          <w:p w14:paraId="67E3AA23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Адрес</w:t>
            </w:r>
          </w:p>
        </w:tc>
        <w:tc>
          <w:tcPr>
            <w:tcW w:w="2786" w:type="dxa"/>
            <w:gridSpan w:val="2"/>
            <w:shd w:val="clear" w:color="auto" w:fill="auto"/>
            <w:vAlign w:val="center"/>
            <w:hideMark/>
          </w:tcPr>
          <w:p w14:paraId="2402E725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Площадь, кв. м.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14:paraId="1E6A3589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Назначение использования объекта при сдаче в аренду</w:t>
            </w:r>
          </w:p>
        </w:tc>
        <w:tc>
          <w:tcPr>
            <w:tcW w:w="2405" w:type="dxa"/>
            <w:vMerge w:val="restart"/>
            <w:shd w:val="clear" w:color="auto" w:fill="auto"/>
            <w:vAlign w:val="bottom"/>
            <w:hideMark/>
          </w:tcPr>
          <w:p w14:paraId="6B9479FF" w14:textId="5398E909" w:rsidR="00741090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 xml:space="preserve">Наименование </w:t>
            </w:r>
            <w:r w:rsidR="00FF098F">
              <w:rPr>
                <w:color w:val="000000"/>
              </w:rPr>
              <w:br/>
            </w:r>
            <w:r w:rsidRPr="00AE6C72">
              <w:rPr>
                <w:color w:val="000000"/>
              </w:rPr>
              <w:t xml:space="preserve">предприятия, </w:t>
            </w:r>
            <w:r w:rsidR="00FF098F">
              <w:rPr>
                <w:color w:val="000000"/>
              </w:rPr>
              <w:br/>
            </w:r>
            <w:r w:rsidRPr="00AE6C72">
              <w:rPr>
                <w:color w:val="000000"/>
              </w:rPr>
              <w:t xml:space="preserve">учреждения, адрес для направления предложений </w:t>
            </w:r>
            <w:r w:rsidR="00FF098F">
              <w:rPr>
                <w:color w:val="000000"/>
              </w:rPr>
              <w:br/>
            </w:r>
            <w:r w:rsidRPr="00AE6C72">
              <w:rPr>
                <w:color w:val="000000"/>
              </w:rPr>
              <w:t xml:space="preserve">о заключении </w:t>
            </w:r>
            <w:r w:rsidR="00FF098F">
              <w:rPr>
                <w:color w:val="000000"/>
              </w:rPr>
              <w:br/>
            </w:r>
            <w:r w:rsidRPr="00AE6C72">
              <w:rPr>
                <w:color w:val="000000"/>
              </w:rPr>
              <w:t xml:space="preserve">договора аренды </w:t>
            </w:r>
            <w:r w:rsidR="00FF098F">
              <w:rPr>
                <w:color w:val="000000"/>
              </w:rPr>
              <w:br/>
            </w:r>
            <w:r w:rsidRPr="00AE6C72">
              <w:rPr>
                <w:color w:val="000000"/>
              </w:rPr>
              <w:t xml:space="preserve">недвижимого </w:t>
            </w:r>
            <w:r w:rsidR="00FF098F">
              <w:rPr>
                <w:color w:val="000000"/>
              </w:rPr>
              <w:br/>
            </w:r>
            <w:r w:rsidRPr="00AE6C72">
              <w:rPr>
                <w:color w:val="000000"/>
              </w:rPr>
              <w:t xml:space="preserve">имущества, </w:t>
            </w:r>
            <w:r w:rsidR="00FF098F">
              <w:rPr>
                <w:color w:val="000000"/>
              </w:rPr>
              <w:br/>
            </w:r>
            <w:r w:rsidRPr="00AE6C72">
              <w:rPr>
                <w:color w:val="000000"/>
              </w:rPr>
              <w:t xml:space="preserve">находящегося </w:t>
            </w:r>
            <w:r w:rsidR="00FF098F">
              <w:rPr>
                <w:color w:val="000000"/>
              </w:rPr>
              <w:br/>
            </w:r>
            <w:r w:rsidRPr="00AE6C72">
              <w:rPr>
                <w:color w:val="000000"/>
              </w:rPr>
              <w:t xml:space="preserve">в хозяйственном </w:t>
            </w:r>
            <w:r w:rsidR="00FF098F">
              <w:rPr>
                <w:color w:val="000000"/>
              </w:rPr>
              <w:br/>
            </w:r>
            <w:r w:rsidRPr="00AE6C72">
              <w:rPr>
                <w:color w:val="000000"/>
              </w:rPr>
              <w:t xml:space="preserve">ведении, </w:t>
            </w:r>
            <w:r w:rsidR="00FF098F">
              <w:rPr>
                <w:color w:val="000000"/>
              </w:rPr>
              <w:br/>
            </w:r>
            <w:r w:rsidRPr="00AE6C72">
              <w:rPr>
                <w:color w:val="000000"/>
              </w:rPr>
              <w:t xml:space="preserve">оперативном </w:t>
            </w:r>
            <w:r w:rsidR="00FF098F">
              <w:rPr>
                <w:color w:val="000000"/>
              </w:rPr>
              <w:br/>
            </w:r>
            <w:r w:rsidRPr="00AE6C72">
              <w:rPr>
                <w:color w:val="000000"/>
              </w:rPr>
              <w:t>управлении</w:t>
            </w:r>
          </w:p>
        </w:tc>
      </w:tr>
      <w:tr w:rsidR="005370DA" w:rsidRPr="00AE6C72" w14:paraId="3E43185D" w14:textId="77777777" w:rsidTr="00FF098F">
        <w:trPr>
          <w:trHeight w:val="885"/>
          <w:jc w:val="center"/>
        </w:trPr>
        <w:tc>
          <w:tcPr>
            <w:tcW w:w="540" w:type="dxa"/>
            <w:vMerge/>
            <w:vAlign w:val="center"/>
            <w:hideMark/>
          </w:tcPr>
          <w:p w14:paraId="6EE5349E" w14:textId="77777777" w:rsidR="005370DA" w:rsidRPr="00AE6C72" w:rsidRDefault="005370DA" w:rsidP="00AE6C72">
            <w:pPr>
              <w:rPr>
                <w:color w:val="000000"/>
              </w:rPr>
            </w:pPr>
          </w:p>
        </w:tc>
        <w:tc>
          <w:tcPr>
            <w:tcW w:w="1865" w:type="dxa"/>
            <w:vMerge/>
            <w:vAlign w:val="center"/>
            <w:hideMark/>
          </w:tcPr>
          <w:p w14:paraId="6A207ABF" w14:textId="77777777" w:rsidR="005370DA" w:rsidRPr="00AE6C72" w:rsidRDefault="005370DA" w:rsidP="00AE6C72">
            <w:pPr>
              <w:rPr>
                <w:color w:val="000000"/>
              </w:rPr>
            </w:pPr>
          </w:p>
        </w:tc>
        <w:tc>
          <w:tcPr>
            <w:tcW w:w="2873" w:type="dxa"/>
            <w:vMerge/>
            <w:vAlign w:val="center"/>
            <w:hideMark/>
          </w:tcPr>
          <w:p w14:paraId="7B11DA35" w14:textId="77777777" w:rsidR="005370DA" w:rsidRPr="00AE6C72" w:rsidRDefault="005370DA" w:rsidP="00AE6C72">
            <w:pPr>
              <w:rPr>
                <w:color w:val="000000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76ED27E0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наземная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031FA9B3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подвальное</w:t>
            </w:r>
          </w:p>
        </w:tc>
        <w:tc>
          <w:tcPr>
            <w:tcW w:w="3026" w:type="dxa"/>
            <w:vMerge/>
            <w:vAlign w:val="center"/>
            <w:hideMark/>
          </w:tcPr>
          <w:p w14:paraId="70BDEC1A" w14:textId="77777777" w:rsidR="005370DA" w:rsidRPr="00AE6C72" w:rsidRDefault="005370DA" w:rsidP="00AE6C72">
            <w:pPr>
              <w:rPr>
                <w:color w:val="000000"/>
              </w:rPr>
            </w:pPr>
          </w:p>
        </w:tc>
        <w:tc>
          <w:tcPr>
            <w:tcW w:w="2405" w:type="dxa"/>
            <w:vMerge/>
            <w:vAlign w:val="center"/>
            <w:hideMark/>
          </w:tcPr>
          <w:p w14:paraId="41178481" w14:textId="77777777" w:rsidR="005370DA" w:rsidRPr="00AE6C72" w:rsidRDefault="005370DA" w:rsidP="00AE6C72">
            <w:pPr>
              <w:rPr>
                <w:color w:val="000000"/>
              </w:rPr>
            </w:pPr>
          </w:p>
        </w:tc>
      </w:tr>
      <w:tr w:rsidR="005370DA" w:rsidRPr="00AE6C72" w14:paraId="760B97AD" w14:textId="77777777" w:rsidTr="00FF098F">
        <w:trPr>
          <w:trHeight w:val="765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2F0A76E9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lastRenderedPageBreak/>
              <w:t>1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3F809B4A" w14:textId="3CE1DBE5" w:rsidR="005370DA" w:rsidRPr="00AE6C72" w:rsidRDefault="005370DA" w:rsidP="002449C2">
            <w:pPr>
              <w:ind w:right="312"/>
              <w:rPr>
                <w:color w:val="000000"/>
              </w:rPr>
            </w:pPr>
            <w:r w:rsidRPr="00AE6C72">
              <w:rPr>
                <w:color w:val="000000"/>
              </w:rPr>
              <w:t xml:space="preserve">Нежилое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43D24D22" w14:textId="1222FE3C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 xml:space="preserve">пгт. Ноглики, </w:t>
            </w:r>
            <w:r w:rsidR="00741090" w:rsidRP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ул. Советская, 49, пом. 1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75E5F6BA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10,6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1237348F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6AE81682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vAlign w:val="center"/>
            <w:hideMark/>
          </w:tcPr>
          <w:p w14:paraId="64B45AC8" w14:textId="77777777" w:rsidR="005370DA" w:rsidRPr="00AE6C72" w:rsidRDefault="005370DA" w:rsidP="00AE6C72">
            <w:pPr>
              <w:rPr>
                <w:color w:val="000000"/>
              </w:rPr>
            </w:pPr>
          </w:p>
        </w:tc>
      </w:tr>
      <w:tr w:rsidR="005370DA" w:rsidRPr="00AE6C72" w14:paraId="274A8CDA" w14:textId="77777777" w:rsidTr="00FF098F">
        <w:trPr>
          <w:trHeight w:val="620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35C6ACB4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2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21DC3BC0" w14:textId="3BD8A188" w:rsidR="005370DA" w:rsidRPr="00AE6C72" w:rsidRDefault="00AE6C72" w:rsidP="002449C2">
            <w:pPr>
              <w:ind w:right="459"/>
              <w:rPr>
                <w:color w:val="000000"/>
              </w:rPr>
            </w:pPr>
            <w:r>
              <w:rPr>
                <w:color w:val="000000"/>
              </w:rPr>
              <w:t>Нежилое помещ</w:t>
            </w:r>
            <w:r w:rsidRPr="00AE6C72">
              <w:rPr>
                <w:color w:val="000000"/>
              </w:rPr>
              <w:t>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18ECFDBC" w14:textId="01684172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 xml:space="preserve">пгт. Ноглики, </w:t>
            </w:r>
            <w:r w:rsidR="00741090" w:rsidRP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ул. Советская, 49, пом. 19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56CEC5A0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11,5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55806B08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3A96FEED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4DBEAEF3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24778DA8" w14:textId="77777777" w:rsidTr="00FF098F">
        <w:trPr>
          <w:trHeight w:val="971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720A423C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3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0E9BFD19" w14:textId="5E79F3BA" w:rsidR="005370DA" w:rsidRPr="00AE6C72" w:rsidRDefault="005370DA" w:rsidP="002449C2">
            <w:pPr>
              <w:ind w:right="317"/>
              <w:rPr>
                <w:color w:val="000000"/>
              </w:rPr>
            </w:pPr>
            <w:r w:rsidRPr="00AE6C72">
              <w:rPr>
                <w:color w:val="000000"/>
              </w:rPr>
              <w:t xml:space="preserve">Нежилое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114960F5" w14:textId="5D3FFA62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 xml:space="preserve">пгт. Ноглики, </w:t>
            </w:r>
            <w:r w:rsidR="00741090" w:rsidRP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ул. Гагарина, 1, пом. 6-7 (1 подъезд)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4719454F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2F84CB48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13,9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14774BFF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3FAB2A03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2267358B" w14:textId="77777777" w:rsidTr="00FF098F">
        <w:trPr>
          <w:trHeight w:val="970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19823456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4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331E739A" w14:textId="04ABD3F5" w:rsidR="005370DA" w:rsidRPr="00AE6C72" w:rsidRDefault="005370DA" w:rsidP="002449C2">
            <w:pPr>
              <w:ind w:right="317"/>
              <w:rPr>
                <w:color w:val="000000"/>
              </w:rPr>
            </w:pPr>
            <w:r w:rsidRPr="00AE6C72">
              <w:rPr>
                <w:color w:val="000000"/>
              </w:rPr>
              <w:t xml:space="preserve">Нежилое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3245A2CD" w14:textId="0FF6FB06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 xml:space="preserve">пгт. Ноглики, </w:t>
            </w:r>
            <w:r w:rsidR="00741090" w:rsidRP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ул. Гагарина, 1, пом.9 (1 подъезд)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348373BB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31FB9DEF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22,8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1CE69ADD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55CFDD3C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37594488" w14:textId="77777777" w:rsidTr="00FF098F">
        <w:trPr>
          <w:trHeight w:val="829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6C7DDACD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5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333FEB5A" w14:textId="5D2CCE84" w:rsidR="005370DA" w:rsidRPr="00AE6C72" w:rsidRDefault="005370DA" w:rsidP="002449C2">
            <w:pPr>
              <w:ind w:right="317"/>
              <w:rPr>
                <w:color w:val="000000"/>
              </w:rPr>
            </w:pPr>
            <w:r w:rsidRPr="00AE6C72">
              <w:rPr>
                <w:color w:val="000000"/>
              </w:rPr>
              <w:t xml:space="preserve">Нежилое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36349F5B" w14:textId="3D21EEC3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 xml:space="preserve">пгт. Ноглики, </w:t>
            </w:r>
            <w:r w:rsidR="00741090" w:rsidRP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ул. Гагарина, 1, пом.14-18 (2 подъезд)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1BD240B9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6C09CACD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57,7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4EB61342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3A0D9D53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3CB0B256" w14:textId="77777777" w:rsidTr="00FF098F">
        <w:trPr>
          <w:trHeight w:val="966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76A6E4E7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6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7BA86767" w14:textId="71D6529D" w:rsidR="005370DA" w:rsidRPr="00AE6C72" w:rsidRDefault="005370DA" w:rsidP="002449C2">
            <w:pPr>
              <w:ind w:right="317"/>
              <w:rPr>
                <w:color w:val="000000"/>
              </w:rPr>
            </w:pPr>
            <w:r w:rsidRPr="00AE6C72">
              <w:rPr>
                <w:color w:val="000000"/>
              </w:rPr>
              <w:t xml:space="preserve">Нежилое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0693D36E" w14:textId="7AE0045D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 xml:space="preserve">пгт. Ноглики, </w:t>
            </w:r>
            <w:r w:rsidR="00741090" w:rsidRP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ул. Гагарина, 1, пом.32 (1 подъезд)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7022E3EC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058EC116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6,6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50920F48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0E611008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5589AEF9" w14:textId="77777777" w:rsidTr="00FF098F">
        <w:trPr>
          <w:trHeight w:val="839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61B66641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7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2D7DC3BA" w14:textId="2D5BE32E" w:rsidR="005370DA" w:rsidRPr="00AE6C72" w:rsidRDefault="005370DA" w:rsidP="002449C2">
            <w:pPr>
              <w:ind w:right="317"/>
              <w:rPr>
                <w:color w:val="000000"/>
              </w:rPr>
            </w:pPr>
            <w:r w:rsidRPr="00AE6C72">
              <w:rPr>
                <w:color w:val="000000"/>
              </w:rPr>
              <w:t xml:space="preserve">Нежилое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4CCA7090" w14:textId="35C92EEA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 xml:space="preserve">пгт. Ноглики, </w:t>
            </w:r>
            <w:r w:rsidR="00741090" w:rsidRP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ул. Пограничная, 19, на поэтажном плане 7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0D4D34C9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65EEA8C8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16,9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0FCDEF7A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6A68E798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2309CFA6" w14:textId="77777777" w:rsidTr="00FF098F">
        <w:trPr>
          <w:trHeight w:val="978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1E0A70DC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8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119858B4" w14:textId="6165B3EC" w:rsidR="005370DA" w:rsidRPr="00AE6C72" w:rsidRDefault="005370DA" w:rsidP="002449C2">
            <w:pPr>
              <w:ind w:right="317"/>
              <w:rPr>
                <w:color w:val="000000"/>
              </w:rPr>
            </w:pPr>
            <w:r w:rsidRPr="00AE6C72">
              <w:rPr>
                <w:color w:val="000000"/>
              </w:rPr>
              <w:t xml:space="preserve">Нежилое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1C8FAE62" w14:textId="0D07ABAE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 xml:space="preserve">пгт. Ноглики, </w:t>
            </w:r>
            <w:r w:rsidR="00741090" w:rsidRP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ул. Пограничная, 19, № 7 на поэтажном плане 7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4F21B9E5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5BE56D4B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14,6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0B9EADB1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617A11CD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2286259C" w14:textId="77777777" w:rsidTr="00FF098F">
        <w:trPr>
          <w:trHeight w:val="974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4A6FD58A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9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3F5FFEDA" w14:textId="5DA6EBF7" w:rsidR="005370DA" w:rsidRPr="00AE6C72" w:rsidRDefault="005370DA" w:rsidP="002449C2">
            <w:pPr>
              <w:ind w:right="317"/>
              <w:rPr>
                <w:color w:val="000000"/>
              </w:rPr>
            </w:pPr>
            <w:r w:rsidRPr="00AE6C72">
              <w:rPr>
                <w:color w:val="000000"/>
              </w:rPr>
              <w:t xml:space="preserve">Нежилое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60C0C45D" w14:textId="1EF2D0A0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 xml:space="preserve">пгт. Ноглики, </w:t>
            </w:r>
            <w:r w:rsidR="00741090" w:rsidRP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ул. Пограничная, 19, № 8 на поэтажном плане 8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5E3A1573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7555CBAB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777358BA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1F1FD048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0F4B469E" w14:textId="77777777" w:rsidTr="00FF098F">
        <w:trPr>
          <w:trHeight w:val="1140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0F5DA824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10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17083816" w14:textId="20DB59D4" w:rsidR="005370DA" w:rsidRPr="00AE6C72" w:rsidRDefault="005370DA" w:rsidP="002449C2">
            <w:pPr>
              <w:ind w:right="317"/>
              <w:rPr>
                <w:color w:val="000000"/>
              </w:rPr>
            </w:pPr>
            <w:r w:rsidRPr="00AE6C72">
              <w:rPr>
                <w:color w:val="000000"/>
              </w:rPr>
              <w:t xml:space="preserve">Нежилое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315C50A7" w14:textId="2B87E602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 xml:space="preserve">пгт. Ноглики, </w:t>
            </w:r>
            <w:r w:rsidR="00741090" w:rsidRP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ул. Пограничная, 19, на поэтажном плане 9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3D8ED409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2B692E0B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13,3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7D182E7D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23BC7117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72A042C9" w14:textId="77777777" w:rsidTr="00FF098F">
        <w:trPr>
          <w:trHeight w:val="974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55E0C4E8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lastRenderedPageBreak/>
              <w:t>11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2AEEEA40" w14:textId="05E3B539" w:rsidR="005370DA" w:rsidRPr="00AE6C72" w:rsidRDefault="005370DA" w:rsidP="002449C2">
            <w:pPr>
              <w:ind w:right="317"/>
              <w:rPr>
                <w:color w:val="000000"/>
              </w:rPr>
            </w:pPr>
            <w:r w:rsidRPr="00AE6C72">
              <w:rPr>
                <w:color w:val="000000"/>
              </w:rPr>
              <w:t xml:space="preserve">Нежилое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2A9D574B" w14:textId="622F90AD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 xml:space="preserve">пгт. Ноглики, </w:t>
            </w:r>
            <w:r w:rsidR="00741090" w:rsidRP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ул. Пограничная, 19, на поэтажном плане 8, 10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712A9B01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0A896F80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41,5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558737F9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3F7B2752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2018EA5D" w14:textId="77777777" w:rsidTr="00FF098F">
        <w:trPr>
          <w:trHeight w:val="977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092F1C99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12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6F68CB8E" w14:textId="77777777" w:rsidR="005370DA" w:rsidRPr="00AE6C72" w:rsidRDefault="005370DA" w:rsidP="002449C2">
            <w:pPr>
              <w:ind w:right="459"/>
              <w:rPr>
                <w:color w:val="000000"/>
              </w:rPr>
            </w:pPr>
            <w:r w:rsidRPr="00AE6C72">
              <w:rPr>
                <w:color w:val="000000"/>
              </w:rPr>
              <w:t>Нежилое 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22560CB6" w14:textId="18D0AEC2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 xml:space="preserve">пгт. Ноглики, </w:t>
            </w:r>
            <w:r w:rsidR="00741090" w:rsidRP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ул. Пограничная, 19, на поэтажном плане 11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5A325AFD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58D97094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28C0C159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05C6362C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0378301F" w14:textId="77777777" w:rsidTr="00FF098F">
        <w:trPr>
          <w:trHeight w:val="976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76E3A3FC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13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1616EF37" w14:textId="69DCE2C2" w:rsidR="005370DA" w:rsidRPr="00AE6C72" w:rsidRDefault="005370DA" w:rsidP="002449C2">
            <w:pPr>
              <w:ind w:right="317"/>
              <w:rPr>
                <w:color w:val="000000"/>
              </w:rPr>
            </w:pPr>
            <w:r w:rsidRPr="00AE6C72">
              <w:rPr>
                <w:color w:val="000000"/>
              </w:rPr>
              <w:t xml:space="preserve">Нежилое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08E3BD6B" w14:textId="72ED86DA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 xml:space="preserve">пгт. Ноглики, </w:t>
            </w:r>
            <w:r w:rsidR="00741090" w:rsidRP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ул. Пограничная, 19, на поэтажном плане 13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23E65A56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57244C04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41,9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268506D4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5863B088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48DEE1CB" w14:textId="77777777" w:rsidTr="00FF098F">
        <w:trPr>
          <w:trHeight w:val="963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34DAB927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14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45FDE73B" w14:textId="50575D5C" w:rsidR="005370DA" w:rsidRPr="00AE6C72" w:rsidRDefault="005370DA" w:rsidP="002449C2">
            <w:pPr>
              <w:ind w:right="317"/>
              <w:rPr>
                <w:color w:val="000000"/>
              </w:rPr>
            </w:pPr>
            <w:r w:rsidRPr="00AE6C72">
              <w:rPr>
                <w:color w:val="000000"/>
              </w:rPr>
              <w:t xml:space="preserve">Нежилое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389CA903" w14:textId="650587BD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 xml:space="preserve">пгт. Ноглики, </w:t>
            </w:r>
            <w:r w:rsidR="00741090" w:rsidRP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ул. Пограничная, 19, на поэтажном плане 15, 16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6D0CA51D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19273F40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27,7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11B23B84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7DA1F271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5487402E" w14:textId="77777777" w:rsidTr="00FF098F">
        <w:trPr>
          <w:trHeight w:val="976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2989159E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15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0B0F2552" w14:textId="77777777" w:rsidR="005370DA" w:rsidRPr="00AE6C72" w:rsidRDefault="005370DA" w:rsidP="002449C2">
            <w:pPr>
              <w:ind w:right="459"/>
              <w:rPr>
                <w:color w:val="000000"/>
              </w:rPr>
            </w:pPr>
            <w:r w:rsidRPr="00AE6C72">
              <w:rPr>
                <w:color w:val="000000"/>
              </w:rPr>
              <w:t>Нежилое 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5F1762E0" w14:textId="3E18CEE1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 xml:space="preserve">пгт. Ноглики, </w:t>
            </w:r>
            <w:r w:rsidR="00741090" w:rsidRP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ул. Пограничная, 19, на поэтажном плане 16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1F390C09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6A8F74E2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35,4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1C83E41C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0AD2D021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4773295A" w14:textId="77777777" w:rsidTr="00FF098F">
        <w:trPr>
          <w:trHeight w:val="986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63B5F568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16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569488AC" w14:textId="7198D4CD" w:rsidR="005370DA" w:rsidRPr="00AE6C72" w:rsidRDefault="005370DA" w:rsidP="002449C2">
            <w:pPr>
              <w:ind w:right="317"/>
              <w:rPr>
                <w:color w:val="000000"/>
              </w:rPr>
            </w:pPr>
            <w:r w:rsidRPr="00AE6C72">
              <w:rPr>
                <w:color w:val="000000"/>
              </w:rPr>
              <w:t xml:space="preserve">Нежилое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1B4C0BEC" w14:textId="3C4C2789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 xml:space="preserve">пгт. Ноглики, </w:t>
            </w:r>
            <w:r w:rsidR="00741090" w:rsidRP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ул. Пограничная, 19, на поэтажном плане 17, 18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4F72239E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68CD37CB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23,1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23E246F5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3AC8E12C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5D2121C5" w14:textId="77777777" w:rsidTr="00FF098F">
        <w:trPr>
          <w:trHeight w:val="962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28064FC4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17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152EE587" w14:textId="183B0629" w:rsidR="005370DA" w:rsidRPr="00AE6C72" w:rsidRDefault="005370DA" w:rsidP="002449C2">
            <w:pPr>
              <w:ind w:right="317"/>
              <w:rPr>
                <w:color w:val="000000"/>
              </w:rPr>
            </w:pPr>
            <w:r w:rsidRPr="00AE6C72">
              <w:rPr>
                <w:color w:val="000000"/>
              </w:rPr>
              <w:t xml:space="preserve">Нежилое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43281EEB" w14:textId="1BE64B94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 xml:space="preserve">пгт. Ноглики, </w:t>
            </w:r>
            <w:r w:rsidR="00741090" w:rsidRP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ул. Пограничная, 19, на поэтажном плане 23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75370405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5AA22E2C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7,5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1AD23FA7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0EE0B234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04B37956" w14:textId="77777777" w:rsidTr="00FF098F">
        <w:trPr>
          <w:trHeight w:val="987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5B197B33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18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7B983E4C" w14:textId="3ACEA26A" w:rsidR="005370DA" w:rsidRPr="00AE6C72" w:rsidRDefault="005370DA" w:rsidP="002449C2">
            <w:pPr>
              <w:ind w:right="317"/>
              <w:rPr>
                <w:color w:val="000000"/>
              </w:rPr>
            </w:pPr>
            <w:r w:rsidRPr="00AE6C72">
              <w:rPr>
                <w:color w:val="000000"/>
              </w:rPr>
              <w:t xml:space="preserve">Нежилое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1A9AE398" w14:textId="684D2BB0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 xml:space="preserve">пгт. Ноглики, </w:t>
            </w:r>
            <w:r w:rsidR="00741090" w:rsidRP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ул. Пограничная, 19, на поэтажном плане 25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431A0CF8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59705C43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6,1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46904BD5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28BA0DE3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2E03F042" w14:textId="77777777" w:rsidTr="00FF098F">
        <w:trPr>
          <w:trHeight w:val="1140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744290BC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19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38B77ADA" w14:textId="4FEC9265" w:rsidR="005370DA" w:rsidRPr="00AE6C72" w:rsidRDefault="005370DA" w:rsidP="002449C2">
            <w:pPr>
              <w:ind w:right="317"/>
              <w:rPr>
                <w:color w:val="000000"/>
              </w:rPr>
            </w:pPr>
            <w:r w:rsidRPr="00AE6C72">
              <w:rPr>
                <w:color w:val="000000"/>
              </w:rPr>
              <w:t xml:space="preserve">Нежилое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71F0CF17" w14:textId="638A573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 xml:space="preserve">пгт. Ноглики, </w:t>
            </w:r>
            <w:r w:rsidR="00741090" w:rsidRP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ул. Пограничная, 19, на поэтажном плане 32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3E4593A6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0E3E2F89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6,4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02B24149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0B7F4EEF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6E59E9F4" w14:textId="77777777" w:rsidTr="00FF098F">
        <w:trPr>
          <w:trHeight w:val="765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6824DEBE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lastRenderedPageBreak/>
              <w:t>20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69821A9E" w14:textId="56264FD0" w:rsidR="005370DA" w:rsidRPr="00AE6C72" w:rsidRDefault="005370DA" w:rsidP="002449C2">
            <w:pPr>
              <w:ind w:right="317"/>
              <w:rPr>
                <w:color w:val="000000"/>
              </w:rPr>
            </w:pPr>
            <w:r w:rsidRPr="00AE6C72">
              <w:rPr>
                <w:color w:val="000000"/>
              </w:rPr>
              <w:t xml:space="preserve">Нежилое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3F43FDA9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пгт. Ноглики, ул. 15 Мая, 14 (1 подъезд)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2E670334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40F2AE51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39163DC1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254BF745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55DF6A88" w14:textId="77777777" w:rsidTr="00FF098F">
        <w:trPr>
          <w:trHeight w:val="606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0A713852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21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348A4CE0" w14:textId="77777777" w:rsidR="005370DA" w:rsidRPr="00AE6C72" w:rsidRDefault="005370DA" w:rsidP="002449C2">
            <w:pPr>
              <w:ind w:right="459"/>
              <w:rPr>
                <w:color w:val="000000"/>
              </w:rPr>
            </w:pPr>
            <w:r w:rsidRPr="00AE6C72">
              <w:rPr>
                <w:color w:val="000000"/>
              </w:rPr>
              <w:t>Нежилое 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38B3F1DC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пгт. Ноглики, ул. 15 Мая, 14 (1 подъезд)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6A525F82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7526EF37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30,5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71B40DE2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23858F83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00819D07" w14:textId="77777777" w:rsidTr="00FF098F">
        <w:trPr>
          <w:trHeight w:val="827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7706CA5B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22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5A8DF4ED" w14:textId="43DE79C7" w:rsidR="005370DA" w:rsidRPr="00AE6C72" w:rsidRDefault="005370DA" w:rsidP="002449C2">
            <w:pPr>
              <w:ind w:right="317"/>
              <w:rPr>
                <w:color w:val="000000"/>
              </w:rPr>
            </w:pPr>
            <w:r w:rsidRPr="00AE6C72">
              <w:rPr>
                <w:color w:val="000000"/>
              </w:rPr>
              <w:t xml:space="preserve">Нежилое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12FA0948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пгт. Ноглики, ул. 15 Мая, 14, пом. 32 (2 подъезд)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1D42D930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2892CB99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24,1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22997929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74C9E5CB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597E5D3B" w14:textId="77777777" w:rsidTr="00FF098F">
        <w:trPr>
          <w:trHeight w:val="838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0771C7D3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23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330B988F" w14:textId="2357D598" w:rsidR="005370DA" w:rsidRPr="00AE6C72" w:rsidRDefault="005370DA" w:rsidP="002449C2">
            <w:pPr>
              <w:ind w:right="317"/>
              <w:rPr>
                <w:color w:val="000000"/>
              </w:rPr>
            </w:pPr>
            <w:r w:rsidRPr="00AE6C72">
              <w:rPr>
                <w:color w:val="000000"/>
              </w:rPr>
              <w:t xml:space="preserve">Нежилое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5EE8800D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пгт. Ноглики, ул. 15 Мая, 14, пом. 37 (2 подъезд)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1885499B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4C65770E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6,1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6B953351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55DEA575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7E4DEC14" w14:textId="77777777" w:rsidTr="00FF098F">
        <w:trPr>
          <w:trHeight w:val="691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5FCB9791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24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20828E8A" w14:textId="7A25E7A9" w:rsidR="005370DA" w:rsidRPr="00AE6C72" w:rsidRDefault="005370DA" w:rsidP="002449C2">
            <w:pPr>
              <w:tabs>
                <w:tab w:val="left" w:pos="1568"/>
              </w:tabs>
              <w:ind w:right="317"/>
              <w:rPr>
                <w:color w:val="000000"/>
              </w:rPr>
            </w:pPr>
            <w:r w:rsidRPr="00AE6C72">
              <w:rPr>
                <w:color w:val="000000"/>
              </w:rPr>
              <w:t xml:space="preserve">Нежилое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4BA2F715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пгт. Ноглики, ул. 15 Мая, 14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45EDCE40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4F0E3D1F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35,1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704BC03A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251A557A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666B5FC9" w14:textId="77777777" w:rsidTr="00FF098F">
        <w:trPr>
          <w:trHeight w:val="690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0E66B567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25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1549E6E5" w14:textId="332584DA" w:rsidR="005370DA" w:rsidRPr="00AE6C72" w:rsidRDefault="005370DA" w:rsidP="002449C2">
            <w:pPr>
              <w:ind w:right="317"/>
              <w:rPr>
                <w:color w:val="000000"/>
              </w:rPr>
            </w:pPr>
            <w:r w:rsidRPr="00AE6C72">
              <w:rPr>
                <w:color w:val="000000"/>
              </w:rPr>
              <w:t xml:space="preserve">Нежилое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4F2B94B1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пгт. Ноглики, ул. 15 Мая, 14 (1 подъезд)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55F4184D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10551F30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2C9A266B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30C09044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2734FED6" w14:textId="77777777" w:rsidTr="00FF098F">
        <w:trPr>
          <w:trHeight w:val="558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0C6B81B8" w14:textId="455B3274" w:rsidR="005370DA" w:rsidRPr="00AE6C72" w:rsidRDefault="003614B8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26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135C1589" w14:textId="37E7F678" w:rsidR="005370DA" w:rsidRPr="00AE6C72" w:rsidRDefault="005370DA" w:rsidP="002449C2">
            <w:pPr>
              <w:ind w:right="317"/>
              <w:rPr>
                <w:color w:val="000000"/>
              </w:rPr>
            </w:pPr>
            <w:r w:rsidRPr="00AE6C72">
              <w:rPr>
                <w:color w:val="000000"/>
              </w:rPr>
              <w:t xml:space="preserve">Нежилое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4EB2EA42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 xml:space="preserve">с. Вал, ул. Молодежная, 1а 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40D1B660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28,9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484E56E4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006856C1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3DD4C922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26B9D2DB" w14:textId="77777777" w:rsidTr="00FF098F">
        <w:trPr>
          <w:trHeight w:val="691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372125AB" w14:textId="3B5D69DD" w:rsidR="005370DA" w:rsidRPr="00AE6C72" w:rsidRDefault="003614B8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27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0DAEE75E" w14:textId="28123BA3" w:rsidR="005370DA" w:rsidRPr="00AE6C72" w:rsidRDefault="005370DA" w:rsidP="002449C2">
            <w:pPr>
              <w:ind w:right="317"/>
              <w:rPr>
                <w:color w:val="000000"/>
              </w:rPr>
            </w:pPr>
            <w:r w:rsidRPr="00AE6C72">
              <w:rPr>
                <w:color w:val="000000"/>
              </w:rPr>
              <w:t xml:space="preserve">Нежилое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09EEB740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пгт. Ноглики, ул. 15 Мая, 18, пом. 43-44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25F8CB46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549AF8AC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11,8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5842B9D2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12DF973E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3B42AFDD" w14:textId="77777777" w:rsidTr="00FF098F">
        <w:trPr>
          <w:trHeight w:val="701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41DAF147" w14:textId="3AE1DF8B" w:rsidR="005370DA" w:rsidRPr="00AE6C72" w:rsidRDefault="003614B8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28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076702D8" w14:textId="446F76DB" w:rsidR="005370DA" w:rsidRPr="00AE6C72" w:rsidRDefault="005370DA" w:rsidP="002449C2">
            <w:pPr>
              <w:ind w:right="317"/>
              <w:rPr>
                <w:color w:val="000000"/>
              </w:rPr>
            </w:pPr>
            <w:r w:rsidRPr="00AE6C72">
              <w:rPr>
                <w:color w:val="000000"/>
              </w:rPr>
              <w:t xml:space="preserve">Нежилое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15E4C7FA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пгт. Ноглики, ул. 15 Мая, 18, пом. 59-60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04D87B72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00046BAE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13,9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44A3AC95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562096B6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3C1E5D30" w14:textId="77777777" w:rsidTr="00FF098F">
        <w:trPr>
          <w:trHeight w:val="765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086192C5" w14:textId="0D7A24B1" w:rsidR="005370DA" w:rsidRPr="00AE6C72" w:rsidRDefault="003614B8" w:rsidP="003614B8">
            <w:pPr>
              <w:rPr>
                <w:color w:val="000000"/>
              </w:rPr>
            </w:pPr>
            <w:r w:rsidRPr="00AE6C72">
              <w:rPr>
                <w:color w:val="000000"/>
              </w:rPr>
              <w:t>29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22484F1C" w14:textId="07BB8FCD" w:rsidR="005370DA" w:rsidRPr="00AE6C72" w:rsidRDefault="005370DA" w:rsidP="002449C2">
            <w:pPr>
              <w:ind w:right="317"/>
              <w:rPr>
                <w:color w:val="000000"/>
              </w:rPr>
            </w:pPr>
            <w:r w:rsidRPr="00AE6C72">
              <w:rPr>
                <w:color w:val="000000"/>
              </w:rPr>
              <w:t xml:space="preserve">Нежилое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4B0F99D9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пгт. Ноглики, ул. 15 Мая, 18, пом. 63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308DE7E9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4F069376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25,1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4A53EA16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10482E21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49F37F30" w14:textId="77777777" w:rsidTr="00FF098F">
        <w:trPr>
          <w:trHeight w:val="612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73E9D2ED" w14:textId="0DA21E94" w:rsidR="005370DA" w:rsidRPr="00AE6C72" w:rsidRDefault="003614B8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30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6C4DBBCA" w14:textId="19F51344" w:rsidR="005370DA" w:rsidRPr="00AE6C72" w:rsidRDefault="005370DA" w:rsidP="002449C2">
            <w:pPr>
              <w:ind w:right="317"/>
              <w:rPr>
                <w:color w:val="000000"/>
              </w:rPr>
            </w:pPr>
            <w:r w:rsidRPr="00AE6C72">
              <w:rPr>
                <w:color w:val="000000"/>
              </w:rPr>
              <w:t xml:space="preserve">Нежилое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7D2A3196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пгт. Ноглики, ул. 15 Мая, 18, пом. 65-66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56BD3569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33B6E8F8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34,5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0B14342F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2122AA7F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16FDED4A" w14:textId="77777777" w:rsidTr="00FF098F">
        <w:trPr>
          <w:trHeight w:val="692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1D631EFE" w14:textId="64559506" w:rsidR="005370DA" w:rsidRPr="00AE6C72" w:rsidRDefault="005370DA" w:rsidP="003614B8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3</w:t>
            </w:r>
            <w:r w:rsidR="003614B8" w:rsidRPr="00AE6C72">
              <w:rPr>
                <w:color w:val="000000"/>
              </w:rPr>
              <w:t>1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7EA8C5D8" w14:textId="3CDAC9ED" w:rsidR="005370DA" w:rsidRPr="00AE6C72" w:rsidRDefault="005370DA" w:rsidP="002449C2">
            <w:pPr>
              <w:ind w:right="317"/>
              <w:rPr>
                <w:color w:val="000000"/>
              </w:rPr>
            </w:pPr>
            <w:r w:rsidRPr="00AE6C72">
              <w:rPr>
                <w:color w:val="000000"/>
              </w:rPr>
              <w:t xml:space="preserve">Нежилое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2BBAEBED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пгт. Ноглики, ул. 15 Мая, 18, пом. 67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3CF9B1B3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5222E842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14,5</w:t>
            </w:r>
          </w:p>
        </w:tc>
        <w:tc>
          <w:tcPr>
            <w:tcW w:w="3026" w:type="dxa"/>
            <w:shd w:val="clear" w:color="auto" w:fill="auto"/>
            <w:hideMark/>
          </w:tcPr>
          <w:p w14:paraId="203509B7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2DC26DE0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387104C0" w14:textId="77777777" w:rsidTr="00FF098F">
        <w:trPr>
          <w:trHeight w:val="765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2684EB3A" w14:textId="76408703" w:rsidR="005370DA" w:rsidRPr="00AE6C72" w:rsidRDefault="005370DA" w:rsidP="003614B8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3</w:t>
            </w:r>
            <w:r w:rsidR="003614B8" w:rsidRPr="00AE6C72">
              <w:rPr>
                <w:color w:val="000000"/>
              </w:rPr>
              <w:t>2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5440E483" w14:textId="539BB5DC" w:rsidR="005370DA" w:rsidRPr="00AE6C72" w:rsidRDefault="005370DA" w:rsidP="002449C2">
            <w:pPr>
              <w:ind w:right="317"/>
              <w:rPr>
                <w:color w:val="000000"/>
              </w:rPr>
            </w:pPr>
            <w:r w:rsidRPr="00AE6C72">
              <w:rPr>
                <w:color w:val="000000"/>
              </w:rPr>
              <w:t xml:space="preserve">Нежилое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588B6AA0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пгт. Ноглики, ул. 15 Мая, 18, пом. 68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778671AF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7BC4468C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9,3</w:t>
            </w:r>
          </w:p>
        </w:tc>
        <w:tc>
          <w:tcPr>
            <w:tcW w:w="3026" w:type="dxa"/>
            <w:shd w:val="clear" w:color="auto" w:fill="auto"/>
            <w:hideMark/>
          </w:tcPr>
          <w:p w14:paraId="33D3725B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51D6CC86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3D4E7BB6" w14:textId="77777777" w:rsidTr="00FF098F">
        <w:trPr>
          <w:trHeight w:val="765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62D00BF2" w14:textId="5EAE568F" w:rsidR="005370DA" w:rsidRPr="00AE6C72" w:rsidRDefault="003614B8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lastRenderedPageBreak/>
              <w:t>33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626726B7" w14:textId="08F8A0A7" w:rsidR="005370DA" w:rsidRPr="00AE6C72" w:rsidRDefault="005370DA" w:rsidP="002449C2">
            <w:pPr>
              <w:ind w:right="317"/>
              <w:rPr>
                <w:color w:val="000000"/>
              </w:rPr>
            </w:pPr>
            <w:r w:rsidRPr="00AE6C72">
              <w:rPr>
                <w:color w:val="000000"/>
              </w:rPr>
              <w:t xml:space="preserve">Нежилое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2A453896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пгт. Ноглики, ул. 15 Мая, 18, пом. 70-71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3C98A0DE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46603E56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27</w:t>
            </w:r>
          </w:p>
        </w:tc>
        <w:tc>
          <w:tcPr>
            <w:tcW w:w="3026" w:type="dxa"/>
            <w:shd w:val="clear" w:color="auto" w:fill="auto"/>
            <w:hideMark/>
          </w:tcPr>
          <w:p w14:paraId="75445356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593E123C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6BAB1594" w14:textId="77777777" w:rsidTr="00FF098F">
        <w:trPr>
          <w:trHeight w:val="661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06ECCEE3" w14:textId="4C75CB99" w:rsidR="005370DA" w:rsidRPr="00AE6C72" w:rsidRDefault="003614B8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34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45C97ECE" w14:textId="77777777" w:rsidR="005370DA" w:rsidRPr="00AE6C72" w:rsidRDefault="005370DA" w:rsidP="002449C2">
            <w:pPr>
              <w:ind w:right="459"/>
              <w:rPr>
                <w:color w:val="000000"/>
              </w:rPr>
            </w:pPr>
            <w:r w:rsidRPr="00AE6C72">
              <w:rPr>
                <w:color w:val="000000"/>
              </w:rPr>
              <w:t>Нежилое 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5E128258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пгт. Ноглики, ул. 15 Мая, 18, пом. 72-74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071F5E30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596D0059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31,4</w:t>
            </w:r>
          </w:p>
        </w:tc>
        <w:tc>
          <w:tcPr>
            <w:tcW w:w="3026" w:type="dxa"/>
            <w:shd w:val="clear" w:color="auto" w:fill="auto"/>
            <w:hideMark/>
          </w:tcPr>
          <w:p w14:paraId="45B336EA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074E8E05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 </w:t>
            </w:r>
          </w:p>
        </w:tc>
      </w:tr>
      <w:tr w:rsidR="005370DA" w:rsidRPr="00AE6C72" w14:paraId="56329BBE" w14:textId="77777777" w:rsidTr="00FF098F">
        <w:trPr>
          <w:trHeight w:val="880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1D67BEB6" w14:textId="02B213A8" w:rsidR="005370DA" w:rsidRPr="00AE6C72" w:rsidRDefault="005370DA" w:rsidP="003614B8">
            <w:pPr>
              <w:jc w:val="center"/>
            </w:pPr>
            <w:r w:rsidRPr="00AE6C72">
              <w:t>3</w:t>
            </w:r>
            <w:r w:rsidR="003614B8" w:rsidRPr="00AE6C72">
              <w:t>5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300C0DFB" w14:textId="3455820C" w:rsidR="005370DA" w:rsidRPr="00AE6C72" w:rsidRDefault="005370DA" w:rsidP="002449C2">
            <w:pPr>
              <w:ind w:right="317"/>
            </w:pPr>
            <w:r w:rsidRPr="00AE6C72">
              <w:t xml:space="preserve">Нежилое </w:t>
            </w:r>
            <w:r w:rsidR="00AE6C72">
              <w:br/>
            </w:r>
            <w:r w:rsidRPr="00AE6C72"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5981230F" w14:textId="16DBE7A0" w:rsidR="005370DA" w:rsidRPr="00AE6C72" w:rsidRDefault="005370DA" w:rsidP="00AE6C72">
            <w:r w:rsidRPr="00AE6C72">
              <w:t xml:space="preserve">пгт. Ноглики, </w:t>
            </w:r>
            <w:r w:rsidR="00741090" w:rsidRPr="00AE6C72">
              <w:br/>
            </w:r>
            <w:r w:rsidRPr="00AE6C72">
              <w:t>ул. Советская, 49, пом. 8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4A2ADE39" w14:textId="77777777" w:rsidR="005370DA" w:rsidRPr="00AE6C72" w:rsidRDefault="005370DA" w:rsidP="00AE6C72">
            <w:pPr>
              <w:jc w:val="center"/>
            </w:pPr>
            <w:r w:rsidRPr="00AE6C72">
              <w:t>10,5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699C207F" w14:textId="77777777" w:rsidR="005370DA" w:rsidRPr="00AE6C72" w:rsidRDefault="005370DA" w:rsidP="00AE6C72">
            <w:pPr>
              <w:jc w:val="center"/>
            </w:pPr>
            <w:r w:rsidRPr="00AE6C72">
              <w:t> 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2597A8A4" w14:textId="77777777" w:rsidR="005370DA" w:rsidRPr="00AE6C72" w:rsidRDefault="005370DA" w:rsidP="00AE6C72">
            <w:r w:rsidRPr="00AE6C72">
              <w:t>торговля, бытовые услуги, физкультурно- оздоровительная деятельность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462D62C3" w14:textId="77777777" w:rsidR="005370DA" w:rsidRPr="00AE6C72" w:rsidRDefault="005370DA" w:rsidP="00AE6C72">
            <w:pPr>
              <w:rPr>
                <w:color w:val="FF0000"/>
              </w:rPr>
            </w:pPr>
            <w:r w:rsidRPr="00AE6C72">
              <w:rPr>
                <w:color w:val="FF0000"/>
              </w:rPr>
              <w:t> </w:t>
            </w:r>
          </w:p>
        </w:tc>
      </w:tr>
      <w:tr w:rsidR="005370DA" w:rsidRPr="00AE6C72" w14:paraId="467D9287" w14:textId="77777777" w:rsidTr="00FF098F">
        <w:trPr>
          <w:trHeight w:val="837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6E8DBE1C" w14:textId="40D7EE3C" w:rsidR="005370DA" w:rsidRPr="00AE6C72" w:rsidRDefault="003614B8" w:rsidP="00AE6C72">
            <w:pPr>
              <w:jc w:val="center"/>
            </w:pPr>
            <w:r w:rsidRPr="00AE6C72">
              <w:t>36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4EC31C33" w14:textId="77777777" w:rsidR="005370DA" w:rsidRPr="00AE6C72" w:rsidRDefault="005370DA" w:rsidP="002449C2">
            <w:pPr>
              <w:ind w:right="459"/>
            </w:pPr>
            <w:r w:rsidRPr="00AE6C72">
              <w:t>Нежилое 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2E1DBD40" w14:textId="26A6BC09" w:rsidR="005370DA" w:rsidRPr="00AE6C72" w:rsidRDefault="005370DA" w:rsidP="00AE6C72">
            <w:r w:rsidRPr="00AE6C72">
              <w:t xml:space="preserve">пгт. Ноглики, </w:t>
            </w:r>
            <w:r w:rsidR="00741090" w:rsidRPr="00AE6C72">
              <w:br/>
            </w:r>
            <w:r w:rsidRPr="00AE6C72">
              <w:t>ул. Советская, 49, пом. 16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45F2093B" w14:textId="77777777" w:rsidR="005370DA" w:rsidRPr="00AE6C72" w:rsidRDefault="005370DA" w:rsidP="00AE6C72">
            <w:pPr>
              <w:jc w:val="center"/>
            </w:pPr>
            <w:r w:rsidRPr="00AE6C72">
              <w:t>11,6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7158F31F" w14:textId="77777777" w:rsidR="005370DA" w:rsidRPr="00AE6C72" w:rsidRDefault="005370DA" w:rsidP="00AE6C72">
            <w:pPr>
              <w:jc w:val="center"/>
            </w:pPr>
            <w:r w:rsidRPr="00AE6C72">
              <w:t> 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7C73F288" w14:textId="77777777" w:rsidR="005370DA" w:rsidRPr="00AE6C72" w:rsidRDefault="005370DA" w:rsidP="00AE6C72">
            <w:r w:rsidRPr="00AE6C72">
              <w:t>торговля, бытовые услуги, физкультурно- оздоровительная деятельность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072C386E" w14:textId="77777777" w:rsidR="005370DA" w:rsidRPr="00AE6C72" w:rsidRDefault="005370DA" w:rsidP="00AE6C72">
            <w:pPr>
              <w:rPr>
                <w:color w:val="FF0000"/>
              </w:rPr>
            </w:pPr>
            <w:r w:rsidRPr="00AE6C72">
              <w:rPr>
                <w:color w:val="FF0000"/>
              </w:rPr>
              <w:t> </w:t>
            </w:r>
          </w:p>
        </w:tc>
      </w:tr>
      <w:tr w:rsidR="005370DA" w:rsidRPr="00AE6C72" w14:paraId="68E84BF0" w14:textId="77777777" w:rsidTr="00FF098F">
        <w:trPr>
          <w:trHeight w:val="1124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5A6B1238" w14:textId="70E52F1C" w:rsidR="005370DA" w:rsidRPr="00AE6C72" w:rsidRDefault="003614B8" w:rsidP="00AE6C72">
            <w:pPr>
              <w:jc w:val="center"/>
            </w:pPr>
            <w:r w:rsidRPr="00AE6C72">
              <w:t>37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58A6CBA1" w14:textId="307AB87D" w:rsidR="005370DA" w:rsidRPr="00AE6C72" w:rsidRDefault="005370DA" w:rsidP="002449C2">
            <w:pPr>
              <w:ind w:right="317"/>
            </w:pPr>
            <w:r w:rsidRPr="00AE6C72">
              <w:t xml:space="preserve">Нежилое </w:t>
            </w:r>
            <w:r w:rsidR="00AE6C72">
              <w:br/>
            </w:r>
            <w:r w:rsidRPr="00AE6C72"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11DEBECD" w14:textId="43E60E0E" w:rsidR="005370DA" w:rsidRPr="00AE6C72" w:rsidRDefault="005370DA" w:rsidP="00AE6C72">
            <w:r w:rsidRPr="00AE6C72">
              <w:t xml:space="preserve">пгт. Ноглики, </w:t>
            </w:r>
            <w:r w:rsidR="00741090" w:rsidRPr="00AE6C72">
              <w:br/>
            </w:r>
            <w:r w:rsidRPr="00AE6C72">
              <w:t>ул. Советская, 49, пом. 17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294A73C0" w14:textId="77777777" w:rsidR="005370DA" w:rsidRPr="00AE6C72" w:rsidRDefault="005370DA" w:rsidP="00AE6C72">
            <w:pPr>
              <w:jc w:val="center"/>
            </w:pPr>
            <w:r w:rsidRPr="00AE6C72">
              <w:t>11,8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284745D9" w14:textId="77777777" w:rsidR="005370DA" w:rsidRPr="00AE6C72" w:rsidRDefault="005370DA" w:rsidP="00AE6C72">
            <w:pPr>
              <w:jc w:val="center"/>
            </w:pPr>
            <w:r w:rsidRPr="00AE6C72">
              <w:t> 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514F590B" w14:textId="77777777" w:rsidR="005370DA" w:rsidRPr="00AE6C72" w:rsidRDefault="005370DA" w:rsidP="00AE6C72">
            <w:r w:rsidRPr="00AE6C72">
              <w:t>торговля, бытовые услуги, физкультурно- оздоровительная деятельность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6C17D236" w14:textId="77777777" w:rsidR="005370DA" w:rsidRPr="00AE6C72" w:rsidRDefault="005370DA" w:rsidP="00AE6C72">
            <w:pPr>
              <w:rPr>
                <w:color w:val="FF0000"/>
              </w:rPr>
            </w:pPr>
            <w:r w:rsidRPr="00AE6C72">
              <w:rPr>
                <w:color w:val="FF0000"/>
              </w:rPr>
              <w:t> </w:t>
            </w:r>
          </w:p>
        </w:tc>
      </w:tr>
      <w:tr w:rsidR="005370DA" w:rsidRPr="00AE6C72" w14:paraId="6BD50973" w14:textId="77777777" w:rsidTr="00FF098F">
        <w:trPr>
          <w:trHeight w:val="896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32B62CCD" w14:textId="0177E887" w:rsidR="005370DA" w:rsidRPr="00AE6C72" w:rsidRDefault="005370DA" w:rsidP="003614B8">
            <w:pPr>
              <w:jc w:val="center"/>
            </w:pPr>
            <w:r w:rsidRPr="00AE6C72">
              <w:t>3</w:t>
            </w:r>
            <w:r w:rsidR="003614B8" w:rsidRPr="00AE6C72">
              <w:t>8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11E17C8F" w14:textId="7C8B75F3" w:rsidR="005370DA" w:rsidRPr="00AE6C72" w:rsidRDefault="005370DA" w:rsidP="002449C2">
            <w:pPr>
              <w:ind w:right="317"/>
            </w:pPr>
            <w:r w:rsidRPr="00AE6C72">
              <w:t xml:space="preserve">Нежилое </w:t>
            </w:r>
            <w:r w:rsidR="00AE6C72">
              <w:br/>
            </w:r>
            <w:r w:rsidRPr="00AE6C72"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12742363" w14:textId="22A9A6B2" w:rsidR="005370DA" w:rsidRPr="00AE6C72" w:rsidRDefault="005370DA" w:rsidP="00AE6C72">
            <w:r w:rsidRPr="00AE6C72">
              <w:t xml:space="preserve">пгт. Ноглики, </w:t>
            </w:r>
            <w:r w:rsidR="00904E2A" w:rsidRPr="00AE6C72">
              <w:br/>
            </w:r>
            <w:r w:rsidRPr="00AE6C72">
              <w:t xml:space="preserve">ул. Гагарина, 1, пом.10 </w:t>
            </w:r>
            <w:r w:rsidR="00AE6C72">
              <w:br/>
            </w:r>
            <w:r w:rsidRPr="00AE6C72">
              <w:t>(2 подъезд)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0C7E519A" w14:textId="77777777" w:rsidR="005370DA" w:rsidRPr="00AE6C72" w:rsidRDefault="005370DA" w:rsidP="00AE6C72">
            <w:pPr>
              <w:jc w:val="center"/>
            </w:pPr>
            <w:r w:rsidRPr="00AE6C72"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650D431B" w14:textId="77777777" w:rsidR="005370DA" w:rsidRPr="00AE6C72" w:rsidRDefault="005370DA" w:rsidP="00AE6C72">
            <w:pPr>
              <w:jc w:val="center"/>
            </w:pPr>
            <w:r w:rsidRPr="00AE6C72">
              <w:t>13,4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48D44B8F" w14:textId="77777777" w:rsidR="005370DA" w:rsidRPr="00AE6C72" w:rsidRDefault="005370DA" w:rsidP="00AE6C72">
            <w:r w:rsidRPr="00AE6C72">
              <w:rPr>
                <w:color w:val="000000"/>
              </w:rPr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1363843E" w14:textId="77777777" w:rsidR="005370DA" w:rsidRPr="00AE6C72" w:rsidRDefault="005370DA" w:rsidP="00AE6C72">
            <w:pPr>
              <w:rPr>
                <w:color w:val="FF0000"/>
              </w:rPr>
            </w:pPr>
            <w:r w:rsidRPr="00AE6C72">
              <w:rPr>
                <w:color w:val="FF0000"/>
              </w:rPr>
              <w:t> </w:t>
            </w:r>
          </w:p>
        </w:tc>
      </w:tr>
      <w:tr w:rsidR="005370DA" w:rsidRPr="00AE6C72" w14:paraId="638D5A5E" w14:textId="77777777" w:rsidTr="00FF098F">
        <w:trPr>
          <w:trHeight w:val="1080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7687732B" w14:textId="5CEEDEAF" w:rsidR="005370DA" w:rsidRPr="00AE6C72" w:rsidRDefault="003614B8" w:rsidP="003614B8">
            <w:pPr>
              <w:jc w:val="center"/>
            </w:pPr>
            <w:r w:rsidRPr="00AE6C72">
              <w:t>39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455A41D1" w14:textId="0BFF6B5F" w:rsidR="005370DA" w:rsidRPr="00AE6C72" w:rsidRDefault="005370DA" w:rsidP="002449C2">
            <w:pPr>
              <w:ind w:right="317"/>
            </w:pPr>
            <w:r w:rsidRPr="00AE6C72">
              <w:t xml:space="preserve">Нежилое </w:t>
            </w:r>
            <w:r w:rsidR="00AE6C72">
              <w:br/>
            </w:r>
            <w:r w:rsidRPr="00AE6C72">
              <w:t>помещение</w:t>
            </w:r>
          </w:p>
        </w:tc>
        <w:tc>
          <w:tcPr>
            <w:tcW w:w="2873" w:type="dxa"/>
            <w:shd w:val="clear" w:color="auto" w:fill="auto"/>
            <w:vAlign w:val="bottom"/>
            <w:hideMark/>
          </w:tcPr>
          <w:p w14:paraId="329BB8E2" w14:textId="13362FF9" w:rsidR="005370DA" w:rsidRPr="00AE6C72" w:rsidRDefault="005370DA" w:rsidP="005370DA">
            <w:r w:rsidRPr="00AE6C72">
              <w:t xml:space="preserve">Сахалинская область, Ногликский р-н, пгт. Ноглики, ул. 15 Мая, </w:t>
            </w:r>
            <w:r w:rsidR="00AE6C72">
              <w:br/>
            </w:r>
            <w:r w:rsidRPr="00AE6C72">
              <w:t xml:space="preserve">д. 18, пом. 54-55 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1B10744B" w14:textId="77777777" w:rsidR="005370DA" w:rsidRPr="00AE6C72" w:rsidRDefault="005370DA" w:rsidP="005370DA">
            <w:pPr>
              <w:jc w:val="center"/>
            </w:pPr>
            <w:r w:rsidRPr="00AE6C72"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614A31F1" w14:textId="24EAEC69" w:rsidR="005370DA" w:rsidRPr="00AE6C72" w:rsidRDefault="005370DA" w:rsidP="005370DA">
            <w:pPr>
              <w:jc w:val="center"/>
            </w:pPr>
            <w:r w:rsidRPr="00AE6C72">
              <w:t>5,7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766ADC70" w14:textId="77777777" w:rsidR="005370DA" w:rsidRPr="00AE6C72" w:rsidRDefault="005370DA" w:rsidP="005370DA">
            <w:r w:rsidRPr="00AE6C72"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7C97B87C" w14:textId="77777777" w:rsidR="005370DA" w:rsidRPr="00AE6C72" w:rsidRDefault="005370DA" w:rsidP="005370DA">
            <w:r w:rsidRPr="00AE6C72">
              <w:t> </w:t>
            </w:r>
          </w:p>
        </w:tc>
      </w:tr>
      <w:tr w:rsidR="005370DA" w:rsidRPr="00AE6C72" w14:paraId="078DEEA1" w14:textId="77777777" w:rsidTr="00FF098F">
        <w:trPr>
          <w:trHeight w:val="1080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0AA4ADB2" w14:textId="6DD52AF2" w:rsidR="005370DA" w:rsidRPr="00AE6C72" w:rsidRDefault="005370DA" w:rsidP="003614B8">
            <w:pPr>
              <w:jc w:val="center"/>
            </w:pPr>
            <w:r w:rsidRPr="00AE6C72">
              <w:t>4</w:t>
            </w:r>
            <w:r w:rsidR="003614B8" w:rsidRPr="00AE6C72">
              <w:t>0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6AA84B1C" w14:textId="56F4925D" w:rsidR="005370DA" w:rsidRPr="00AE6C72" w:rsidRDefault="005370DA" w:rsidP="002449C2">
            <w:pPr>
              <w:ind w:right="317"/>
            </w:pPr>
            <w:r w:rsidRPr="00AE6C72">
              <w:t xml:space="preserve">Нежилое </w:t>
            </w:r>
            <w:r w:rsidR="00AE6C72">
              <w:br/>
            </w:r>
            <w:r w:rsidRPr="00AE6C72"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555670BA" w14:textId="02EF6224" w:rsidR="005370DA" w:rsidRPr="00AE6C72" w:rsidRDefault="005370DA" w:rsidP="005370DA">
            <w:r w:rsidRPr="00AE6C72">
              <w:t xml:space="preserve">Сахалинская область, Ногликский р-н, пгт. Ноглики, ул. 15 Мая, </w:t>
            </w:r>
            <w:r w:rsidR="00AE6C72">
              <w:br/>
            </w:r>
            <w:r w:rsidRPr="00AE6C72">
              <w:t>д. 18, пом. 56-57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702F76AB" w14:textId="77777777" w:rsidR="005370DA" w:rsidRPr="00AE6C72" w:rsidRDefault="005370DA" w:rsidP="005370DA">
            <w:pPr>
              <w:jc w:val="center"/>
            </w:pPr>
            <w:r w:rsidRPr="00AE6C72"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67E87BEC" w14:textId="210DF9B4" w:rsidR="005370DA" w:rsidRPr="00AE6C72" w:rsidRDefault="005370DA" w:rsidP="005370DA">
            <w:pPr>
              <w:jc w:val="center"/>
            </w:pPr>
            <w:r w:rsidRPr="00AE6C72">
              <w:t>10,1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5CE70C09" w14:textId="77777777" w:rsidR="005370DA" w:rsidRPr="00AE6C72" w:rsidRDefault="005370DA" w:rsidP="005370DA">
            <w:r w:rsidRPr="00AE6C72"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26C5A66A" w14:textId="77777777" w:rsidR="005370DA" w:rsidRPr="00AE6C72" w:rsidRDefault="005370DA" w:rsidP="005370DA">
            <w:r w:rsidRPr="00AE6C72">
              <w:t> </w:t>
            </w:r>
          </w:p>
        </w:tc>
      </w:tr>
      <w:tr w:rsidR="00894D4B" w:rsidRPr="00AE6C72" w14:paraId="465A3BE2" w14:textId="77777777" w:rsidTr="00FF098F">
        <w:trPr>
          <w:trHeight w:val="867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46327682" w14:textId="058F7BC9" w:rsidR="00894D4B" w:rsidRPr="00AE6C72" w:rsidRDefault="00894D4B" w:rsidP="00894D4B">
            <w:pPr>
              <w:jc w:val="center"/>
            </w:pPr>
            <w:r w:rsidRPr="00AE6C72">
              <w:t>4</w:t>
            </w:r>
            <w:r w:rsidR="003614B8" w:rsidRPr="00AE6C72">
              <w:t>1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18F926EE" w14:textId="218F4FC0" w:rsidR="00894D4B" w:rsidRPr="00AE6C72" w:rsidRDefault="00894D4B" w:rsidP="002449C2">
            <w:pPr>
              <w:ind w:right="317"/>
            </w:pPr>
            <w:r w:rsidRPr="00AE6C72">
              <w:t xml:space="preserve">Нежилое </w:t>
            </w:r>
            <w:r w:rsidR="00AE6C72">
              <w:br/>
            </w:r>
            <w:r w:rsidRPr="00AE6C72">
              <w:t>помещение</w:t>
            </w:r>
          </w:p>
        </w:tc>
        <w:tc>
          <w:tcPr>
            <w:tcW w:w="2873" w:type="dxa"/>
            <w:shd w:val="clear" w:color="auto" w:fill="auto"/>
            <w:vAlign w:val="bottom"/>
            <w:hideMark/>
          </w:tcPr>
          <w:p w14:paraId="295739CD" w14:textId="4A87DD6F" w:rsidR="00894D4B" w:rsidRPr="00AE6C72" w:rsidRDefault="00894D4B" w:rsidP="00894D4B">
            <w:r w:rsidRPr="00AE6C72">
              <w:rPr>
                <w:color w:val="000000"/>
              </w:rPr>
              <w:t>Сахалинская область, Ногликский р-н, с. Вал, ул. Молодежная, д. 1А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12512FF0" w14:textId="77777777" w:rsidR="00894D4B" w:rsidRPr="00AE6C72" w:rsidRDefault="00894D4B" w:rsidP="00AE6C72">
            <w:pPr>
              <w:jc w:val="center"/>
            </w:pPr>
            <w:r w:rsidRPr="00AE6C72"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4FA8C215" w14:textId="1298C4F2" w:rsidR="00894D4B" w:rsidRPr="00AE6C72" w:rsidRDefault="00894D4B" w:rsidP="00AE6C72">
            <w:pPr>
              <w:jc w:val="center"/>
            </w:pPr>
            <w:r w:rsidRPr="00AE6C72">
              <w:t>17,9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182A8CCD" w14:textId="590E0526" w:rsidR="00894D4B" w:rsidRPr="00AE6C72" w:rsidRDefault="00894D4B" w:rsidP="00AE6C72">
            <w:r w:rsidRPr="00AE6C72">
              <w:t>торговля, бытовые услуги, склад, офис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336860E7" w14:textId="77777777" w:rsidR="00894D4B" w:rsidRPr="00AE6C72" w:rsidRDefault="00894D4B" w:rsidP="00AE6C72">
            <w:r w:rsidRPr="00AE6C72">
              <w:t> </w:t>
            </w:r>
          </w:p>
        </w:tc>
      </w:tr>
      <w:tr w:rsidR="00894D4B" w:rsidRPr="00AE6C72" w14:paraId="295AC355" w14:textId="77777777" w:rsidTr="00FF098F">
        <w:trPr>
          <w:trHeight w:val="1080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328DF53D" w14:textId="4BB4362F" w:rsidR="00894D4B" w:rsidRPr="00AE6C72" w:rsidRDefault="00894D4B" w:rsidP="00894D4B">
            <w:pPr>
              <w:jc w:val="center"/>
            </w:pPr>
            <w:r w:rsidRPr="00AE6C72">
              <w:t>4</w:t>
            </w:r>
            <w:r w:rsidR="003614B8" w:rsidRPr="00AE6C72">
              <w:t>2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14:paraId="0B06043F" w14:textId="43C3D60F" w:rsidR="00894D4B" w:rsidRPr="00AE6C72" w:rsidRDefault="00894D4B" w:rsidP="00AE6C72">
            <w:r w:rsidRPr="00AE6C72">
              <w:t xml:space="preserve">Земельный </w:t>
            </w:r>
            <w:r w:rsidR="00AE6C72">
              <w:br/>
            </w:r>
            <w:r w:rsidRPr="00AE6C72">
              <w:t>участок</w:t>
            </w:r>
          </w:p>
        </w:tc>
        <w:tc>
          <w:tcPr>
            <w:tcW w:w="2873" w:type="dxa"/>
            <w:shd w:val="clear" w:color="auto" w:fill="auto"/>
            <w:vAlign w:val="center"/>
            <w:hideMark/>
          </w:tcPr>
          <w:p w14:paraId="00DDABA0" w14:textId="482D0A42" w:rsidR="00894D4B" w:rsidRPr="00AE6C72" w:rsidRDefault="00894D4B" w:rsidP="00AE6C72">
            <w:r w:rsidRPr="00AE6C72">
              <w:rPr>
                <w:color w:val="000000"/>
              </w:rPr>
              <w:t xml:space="preserve">Российская Федерация, Сахалинская область,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 xml:space="preserve">муниципальное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 xml:space="preserve">образование </w:t>
            </w:r>
            <w:r w:rsidR="00904E2A" w:rsidRPr="00AE6C72">
              <w:rPr>
                <w:color w:val="000000"/>
              </w:rPr>
              <w:br/>
              <w:t xml:space="preserve">«Городской округ </w:t>
            </w:r>
            <w:r w:rsidR="00904E2A" w:rsidRPr="00AE6C72">
              <w:rPr>
                <w:color w:val="000000"/>
              </w:rPr>
              <w:lastRenderedPageBreak/>
              <w:t>Ногликский»</w:t>
            </w:r>
            <w:r w:rsidRPr="00AE6C72">
              <w:rPr>
                <w:color w:val="000000"/>
              </w:rPr>
              <w:t xml:space="preserve">, с. Вал,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ул. Чинкова, з/у 4а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530DB838" w14:textId="1AF9BB3A" w:rsidR="00894D4B" w:rsidRPr="00AE6C72" w:rsidRDefault="00363578" w:rsidP="00AE6C72">
            <w:pPr>
              <w:jc w:val="center"/>
            </w:pPr>
            <w:r w:rsidRPr="00AE6C72">
              <w:rPr>
                <w:color w:val="000000"/>
              </w:rPr>
              <w:lastRenderedPageBreak/>
              <w:t>8568</w:t>
            </w:r>
            <w:r w:rsidR="00894D4B" w:rsidRPr="00AE6C72"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506124CB" w14:textId="07967047" w:rsidR="00894D4B" w:rsidRPr="00AE6C72" w:rsidRDefault="00894D4B" w:rsidP="00AE6C72">
            <w:pPr>
              <w:jc w:val="center"/>
            </w:pP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5CE0965C" w14:textId="2E998E47" w:rsidR="00810A02" w:rsidRPr="00AE6C72" w:rsidRDefault="00810A02" w:rsidP="00810A02">
            <w:pPr>
              <w:pStyle w:val="ac"/>
            </w:pPr>
            <w:r w:rsidRPr="00AE6C72">
              <w:t xml:space="preserve">Обслуживание жилой застройки: </w:t>
            </w:r>
          </w:p>
          <w:p w14:paraId="2EF53D6F" w14:textId="06FA72B5" w:rsidR="00810A02" w:rsidRPr="00AE6C72" w:rsidRDefault="00810A02" w:rsidP="00810A02">
            <w:pPr>
              <w:pStyle w:val="ac"/>
            </w:pPr>
            <w:r w:rsidRPr="00AE6C72">
              <w:t>объекты гаражного назначения.</w:t>
            </w:r>
          </w:p>
          <w:p w14:paraId="1142A863" w14:textId="6BA6A8B8" w:rsidR="00810A02" w:rsidRPr="00AE6C72" w:rsidRDefault="00810A02" w:rsidP="00810A02">
            <w:pPr>
              <w:pStyle w:val="ac"/>
            </w:pPr>
            <w:r w:rsidRPr="00AE6C72">
              <w:t>Общественное управление.</w:t>
            </w:r>
          </w:p>
          <w:p w14:paraId="4542A85E" w14:textId="128A6374" w:rsidR="00810A02" w:rsidRPr="00AE6C72" w:rsidRDefault="00810A02" w:rsidP="00810A02">
            <w:pPr>
              <w:pStyle w:val="ac"/>
            </w:pPr>
            <w:r w:rsidRPr="00AE6C72">
              <w:lastRenderedPageBreak/>
              <w:t>Банковская и страховая деятельность.</w:t>
            </w:r>
          </w:p>
          <w:p w14:paraId="29420627" w14:textId="789C4F72" w:rsidR="00810A02" w:rsidRPr="00AE6C72" w:rsidRDefault="00810A02" w:rsidP="00810A02">
            <w:pPr>
              <w:pStyle w:val="ac"/>
            </w:pPr>
            <w:r w:rsidRPr="00AE6C72">
              <w:t>Коммунальное обслуживание. Социальное обслуживание.</w:t>
            </w:r>
          </w:p>
          <w:p w14:paraId="64F2BE23" w14:textId="10A853B9" w:rsidR="00810A02" w:rsidRPr="00AE6C72" w:rsidRDefault="00810A02" w:rsidP="00810A02">
            <w:pPr>
              <w:pStyle w:val="ac"/>
            </w:pPr>
            <w:r w:rsidRPr="00AE6C72">
              <w:t>Бытовое обслуживание.</w:t>
            </w:r>
          </w:p>
          <w:p w14:paraId="4F7538DA" w14:textId="08DEDBE3" w:rsidR="00810A02" w:rsidRPr="00AE6C72" w:rsidRDefault="00810A02" w:rsidP="00810A02">
            <w:pPr>
              <w:pStyle w:val="ac"/>
            </w:pPr>
            <w:r w:rsidRPr="00AE6C72">
              <w:t>Амбулаторно-поликлиническое обслуживание.</w:t>
            </w:r>
          </w:p>
          <w:p w14:paraId="5F12F1DD" w14:textId="19AD3590" w:rsidR="00810A02" w:rsidRPr="00AE6C72" w:rsidRDefault="00810A02" w:rsidP="00810A02">
            <w:pPr>
              <w:pStyle w:val="ac"/>
            </w:pPr>
            <w:r w:rsidRPr="00AE6C72">
              <w:t>Дошкольное, начальное и среднее общее образование.</w:t>
            </w:r>
          </w:p>
          <w:p w14:paraId="74D58FFC" w14:textId="16B17F68" w:rsidR="00810A02" w:rsidRPr="00AE6C72" w:rsidRDefault="00810A02" w:rsidP="00810A02">
            <w:pPr>
              <w:pStyle w:val="ac"/>
            </w:pPr>
            <w:r w:rsidRPr="00AE6C72">
              <w:t>Культурное развитие.</w:t>
            </w:r>
          </w:p>
          <w:p w14:paraId="4001BB8B" w14:textId="3D665CFD" w:rsidR="00810A02" w:rsidRPr="00AE6C72" w:rsidRDefault="00810A02" w:rsidP="00810A02">
            <w:pPr>
              <w:pStyle w:val="ac"/>
            </w:pPr>
            <w:r w:rsidRPr="00AE6C72">
              <w:t>Религ</w:t>
            </w:r>
            <w:r w:rsidR="00904E2A" w:rsidRPr="00AE6C72">
              <w:t>иозное использование</w:t>
            </w:r>
          </w:p>
          <w:p w14:paraId="1D84AD39" w14:textId="6F866DFE" w:rsidR="00810A02" w:rsidRPr="00AE6C72" w:rsidRDefault="00810A02" w:rsidP="00810A02">
            <w:pPr>
              <w:pStyle w:val="ac"/>
            </w:pPr>
            <w:r w:rsidRPr="00AE6C72">
              <w:t>Амбулаторное ветеринарное обслуживание.</w:t>
            </w:r>
          </w:p>
          <w:p w14:paraId="05F62280" w14:textId="64A47B9F" w:rsidR="00810A02" w:rsidRPr="00AE6C72" w:rsidRDefault="00810A02" w:rsidP="00810A02">
            <w:pPr>
              <w:pStyle w:val="ac"/>
            </w:pPr>
            <w:r w:rsidRPr="00AE6C72">
              <w:t>Деловое управление.</w:t>
            </w:r>
          </w:p>
          <w:p w14:paraId="4E964438" w14:textId="64C9A3AC" w:rsidR="00810A02" w:rsidRPr="00AE6C72" w:rsidRDefault="00810A02" w:rsidP="00810A02">
            <w:pPr>
              <w:pStyle w:val="ac"/>
            </w:pPr>
            <w:r w:rsidRPr="00AE6C72">
              <w:t>Рынки.</w:t>
            </w:r>
          </w:p>
          <w:p w14:paraId="75C3E943" w14:textId="6C2925BF" w:rsidR="00810A02" w:rsidRPr="00AE6C72" w:rsidRDefault="00810A02" w:rsidP="00810A02">
            <w:pPr>
              <w:pStyle w:val="ac"/>
            </w:pPr>
            <w:r w:rsidRPr="00AE6C72">
              <w:t>Магазины.</w:t>
            </w:r>
          </w:p>
          <w:p w14:paraId="77D8B622" w14:textId="329D774A" w:rsidR="00810A02" w:rsidRPr="00AE6C72" w:rsidRDefault="00810A02" w:rsidP="00810A02">
            <w:pPr>
              <w:pStyle w:val="ac"/>
            </w:pPr>
            <w:r w:rsidRPr="00AE6C72">
              <w:t>Общественное питание.</w:t>
            </w:r>
          </w:p>
          <w:p w14:paraId="4FD02DDD" w14:textId="4EF19597" w:rsidR="00810A02" w:rsidRPr="00AE6C72" w:rsidRDefault="00810A02" w:rsidP="00810A02">
            <w:pPr>
              <w:pStyle w:val="ac"/>
            </w:pPr>
            <w:r w:rsidRPr="00AE6C72">
              <w:t>Гостиничное обслуживание.</w:t>
            </w:r>
          </w:p>
          <w:p w14:paraId="39CD6CFE" w14:textId="389E8B9B" w:rsidR="00894D4B" w:rsidRPr="00AE6C72" w:rsidRDefault="00810A02" w:rsidP="00810A02">
            <w:r w:rsidRPr="00AE6C72">
              <w:t>О</w:t>
            </w:r>
            <w:r w:rsidR="00904E2A" w:rsidRPr="00AE6C72">
              <w:t>бслуживание автотранспорта</w:t>
            </w:r>
          </w:p>
        </w:tc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18DB1FAC" w14:textId="77777777" w:rsidR="00894D4B" w:rsidRPr="00AE6C72" w:rsidRDefault="00894D4B" w:rsidP="00AE6C72">
            <w:r w:rsidRPr="00AE6C72">
              <w:lastRenderedPageBreak/>
              <w:t> </w:t>
            </w:r>
          </w:p>
        </w:tc>
      </w:tr>
      <w:tr w:rsidR="00845A5D" w:rsidRPr="00AE6C72" w14:paraId="5E922A35" w14:textId="77777777" w:rsidTr="00FF098F">
        <w:trPr>
          <w:trHeight w:val="1509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66168F8" w14:textId="58292A30" w:rsidR="00845A5D" w:rsidRPr="00AE6C72" w:rsidRDefault="003614B8" w:rsidP="00845A5D">
            <w:pPr>
              <w:jc w:val="center"/>
            </w:pPr>
            <w:r w:rsidRPr="00AE6C72">
              <w:lastRenderedPageBreak/>
              <w:t>43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3204B096" w14:textId="4E860721" w:rsidR="00845A5D" w:rsidRPr="00AE6C72" w:rsidRDefault="00845A5D" w:rsidP="00845A5D">
            <w:r w:rsidRPr="00AE6C72">
              <w:rPr>
                <w:color w:val="000000"/>
              </w:rPr>
              <w:t xml:space="preserve">Нежилое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</w:tcPr>
          <w:p w14:paraId="78F730B2" w14:textId="7BC2F0B3" w:rsidR="00845A5D" w:rsidRPr="00AE6C72" w:rsidRDefault="00845A5D" w:rsidP="00845A5D">
            <w:pPr>
              <w:rPr>
                <w:color w:val="000000"/>
              </w:rPr>
            </w:pPr>
            <w:r w:rsidRPr="00AE6C72">
              <w:rPr>
                <w:color w:val="000000"/>
              </w:rPr>
              <w:t>Сахалинская область, Ногликский район, село Вал, ул. Молодежная, 1а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3E14246F" w14:textId="7380EAE4" w:rsidR="00845A5D" w:rsidRPr="00AE6C72" w:rsidRDefault="00845A5D" w:rsidP="00845A5D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11,6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25C69543" w14:textId="77777777" w:rsidR="00845A5D" w:rsidRPr="00AE6C72" w:rsidRDefault="00845A5D" w:rsidP="00845A5D">
            <w:pPr>
              <w:jc w:val="center"/>
            </w:pPr>
          </w:p>
        </w:tc>
        <w:tc>
          <w:tcPr>
            <w:tcW w:w="3026" w:type="dxa"/>
            <w:shd w:val="clear" w:color="auto" w:fill="auto"/>
          </w:tcPr>
          <w:p w14:paraId="7C2E9D37" w14:textId="77777777" w:rsidR="003614B8" w:rsidRPr="00AE6C72" w:rsidRDefault="003614B8" w:rsidP="00845A5D">
            <w:pPr>
              <w:pStyle w:val="ac"/>
            </w:pPr>
          </w:p>
          <w:p w14:paraId="4E58E423" w14:textId="0DD33F43" w:rsidR="00845A5D" w:rsidRPr="00AE6C72" w:rsidRDefault="00845A5D" w:rsidP="00845A5D">
            <w:pPr>
              <w:pStyle w:val="ac"/>
            </w:pPr>
            <w:r w:rsidRPr="00AE6C72"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</w:tcPr>
          <w:p w14:paraId="4334E06A" w14:textId="266A63C1" w:rsidR="00845A5D" w:rsidRPr="00AE6C72" w:rsidRDefault="00845A5D" w:rsidP="00845A5D"/>
        </w:tc>
      </w:tr>
      <w:tr w:rsidR="00845A5D" w:rsidRPr="00AE6C72" w14:paraId="29A943B1" w14:textId="77777777" w:rsidTr="00FF098F">
        <w:trPr>
          <w:trHeight w:val="108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411966B" w14:textId="764A66BD" w:rsidR="00845A5D" w:rsidRPr="00AE6C72" w:rsidRDefault="00845A5D" w:rsidP="003614B8">
            <w:pPr>
              <w:jc w:val="center"/>
            </w:pPr>
            <w:r w:rsidRPr="00AE6C72">
              <w:lastRenderedPageBreak/>
              <w:t>4</w:t>
            </w:r>
            <w:r w:rsidR="003614B8" w:rsidRPr="00AE6C72">
              <w:t>4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01C43F72" w14:textId="0C75F40F" w:rsidR="00845A5D" w:rsidRPr="00AE6C72" w:rsidRDefault="00845A5D" w:rsidP="00845A5D">
            <w:r w:rsidRPr="00AE6C72">
              <w:rPr>
                <w:color w:val="000000"/>
              </w:rPr>
              <w:t xml:space="preserve">Нежилое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</w:tcPr>
          <w:p w14:paraId="60C2B135" w14:textId="07EA1B62" w:rsidR="00845A5D" w:rsidRPr="00AE6C72" w:rsidRDefault="00845A5D" w:rsidP="00845A5D">
            <w:pPr>
              <w:rPr>
                <w:color w:val="000000"/>
              </w:rPr>
            </w:pPr>
            <w:r w:rsidRPr="00AE6C72">
              <w:rPr>
                <w:color w:val="000000"/>
              </w:rPr>
              <w:t xml:space="preserve">Сахалинская область,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р-н. Ногликский, пгт. Ноглики, ул. Гагарина, д. 1, пом. 23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28153252" w14:textId="504E8005" w:rsidR="00845A5D" w:rsidRPr="00AE6C72" w:rsidRDefault="00845A5D" w:rsidP="00845A5D">
            <w:pPr>
              <w:jc w:val="center"/>
              <w:rPr>
                <w:color w:val="00000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50384C21" w14:textId="58A33653" w:rsidR="00845A5D" w:rsidRPr="00AE6C72" w:rsidRDefault="00845A5D" w:rsidP="00845A5D">
            <w:pPr>
              <w:jc w:val="center"/>
            </w:pPr>
            <w:r w:rsidRPr="00AE6C72">
              <w:rPr>
                <w:color w:val="000000"/>
              </w:rPr>
              <w:t>6,7</w:t>
            </w:r>
          </w:p>
        </w:tc>
        <w:tc>
          <w:tcPr>
            <w:tcW w:w="3026" w:type="dxa"/>
            <w:shd w:val="clear" w:color="auto" w:fill="auto"/>
          </w:tcPr>
          <w:p w14:paraId="2DFFD0F6" w14:textId="77777777" w:rsidR="003614B8" w:rsidRPr="00AE6C72" w:rsidRDefault="003614B8" w:rsidP="00845A5D">
            <w:pPr>
              <w:pStyle w:val="ac"/>
            </w:pPr>
          </w:p>
          <w:p w14:paraId="1ACD6DC0" w14:textId="1FA8E903" w:rsidR="00845A5D" w:rsidRPr="00AE6C72" w:rsidRDefault="00845A5D" w:rsidP="00845A5D">
            <w:pPr>
              <w:pStyle w:val="ac"/>
            </w:pPr>
            <w:r w:rsidRPr="00AE6C72">
              <w:t>торговля,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</w:tcPr>
          <w:p w14:paraId="55F81778" w14:textId="77777777" w:rsidR="00845A5D" w:rsidRPr="00AE6C72" w:rsidRDefault="00845A5D" w:rsidP="00845A5D"/>
        </w:tc>
      </w:tr>
      <w:tr w:rsidR="00845A5D" w:rsidRPr="00AE6C72" w14:paraId="5998C495" w14:textId="77777777" w:rsidTr="00FF098F">
        <w:trPr>
          <w:trHeight w:val="108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77B6F36" w14:textId="3C5364E1" w:rsidR="00845A5D" w:rsidRPr="00AE6C72" w:rsidRDefault="00845A5D" w:rsidP="003614B8">
            <w:pPr>
              <w:jc w:val="center"/>
            </w:pPr>
            <w:r w:rsidRPr="00AE6C72">
              <w:t>4</w:t>
            </w:r>
            <w:r w:rsidR="003614B8" w:rsidRPr="00AE6C72">
              <w:t>5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656642F5" w14:textId="4B460A96" w:rsidR="00845A5D" w:rsidRPr="00AE6C72" w:rsidRDefault="00845A5D" w:rsidP="00845A5D">
            <w:r w:rsidRPr="00AE6C72">
              <w:rPr>
                <w:color w:val="000000"/>
              </w:rPr>
              <w:t xml:space="preserve">Нежилое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помещение</w:t>
            </w:r>
          </w:p>
        </w:tc>
        <w:tc>
          <w:tcPr>
            <w:tcW w:w="2873" w:type="dxa"/>
            <w:shd w:val="clear" w:color="auto" w:fill="auto"/>
            <w:vAlign w:val="center"/>
          </w:tcPr>
          <w:p w14:paraId="1F2390C4" w14:textId="51D2A51F" w:rsidR="00845A5D" w:rsidRPr="00AE6C72" w:rsidRDefault="00845A5D" w:rsidP="00845A5D">
            <w:pPr>
              <w:rPr>
                <w:color w:val="000000"/>
              </w:rPr>
            </w:pPr>
            <w:r w:rsidRPr="00AE6C72">
              <w:rPr>
                <w:color w:val="000000"/>
              </w:rPr>
              <w:t>Сахалинская область, р-н Ногликский, пгт Ноглики, ул. 15 Мая, д. 14, кв. 18-20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327567ED" w14:textId="6E921BFA" w:rsidR="00845A5D" w:rsidRPr="00AE6C72" w:rsidRDefault="00845A5D" w:rsidP="00845A5D">
            <w:pPr>
              <w:jc w:val="center"/>
              <w:rPr>
                <w:color w:val="00000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5D20B5D4" w14:textId="0867EE37" w:rsidR="00845A5D" w:rsidRPr="00AE6C72" w:rsidRDefault="00845A5D" w:rsidP="00845A5D">
            <w:pPr>
              <w:jc w:val="center"/>
            </w:pPr>
            <w:r w:rsidRPr="00AE6C72">
              <w:rPr>
                <w:color w:val="000000"/>
              </w:rPr>
              <w:t>14,9</w:t>
            </w:r>
          </w:p>
        </w:tc>
        <w:tc>
          <w:tcPr>
            <w:tcW w:w="3026" w:type="dxa"/>
            <w:shd w:val="clear" w:color="auto" w:fill="auto"/>
          </w:tcPr>
          <w:p w14:paraId="3639DC91" w14:textId="77777777" w:rsidR="003614B8" w:rsidRPr="00AE6C72" w:rsidRDefault="003614B8" w:rsidP="00845A5D">
            <w:pPr>
              <w:pStyle w:val="ac"/>
            </w:pPr>
          </w:p>
          <w:p w14:paraId="4AEC71D6" w14:textId="6F193CAE" w:rsidR="00845A5D" w:rsidRPr="00AE6C72" w:rsidRDefault="003614B8" w:rsidP="00845A5D">
            <w:pPr>
              <w:pStyle w:val="ac"/>
            </w:pPr>
            <w:r w:rsidRPr="00AE6C72">
              <w:t>т</w:t>
            </w:r>
            <w:r w:rsidR="00845A5D" w:rsidRPr="00AE6C72">
              <w:t>орговля, бытовые услуги, склад</w:t>
            </w:r>
          </w:p>
        </w:tc>
        <w:tc>
          <w:tcPr>
            <w:tcW w:w="2405" w:type="dxa"/>
            <w:shd w:val="clear" w:color="auto" w:fill="auto"/>
            <w:noWrap/>
            <w:vAlign w:val="bottom"/>
          </w:tcPr>
          <w:p w14:paraId="2192AFFA" w14:textId="77777777" w:rsidR="00845A5D" w:rsidRPr="00AE6C72" w:rsidRDefault="00845A5D" w:rsidP="00845A5D"/>
          <w:p w14:paraId="6BD80731" w14:textId="0E4C562D" w:rsidR="00845A5D" w:rsidRPr="00AE6C72" w:rsidRDefault="00845A5D" w:rsidP="00845A5D"/>
        </w:tc>
      </w:tr>
      <w:tr w:rsidR="00845A5D" w:rsidRPr="00AE6C72" w14:paraId="1D63B30B" w14:textId="77777777" w:rsidTr="00FF098F">
        <w:trPr>
          <w:trHeight w:val="1018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7D698BB2" w14:textId="6B3D185C" w:rsidR="00845A5D" w:rsidRPr="00AE6C72" w:rsidRDefault="00845A5D" w:rsidP="003614B8">
            <w:pPr>
              <w:jc w:val="center"/>
            </w:pPr>
            <w:r w:rsidRPr="00AE6C72">
              <w:t>4</w:t>
            </w:r>
            <w:r w:rsidR="003614B8" w:rsidRPr="00AE6C72">
              <w:t>6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552115C3" w14:textId="69FEE8AF" w:rsidR="00845A5D" w:rsidRPr="00AE6C72" w:rsidRDefault="00845A5D" w:rsidP="00845A5D">
            <w:r w:rsidRPr="00AE6C72">
              <w:rPr>
                <w:color w:val="000000"/>
              </w:rPr>
              <w:t xml:space="preserve">Земельный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участок</w:t>
            </w:r>
          </w:p>
        </w:tc>
        <w:tc>
          <w:tcPr>
            <w:tcW w:w="2873" w:type="dxa"/>
            <w:shd w:val="clear" w:color="auto" w:fill="auto"/>
            <w:vAlign w:val="center"/>
          </w:tcPr>
          <w:p w14:paraId="714CBB78" w14:textId="30D58879" w:rsidR="00845A5D" w:rsidRPr="00AE6C72" w:rsidRDefault="00845A5D" w:rsidP="00845A5D">
            <w:pPr>
              <w:rPr>
                <w:color w:val="000000"/>
              </w:rPr>
            </w:pPr>
            <w:r w:rsidRPr="00AE6C72">
              <w:rPr>
                <w:color w:val="000000"/>
              </w:rPr>
              <w:t xml:space="preserve">Сахалинская область,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р-н. Ногликский, пгт. Ноглики, ул. Репина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27C0DE6F" w14:textId="397AD6E2" w:rsidR="00845A5D" w:rsidRPr="00AE6C72" w:rsidRDefault="00845A5D" w:rsidP="00845A5D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150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2D221B45" w14:textId="77777777" w:rsidR="00845A5D" w:rsidRPr="00AE6C72" w:rsidRDefault="00845A5D" w:rsidP="00845A5D">
            <w:pPr>
              <w:jc w:val="center"/>
            </w:pPr>
          </w:p>
        </w:tc>
        <w:tc>
          <w:tcPr>
            <w:tcW w:w="3026" w:type="dxa"/>
            <w:shd w:val="clear" w:color="auto" w:fill="auto"/>
            <w:vAlign w:val="center"/>
          </w:tcPr>
          <w:p w14:paraId="107D02D5" w14:textId="45559BE8" w:rsidR="00845A5D" w:rsidRPr="00AE6C72" w:rsidRDefault="003614B8" w:rsidP="003614B8">
            <w:r w:rsidRPr="00AE6C72">
              <w:t>благоустройство территории</w:t>
            </w:r>
          </w:p>
        </w:tc>
        <w:tc>
          <w:tcPr>
            <w:tcW w:w="2405" w:type="dxa"/>
            <w:shd w:val="clear" w:color="auto" w:fill="auto"/>
            <w:noWrap/>
            <w:vAlign w:val="bottom"/>
          </w:tcPr>
          <w:p w14:paraId="26E253E9" w14:textId="77777777" w:rsidR="00845A5D" w:rsidRPr="00AE6C72" w:rsidRDefault="00845A5D" w:rsidP="00845A5D"/>
          <w:p w14:paraId="53B9E3C4" w14:textId="77777777" w:rsidR="00845A5D" w:rsidRPr="00AE6C72" w:rsidRDefault="00845A5D" w:rsidP="00845A5D"/>
        </w:tc>
      </w:tr>
      <w:tr w:rsidR="00845A5D" w:rsidRPr="00AE6C72" w14:paraId="6CC8DFE6" w14:textId="77777777" w:rsidTr="00FF098F">
        <w:trPr>
          <w:trHeight w:val="9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C0DC73A" w14:textId="374B614E" w:rsidR="00845A5D" w:rsidRPr="00AE6C72" w:rsidRDefault="00845A5D" w:rsidP="003614B8">
            <w:pPr>
              <w:jc w:val="center"/>
            </w:pPr>
            <w:r w:rsidRPr="00AE6C72">
              <w:t>4</w:t>
            </w:r>
            <w:r w:rsidR="003614B8" w:rsidRPr="00AE6C72">
              <w:t>7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47A0C9D9" w14:textId="1390D662" w:rsidR="00845A5D" w:rsidRPr="00AE6C72" w:rsidRDefault="00845A5D" w:rsidP="00845A5D">
            <w:r w:rsidRPr="00AE6C72">
              <w:rPr>
                <w:color w:val="000000"/>
              </w:rPr>
              <w:t xml:space="preserve">Земельный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участок</w:t>
            </w:r>
          </w:p>
        </w:tc>
        <w:tc>
          <w:tcPr>
            <w:tcW w:w="2873" w:type="dxa"/>
            <w:shd w:val="clear" w:color="auto" w:fill="auto"/>
            <w:vAlign w:val="center"/>
          </w:tcPr>
          <w:p w14:paraId="7E6C5222" w14:textId="4898EC7C" w:rsidR="00845A5D" w:rsidRPr="00AE6C72" w:rsidRDefault="00845A5D" w:rsidP="00845A5D">
            <w:pPr>
              <w:rPr>
                <w:color w:val="000000"/>
              </w:rPr>
            </w:pPr>
            <w:r w:rsidRPr="00AE6C72">
              <w:rPr>
                <w:color w:val="000000"/>
              </w:rPr>
              <w:t>Сахалинская область, пгт. Ноглики, Ак.Штернберга, з/у 1В ул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1C97ED6C" w14:textId="38925EDD" w:rsidR="00845A5D" w:rsidRPr="00AE6C72" w:rsidRDefault="00845A5D" w:rsidP="00845A5D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100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0B7C0082" w14:textId="77777777" w:rsidR="00845A5D" w:rsidRPr="00AE6C72" w:rsidRDefault="00845A5D" w:rsidP="00845A5D">
            <w:pPr>
              <w:jc w:val="center"/>
            </w:pPr>
          </w:p>
        </w:tc>
        <w:tc>
          <w:tcPr>
            <w:tcW w:w="3026" w:type="dxa"/>
            <w:shd w:val="clear" w:color="auto" w:fill="auto"/>
            <w:vAlign w:val="center"/>
          </w:tcPr>
          <w:p w14:paraId="2F2C3E83" w14:textId="08B0D28D" w:rsidR="00845A5D" w:rsidRPr="00AE6C72" w:rsidRDefault="003614B8" w:rsidP="003614B8">
            <w:r w:rsidRPr="00AE6C72">
              <w:t>предпринимательство</w:t>
            </w:r>
          </w:p>
        </w:tc>
        <w:tc>
          <w:tcPr>
            <w:tcW w:w="2405" w:type="dxa"/>
            <w:shd w:val="clear" w:color="auto" w:fill="auto"/>
            <w:noWrap/>
            <w:vAlign w:val="bottom"/>
          </w:tcPr>
          <w:p w14:paraId="4F6705C6" w14:textId="77777777" w:rsidR="00845A5D" w:rsidRPr="00AE6C72" w:rsidRDefault="00845A5D" w:rsidP="00845A5D"/>
          <w:p w14:paraId="3E556322" w14:textId="77777777" w:rsidR="00845A5D" w:rsidRPr="00AE6C72" w:rsidRDefault="00845A5D" w:rsidP="00845A5D"/>
        </w:tc>
      </w:tr>
      <w:tr w:rsidR="003614B8" w:rsidRPr="00AE6C72" w14:paraId="748CEF54" w14:textId="77777777" w:rsidTr="00FF098F">
        <w:trPr>
          <w:trHeight w:val="108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8447F67" w14:textId="2664B5A6" w:rsidR="003614B8" w:rsidRPr="00AE6C72" w:rsidRDefault="003614B8" w:rsidP="003614B8">
            <w:pPr>
              <w:jc w:val="center"/>
            </w:pPr>
            <w:r w:rsidRPr="00AE6C72">
              <w:t>48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06D85E79" w14:textId="4B1A7FD1" w:rsidR="003614B8" w:rsidRPr="00AE6C72" w:rsidRDefault="003614B8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 xml:space="preserve">Земельный </w:t>
            </w:r>
            <w:r w:rsidR="00AE6C72">
              <w:rPr>
                <w:color w:val="000000"/>
              </w:rPr>
              <w:br/>
            </w:r>
            <w:r w:rsidRPr="00AE6C72">
              <w:rPr>
                <w:color w:val="000000"/>
              </w:rPr>
              <w:t>участок</w:t>
            </w:r>
          </w:p>
        </w:tc>
        <w:tc>
          <w:tcPr>
            <w:tcW w:w="2873" w:type="dxa"/>
            <w:shd w:val="clear" w:color="auto" w:fill="auto"/>
            <w:vAlign w:val="center"/>
          </w:tcPr>
          <w:p w14:paraId="35AD0972" w14:textId="2066E265" w:rsidR="003614B8" w:rsidRPr="00AE6C72" w:rsidRDefault="003614B8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Сахалинская область, пгт. Ноглики, Ак.Штернберга, в районе д. 1 А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4A502AD0" w14:textId="75DCBB26" w:rsidR="003614B8" w:rsidRPr="00AE6C72" w:rsidRDefault="003614B8" w:rsidP="003614B8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10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00874396" w14:textId="77777777" w:rsidR="003614B8" w:rsidRPr="00AE6C72" w:rsidRDefault="003614B8" w:rsidP="00AE6C72">
            <w:pPr>
              <w:jc w:val="center"/>
            </w:pPr>
          </w:p>
        </w:tc>
        <w:tc>
          <w:tcPr>
            <w:tcW w:w="3026" w:type="dxa"/>
            <w:shd w:val="clear" w:color="auto" w:fill="auto"/>
            <w:vAlign w:val="center"/>
          </w:tcPr>
          <w:p w14:paraId="603872AF" w14:textId="0C1D2137" w:rsidR="003614B8" w:rsidRPr="00AE6C72" w:rsidRDefault="003614B8" w:rsidP="00AE6C72">
            <w:r w:rsidRPr="00AE6C72">
              <w:t>благоустройство территории</w:t>
            </w:r>
          </w:p>
        </w:tc>
        <w:tc>
          <w:tcPr>
            <w:tcW w:w="2405" w:type="dxa"/>
            <w:shd w:val="clear" w:color="auto" w:fill="auto"/>
            <w:noWrap/>
            <w:vAlign w:val="bottom"/>
          </w:tcPr>
          <w:p w14:paraId="70948F52" w14:textId="77777777" w:rsidR="003614B8" w:rsidRPr="00AE6C72" w:rsidRDefault="003614B8" w:rsidP="00AE6C72"/>
          <w:p w14:paraId="0E4B29BD" w14:textId="77777777" w:rsidR="003614B8" w:rsidRPr="00AE6C72" w:rsidRDefault="003614B8" w:rsidP="00AE6C72"/>
        </w:tc>
      </w:tr>
    </w:tbl>
    <w:p w14:paraId="47E647E2" w14:textId="5827496F" w:rsidR="00904E2A" w:rsidRDefault="00904E2A" w:rsidP="00904E2A"/>
    <w:p w14:paraId="7638FCAA" w14:textId="12FF46E9" w:rsidR="00374CCA" w:rsidRDefault="00374CCA" w:rsidP="00904E2A"/>
    <w:p w14:paraId="76E9D26B" w14:textId="77777777" w:rsidR="00AE6C72" w:rsidRDefault="00AE6C72" w:rsidP="00904E2A"/>
    <w:tbl>
      <w:tblPr>
        <w:tblW w:w="1346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976"/>
        <w:gridCol w:w="2525"/>
        <w:gridCol w:w="3260"/>
        <w:gridCol w:w="4112"/>
      </w:tblGrid>
      <w:tr w:rsidR="005370DA" w:rsidRPr="00AE6C72" w14:paraId="4D9AEC38" w14:textId="77777777" w:rsidTr="00FF098F">
        <w:trPr>
          <w:trHeight w:val="750"/>
        </w:trPr>
        <w:tc>
          <w:tcPr>
            <w:tcW w:w="594" w:type="dxa"/>
            <w:vMerge w:val="restart"/>
            <w:shd w:val="clear" w:color="auto" w:fill="auto"/>
            <w:vAlign w:val="center"/>
            <w:hideMark/>
          </w:tcPr>
          <w:p w14:paraId="1F799D16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 xml:space="preserve">№ п/п 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14:paraId="178C1CED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 xml:space="preserve">Наименование движимого имущества </w:t>
            </w:r>
          </w:p>
        </w:tc>
        <w:tc>
          <w:tcPr>
            <w:tcW w:w="2525" w:type="dxa"/>
            <w:vMerge w:val="restart"/>
            <w:shd w:val="clear" w:color="auto" w:fill="auto"/>
            <w:vAlign w:val="center"/>
            <w:hideMark/>
          </w:tcPr>
          <w:p w14:paraId="753E71F5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Модель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  <w:hideMark/>
          </w:tcPr>
          <w:p w14:paraId="77A6B73E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Вид деятельности</w:t>
            </w:r>
          </w:p>
        </w:tc>
        <w:tc>
          <w:tcPr>
            <w:tcW w:w="4112" w:type="dxa"/>
            <w:vMerge w:val="restart"/>
            <w:shd w:val="clear" w:color="auto" w:fill="auto"/>
            <w:vAlign w:val="bottom"/>
            <w:hideMark/>
          </w:tcPr>
          <w:p w14:paraId="51D0AD73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Наименование предприятия, учреждения, адрес для направления предложений о заключении договора аренды недвижимого имущества, находящегося в хозяйственном ведении, оперативном управлении</w:t>
            </w:r>
          </w:p>
        </w:tc>
      </w:tr>
      <w:tr w:rsidR="005370DA" w:rsidRPr="00AE6C72" w14:paraId="1F52B0E3" w14:textId="77777777" w:rsidTr="00FF098F">
        <w:trPr>
          <w:trHeight w:val="390"/>
        </w:trPr>
        <w:tc>
          <w:tcPr>
            <w:tcW w:w="594" w:type="dxa"/>
            <w:vMerge/>
            <w:vAlign w:val="center"/>
            <w:hideMark/>
          </w:tcPr>
          <w:p w14:paraId="4B64F935" w14:textId="77777777" w:rsidR="005370DA" w:rsidRPr="00AE6C72" w:rsidRDefault="005370DA" w:rsidP="00AE6C72">
            <w:pPr>
              <w:rPr>
                <w:color w:val="000000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14:paraId="7BB9506D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(оборудование)</w:t>
            </w:r>
          </w:p>
        </w:tc>
        <w:tc>
          <w:tcPr>
            <w:tcW w:w="2525" w:type="dxa"/>
            <w:vMerge/>
            <w:vAlign w:val="center"/>
            <w:hideMark/>
          </w:tcPr>
          <w:p w14:paraId="0F4F4E33" w14:textId="77777777" w:rsidR="005370DA" w:rsidRPr="00AE6C72" w:rsidRDefault="005370DA" w:rsidP="00AE6C72">
            <w:pPr>
              <w:rPr>
                <w:color w:val="000000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14:paraId="7077C3E1" w14:textId="77777777" w:rsidR="005370DA" w:rsidRPr="00AE6C72" w:rsidRDefault="005370DA" w:rsidP="00AE6C72">
            <w:pPr>
              <w:rPr>
                <w:color w:val="000000"/>
              </w:rPr>
            </w:pPr>
          </w:p>
        </w:tc>
        <w:tc>
          <w:tcPr>
            <w:tcW w:w="4112" w:type="dxa"/>
            <w:vMerge/>
            <w:vAlign w:val="center"/>
            <w:hideMark/>
          </w:tcPr>
          <w:p w14:paraId="3DA28846" w14:textId="77777777" w:rsidR="005370DA" w:rsidRPr="00AE6C72" w:rsidRDefault="005370DA" w:rsidP="00AE6C72">
            <w:pPr>
              <w:rPr>
                <w:color w:val="000000"/>
              </w:rPr>
            </w:pPr>
          </w:p>
        </w:tc>
      </w:tr>
      <w:tr w:rsidR="005370DA" w:rsidRPr="00AE6C72" w14:paraId="0198B3D5" w14:textId="77777777" w:rsidTr="00FF098F">
        <w:trPr>
          <w:trHeight w:val="748"/>
        </w:trPr>
        <w:tc>
          <w:tcPr>
            <w:tcW w:w="594" w:type="dxa"/>
            <w:vMerge w:val="restart"/>
            <w:shd w:val="clear" w:color="auto" w:fill="auto"/>
            <w:vAlign w:val="center"/>
            <w:hideMark/>
          </w:tcPr>
          <w:p w14:paraId="4258A492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1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  <w:hideMark/>
          </w:tcPr>
          <w:p w14:paraId="5DAE400A" w14:textId="1BECA2C5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 xml:space="preserve">Электрощит </w:t>
            </w:r>
            <w:r w:rsidR="00FF098F">
              <w:rPr>
                <w:color w:val="000000"/>
              </w:rPr>
              <w:br/>
            </w:r>
            <w:r w:rsidRPr="00AE6C72">
              <w:rPr>
                <w:color w:val="000000"/>
              </w:rPr>
              <w:t>автоматизированный</w:t>
            </w:r>
          </w:p>
        </w:tc>
        <w:tc>
          <w:tcPr>
            <w:tcW w:w="2525" w:type="dxa"/>
            <w:vMerge w:val="restart"/>
            <w:shd w:val="clear" w:color="auto" w:fill="auto"/>
            <w:vAlign w:val="center"/>
            <w:hideMark/>
          </w:tcPr>
          <w:p w14:paraId="00DBB905" w14:textId="77777777" w:rsidR="005370DA" w:rsidRPr="00AE6C72" w:rsidRDefault="005370DA" w:rsidP="00904E2A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  <w:lang w:val="en-US"/>
              </w:rPr>
              <w:t>WX-150-S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  <w:hideMark/>
          </w:tcPr>
          <w:p w14:paraId="0855B230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Рыбоперерабатывающая</w:t>
            </w:r>
          </w:p>
        </w:tc>
        <w:tc>
          <w:tcPr>
            <w:tcW w:w="4112" w:type="dxa"/>
            <w:shd w:val="clear" w:color="auto" w:fill="auto"/>
            <w:noWrap/>
            <w:vAlign w:val="bottom"/>
            <w:hideMark/>
          </w:tcPr>
          <w:p w14:paraId="5AA185D9" w14:textId="77777777" w:rsidR="005370DA" w:rsidRPr="00254705" w:rsidRDefault="005370DA" w:rsidP="00AE6C72">
            <w:pPr>
              <w:rPr>
                <w:color w:val="000000"/>
              </w:rPr>
            </w:pPr>
            <w:r w:rsidRPr="00254705">
              <w:rPr>
                <w:color w:val="000000"/>
              </w:rPr>
              <w:t> </w:t>
            </w:r>
          </w:p>
        </w:tc>
      </w:tr>
      <w:tr w:rsidR="005370DA" w:rsidRPr="00AE6C72" w14:paraId="02A2A92C" w14:textId="77777777" w:rsidTr="00FF098F">
        <w:trPr>
          <w:trHeight w:val="60"/>
        </w:trPr>
        <w:tc>
          <w:tcPr>
            <w:tcW w:w="594" w:type="dxa"/>
            <w:vMerge/>
            <w:vAlign w:val="center"/>
            <w:hideMark/>
          </w:tcPr>
          <w:p w14:paraId="5A37B404" w14:textId="77777777" w:rsidR="005370DA" w:rsidRPr="00AE6C72" w:rsidRDefault="005370DA" w:rsidP="00AE6C72">
            <w:pPr>
              <w:rPr>
                <w:color w:val="000000"/>
              </w:rPr>
            </w:pPr>
          </w:p>
        </w:tc>
        <w:tc>
          <w:tcPr>
            <w:tcW w:w="2976" w:type="dxa"/>
            <w:vMerge/>
            <w:vAlign w:val="center"/>
            <w:hideMark/>
          </w:tcPr>
          <w:p w14:paraId="2601DBCA" w14:textId="77777777" w:rsidR="005370DA" w:rsidRPr="00AE6C72" w:rsidRDefault="005370DA" w:rsidP="00AE6C72">
            <w:pPr>
              <w:rPr>
                <w:color w:val="000000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3059ADA0" w14:textId="77777777" w:rsidR="005370DA" w:rsidRPr="00AE6C72" w:rsidRDefault="005370DA" w:rsidP="00904E2A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14:paraId="7B669369" w14:textId="77777777" w:rsidR="005370DA" w:rsidRPr="00AE6C72" w:rsidRDefault="005370DA" w:rsidP="00AE6C72">
            <w:pPr>
              <w:rPr>
                <w:color w:val="000000"/>
              </w:rPr>
            </w:pPr>
          </w:p>
        </w:tc>
        <w:tc>
          <w:tcPr>
            <w:tcW w:w="4112" w:type="dxa"/>
            <w:shd w:val="clear" w:color="auto" w:fill="auto"/>
            <w:noWrap/>
            <w:vAlign w:val="bottom"/>
            <w:hideMark/>
          </w:tcPr>
          <w:p w14:paraId="29321D81" w14:textId="77777777" w:rsidR="005370DA" w:rsidRPr="00254705" w:rsidRDefault="005370DA" w:rsidP="00AE6C72">
            <w:pPr>
              <w:rPr>
                <w:color w:val="000000"/>
              </w:rPr>
            </w:pPr>
            <w:r w:rsidRPr="00254705">
              <w:rPr>
                <w:color w:val="000000"/>
              </w:rPr>
              <w:t> </w:t>
            </w:r>
          </w:p>
        </w:tc>
      </w:tr>
      <w:tr w:rsidR="005370DA" w:rsidRPr="00AE6C72" w14:paraId="3247C92F" w14:textId="77777777" w:rsidTr="00FF098F">
        <w:trPr>
          <w:trHeight w:val="1185"/>
        </w:trPr>
        <w:tc>
          <w:tcPr>
            <w:tcW w:w="594" w:type="dxa"/>
            <w:vMerge w:val="restart"/>
            <w:shd w:val="clear" w:color="auto" w:fill="auto"/>
            <w:vAlign w:val="center"/>
            <w:hideMark/>
          </w:tcPr>
          <w:p w14:paraId="35409F27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lastRenderedPageBreak/>
              <w:t>2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  <w:hideMark/>
          </w:tcPr>
          <w:p w14:paraId="0B266E6B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Паровой котел</w:t>
            </w:r>
          </w:p>
        </w:tc>
        <w:tc>
          <w:tcPr>
            <w:tcW w:w="2525" w:type="dxa"/>
            <w:vMerge w:val="restart"/>
            <w:shd w:val="clear" w:color="auto" w:fill="auto"/>
            <w:vAlign w:val="center"/>
            <w:hideMark/>
          </w:tcPr>
          <w:p w14:paraId="5C66C1C8" w14:textId="77777777" w:rsidR="005370DA" w:rsidRPr="00AE6C72" w:rsidRDefault="005370DA" w:rsidP="00904E2A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  <w:lang w:val="en-US"/>
              </w:rPr>
              <w:t>LSSO.3-0.7-Y/Q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  <w:hideMark/>
          </w:tcPr>
          <w:p w14:paraId="6D24F75C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Рыбоперерабатывающая</w:t>
            </w:r>
          </w:p>
        </w:tc>
        <w:tc>
          <w:tcPr>
            <w:tcW w:w="4112" w:type="dxa"/>
            <w:shd w:val="clear" w:color="auto" w:fill="auto"/>
            <w:noWrap/>
            <w:vAlign w:val="bottom"/>
            <w:hideMark/>
          </w:tcPr>
          <w:p w14:paraId="3E327F3B" w14:textId="77777777" w:rsidR="005370DA" w:rsidRPr="00254705" w:rsidRDefault="005370DA" w:rsidP="00AE6C72">
            <w:pPr>
              <w:rPr>
                <w:color w:val="000000"/>
              </w:rPr>
            </w:pPr>
            <w:r w:rsidRPr="00254705">
              <w:rPr>
                <w:color w:val="000000"/>
              </w:rPr>
              <w:t> </w:t>
            </w:r>
          </w:p>
        </w:tc>
      </w:tr>
      <w:tr w:rsidR="005370DA" w:rsidRPr="00AE6C72" w14:paraId="59AE8C5F" w14:textId="77777777" w:rsidTr="00FF098F">
        <w:trPr>
          <w:trHeight w:val="315"/>
        </w:trPr>
        <w:tc>
          <w:tcPr>
            <w:tcW w:w="594" w:type="dxa"/>
            <w:vMerge/>
            <w:vAlign w:val="center"/>
            <w:hideMark/>
          </w:tcPr>
          <w:p w14:paraId="06FDE63F" w14:textId="77777777" w:rsidR="005370DA" w:rsidRPr="00AE6C72" w:rsidRDefault="005370DA" w:rsidP="00AE6C72">
            <w:pPr>
              <w:rPr>
                <w:color w:val="000000"/>
              </w:rPr>
            </w:pPr>
          </w:p>
        </w:tc>
        <w:tc>
          <w:tcPr>
            <w:tcW w:w="2976" w:type="dxa"/>
            <w:vMerge/>
            <w:vAlign w:val="center"/>
            <w:hideMark/>
          </w:tcPr>
          <w:p w14:paraId="5576AE04" w14:textId="77777777" w:rsidR="005370DA" w:rsidRPr="00AE6C72" w:rsidRDefault="005370DA" w:rsidP="00AE6C72">
            <w:pPr>
              <w:rPr>
                <w:color w:val="000000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44FEB2F5" w14:textId="77777777" w:rsidR="005370DA" w:rsidRPr="00AE6C72" w:rsidRDefault="005370DA" w:rsidP="00904E2A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14:paraId="7A24433B" w14:textId="77777777" w:rsidR="005370DA" w:rsidRPr="00AE6C72" w:rsidRDefault="005370DA" w:rsidP="00AE6C72">
            <w:pPr>
              <w:rPr>
                <w:color w:val="000000"/>
              </w:rPr>
            </w:pPr>
          </w:p>
        </w:tc>
        <w:tc>
          <w:tcPr>
            <w:tcW w:w="4112" w:type="dxa"/>
            <w:shd w:val="clear" w:color="auto" w:fill="auto"/>
            <w:noWrap/>
            <w:vAlign w:val="bottom"/>
            <w:hideMark/>
          </w:tcPr>
          <w:p w14:paraId="5C3433A8" w14:textId="77777777" w:rsidR="005370DA" w:rsidRPr="00254705" w:rsidRDefault="005370DA" w:rsidP="00AE6C72">
            <w:pPr>
              <w:rPr>
                <w:color w:val="000000"/>
              </w:rPr>
            </w:pPr>
            <w:r w:rsidRPr="00254705">
              <w:rPr>
                <w:color w:val="000000"/>
              </w:rPr>
              <w:t> </w:t>
            </w:r>
          </w:p>
        </w:tc>
      </w:tr>
      <w:tr w:rsidR="005370DA" w:rsidRPr="00AE6C72" w14:paraId="0C600FF0" w14:textId="77777777" w:rsidTr="00FF098F">
        <w:trPr>
          <w:trHeight w:val="1185"/>
        </w:trPr>
        <w:tc>
          <w:tcPr>
            <w:tcW w:w="594" w:type="dxa"/>
            <w:vMerge w:val="restart"/>
            <w:shd w:val="clear" w:color="auto" w:fill="auto"/>
            <w:vAlign w:val="center"/>
            <w:hideMark/>
          </w:tcPr>
          <w:p w14:paraId="184BF846" w14:textId="77777777" w:rsidR="005370DA" w:rsidRPr="00AE6C72" w:rsidRDefault="005370DA" w:rsidP="00AE6C72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</w:rPr>
              <w:t>3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  <w:hideMark/>
          </w:tcPr>
          <w:p w14:paraId="35804E27" w14:textId="77777777" w:rsidR="005370DA" w:rsidRPr="00AE6C72" w:rsidRDefault="005370DA" w:rsidP="00AE6C72">
            <w:pPr>
              <w:rPr>
                <w:color w:val="000000"/>
              </w:rPr>
            </w:pPr>
            <w:r w:rsidRPr="00AE6C72">
              <w:rPr>
                <w:color w:val="000000"/>
              </w:rPr>
              <w:t>Центробежный насос</w:t>
            </w:r>
          </w:p>
        </w:tc>
        <w:tc>
          <w:tcPr>
            <w:tcW w:w="2525" w:type="dxa"/>
            <w:vMerge w:val="restart"/>
            <w:shd w:val="clear" w:color="auto" w:fill="auto"/>
            <w:vAlign w:val="center"/>
            <w:hideMark/>
          </w:tcPr>
          <w:p w14:paraId="1642F4E7" w14:textId="77777777" w:rsidR="005370DA" w:rsidRPr="00AE6C72" w:rsidRDefault="005370DA" w:rsidP="00904E2A">
            <w:pPr>
              <w:jc w:val="center"/>
              <w:rPr>
                <w:color w:val="000000"/>
              </w:rPr>
            </w:pPr>
            <w:r w:rsidRPr="00AE6C72">
              <w:rPr>
                <w:color w:val="000000"/>
                <w:lang w:val="en-US"/>
              </w:rPr>
              <w:t>LZW-340/9-17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  <w:hideMark/>
          </w:tcPr>
          <w:p w14:paraId="21BA0761" w14:textId="77777777" w:rsidR="005370DA" w:rsidRPr="00254705" w:rsidRDefault="005370DA" w:rsidP="00AE6C72">
            <w:pPr>
              <w:rPr>
                <w:color w:val="000000"/>
              </w:rPr>
            </w:pPr>
            <w:r w:rsidRPr="00254705">
              <w:rPr>
                <w:color w:val="000000"/>
              </w:rPr>
              <w:t>Рыбоперерабатывающая</w:t>
            </w:r>
          </w:p>
        </w:tc>
        <w:tc>
          <w:tcPr>
            <w:tcW w:w="4112" w:type="dxa"/>
            <w:shd w:val="clear" w:color="auto" w:fill="auto"/>
            <w:noWrap/>
            <w:vAlign w:val="bottom"/>
            <w:hideMark/>
          </w:tcPr>
          <w:p w14:paraId="78B9D652" w14:textId="77777777" w:rsidR="005370DA" w:rsidRPr="00254705" w:rsidRDefault="005370DA" w:rsidP="00AE6C72">
            <w:pPr>
              <w:rPr>
                <w:color w:val="000000"/>
              </w:rPr>
            </w:pPr>
            <w:r w:rsidRPr="00254705">
              <w:rPr>
                <w:color w:val="000000"/>
              </w:rPr>
              <w:t> </w:t>
            </w:r>
          </w:p>
        </w:tc>
      </w:tr>
      <w:tr w:rsidR="005370DA" w:rsidRPr="00AE6C72" w14:paraId="35A60368" w14:textId="77777777" w:rsidTr="00FF098F">
        <w:trPr>
          <w:trHeight w:val="315"/>
        </w:trPr>
        <w:tc>
          <w:tcPr>
            <w:tcW w:w="594" w:type="dxa"/>
            <w:vMerge/>
            <w:vAlign w:val="center"/>
            <w:hideMark/>
          </w:tcPr>
          <w:p w14:paraId="5C501F4F" w14:textId="77777777" w:rsidR="005370DA" w:rsidRPr="00AE6C72" w:rsidRDefault="005370DA" w:rsidP="00AE6C72">
            <w:pPr>
              <w:rPr>
                <w:color w:val="000000"/>
              </w:rPr>
            </w:pPr>
          </w:p>
        </w:tc>
        <w:tc>
          <w:tcPr>
            <w:tcW w:w="2976" w:type="dxa"/>
            <w:vMerge/>
            <w:vAlign w:val="center"/>
            <w:hideMark/>
          </w:tcPr>
          <w:p w14:paraId="08CE1197" w14:textId="77777777" w:rsidR="005370DA" w:rsidRPr="00AE6C72" w:rsidRDefault="005370DA" w:rsidP="00AE6C72">
            <w:pPr>
              <w:rPr>
                <w:color w:val="000000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648572F1" w14:textId="77777777" w:rsidR="005370DA" w:rsidRPr="00AE6C72" w:rsidRDefault="005370DA" w:rsidP="00AE6C72">
            <w:pPr>
              <w:rPr>
                <w:color w:val="000000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14:paraId="6E978461" w14:textId="77777777" w:rsidR="005370DA" w:rsidRPr="00254705" w:rsidRDefault="005370DA" w:rsidP="00AE6C72">
            <w:pPr>
              <w:rPr>
                <w:color w:val="000000"/>
              </w:rPr>
            </w:pPr>
          </w:p>
        </w:tc>
        <w:tc>
          <w:tcPr>
            <w:tcW w:w="4112" w:type="dxa"/>
            <w:shd w:val="clear" w:color="auto" w:fill="auto"/>
            <w:noWrap/>
            <w:vAlign w:val="bottom"/>
            <w:hideMark/>
          </w:tcPr>
          <w:p w14:paraId="45BE6E9B" w14:textId="77777777" w:rsidR="005370DA" w:rsidRPr="00254705" w:rsidRDefault="005370DA" w:rsidP="00AE6C72">
            <w:pPr>
              <w:rPr>
                <w:color w:val="000000"/>
              </w:rPr>
            </w:pPr>
            <w:r w:rsidRPr="00254705">
              <w:rPr>
                <w:color w:val="000000"/>
              </w:rPr>
              <w:t> </w:t>
            </w:r>
          </w:p>
        </w:tc>
      </w:tr>
    </w:tbl>
    <w:p w14:paraId="7B71B0A3" w14:textId="77777777" w:rsidR="00416224" w:rsidRPr="00C7234B" w:rsidRDefault="00416224" w:rsidP="00FF098F"/>
    <w:sectPr w:rsidR="00416224" w:rsidRPr="00C7234B" w:rsidSect="00FF098F">
      <w:headerReference w:type="default" r:id="rId11"/>
      <w:type w:val="continuous"/>
      <w:pgSz w:w="16838" w:h="11906" w:orient="landscape"/>
      <w:pgMar w:top="1701" w:right="1134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60D46" w14:textId="77777777" w:rsidR="00AE6C72" w:rsidRDefault="00AE6C72">
      <w:r>
        <w:separator/>
      </w:r>
    </w:p>
  </w:endnote>
  <w:endnote w:type="continuationSeparator" w:id="0">
    <w:p w14:paraId="6BA2296B" w14:textId="77777777" w:rsidR="00AE6C72" w:rsidRDefault="00AE6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12750" w14:textId="77777777" w:rsidR="00AE6C72" w:rsidRDefault="00AE6C72">
      <w:r>
        <w:separator/>
      </w:r>
    </w:p>
  </w:footnote>
  <w:footnote w:type="continuationSeparator" w:id="0">
    <w:p w14:paraId="7C283459" w14:textId="77777777" w:rsidR="00AE6C72" w:rsidRDefault="00AE6C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CE365" w14:textId="2FE5D779" w:rsidR="00AE6C72" w:rsidRPr="003E33E2" w:rsidRDefault="00AE6C72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4F025D">
      <w:rPr>
        <w:rStyle w:val="a6"/>
        <w:noProof/>
        <w:sz w:val="26"/>
        <w:szCs w:val="26"/>
      </w:rPr>
      <w:t>1</w:t>
    </w:r>
    <w:r w:rsidRPr="003E33E2">
      <w:rPr>
        <w:rStyle w:val="a6"/>
        <w:sz w:val="26"/>
        <w:szCs w:val="26"/>
      </w:rPr>
      <w:fldChar w:fldCharType="end"/>
    </w:r>
  </w:p>
  <w:p w14:paraId="63DC7BEC" w14:textId="77777777" w:rsidR="00AE6C72" w:rsidRDefault="00AE6C7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5080CD46" w:rsidR="00AE6C72" w:rsidRPr="003E33E2" w:rsidRDefault="00AE6C72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B0A72">
      <w:rPr>
        <w:rStyle w:val="a6"/>
        <w:noProof/>
        <w:sz w:val="26"/>
        <w:szCs w:val="26"/>
      </w:rPr>
      <w:t>4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AE6C72" w:rsidRDefault="00AE6C7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80632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449C2"/>
    <w:rsid w:val="00254705"/>
    <w:rsid w:val="002646EC"/>
    <w:rsid w:val="00283BB8"/>
    <w:rsid w:val="00297250"/>
    <w:rsid w:val="002D5A6B"/>
    <w:rsid w:val="0033332F"/>
    <w:rsid w:val="00347415"/>
    <w:rsid w:val="003614B8"/>
    <w:rsid w:val="00363578"/>
    <w:rsid w:val="00363FC9"/>
    <w:rsid w:val="00374CCA"/>
    <w:rsid w:val="00386434"/>
    <w:rsid w:val="003C60EC"/>
    <w:rsid w:val="003E33E2"/>
    <w:rsid w:val="003E6105"/>
    <w:rsid w:val="003E62A0"/>
    <w:rsid w:val="003E74EC"/>
    <w:rsid w:val="00416224"/>
    <w:rsid w:val="00487309"/>
    <w:rsid w:val="00494C94"/>
    <w:rsid w:val="004F025D"/>
    <w:rsid w:val="00535001"/>
    <w:rsid w:val="005370DA"/>
    <w:rsid w:val="0055436D"/>
    <w:rsid w:val="00582E2C"/>
    <w:rsid w:val="005D62D2"/>
    <w:rsid w:val="005F5913"/>
    <w:rsid w:val="00651800"/>
    <w:rsid w:val="006D374C"/>
    <w:rsid w:val="00725C1B"/>
    <w:rsid w:val="00741090"/>
    <w:rsid w:val="00775F5A"/>
    <w:rsid w:val="0078048B"/>
    <w:rsid w:val="007853E2"/>
    <w:rsid w:val="007A38D5"/>
    <w:rsid w:val="007C0DA9"/>
    <w:rsid w:val="007E72E3"/>
    <w:rsid w:val="00810A02"/>
    <w:rsid w:val="00845A5D"/>
    <w:rsid w:val="00860414"/>
    <w:rsid w:val="008872B8"/>
    <w:rsid w:val="00894D4B"/>
    <w:rsid w:val="008C16C9"/>
    <w:rsid w:val="008D7012"/>
    <w:rsid w:val="00900CA3"/>
    <w:rsid w:val="00901976"/>
    <w:rsid w:val="00904E2A"/>
    <w:rsid w:val="00931497"/>
    <w:rsid w:val="009535CE"/>
    <w:rsid w:val="00963690"/>
    <w:rsid w:val="00974CA6"/>
    <w:rsid w:val="009C6A25"/>
    <w:rsid w:val="009C6BB8"/>
    <w:rsid w:val="009E1BB4"/>
    <w:rsid w:val="00A0116A"/>
    <w:rsid w:val="00AB0A72"/>
    <w:rsid w:val="00AB5331"/>
    <w:rsid w:val="00AC6445"/>
    <w:rsid w:val="00AE276F"/>
    <w:rsid w:val="00AE6C72"/>
    <w:rsid w:val="00AF3037"/>
    <w:rsid w:val="00B20901"/>
    <w:rsid w:val="00B234E8"/>
    <w:rsid w:val="00B5278D"/>
    <w:rsid w:val="00B971B4"/>
    <w:rsid w:val="00C2376A"/>
    <w:rsid w:val="00C50A3F"/>
    <w:rsid w:val="00C7234B"/>
    <w:rsid w:val="00CA36AC"/>
    <w:rsid w:val="00D02B8E"/>
    <w:rsid w:val="00D1338F"/>
    <w:rsid w:val="00D30DE6"/>
    <w:rsid w:val="00D51A28"/>
    <w:rsid w:val="00DA6A55"/>
    <w:rsid w:val="00E33458"/>
    <w:rsid w:val="00EB73FA"/>
    <w:rsid w:val="00F23526"/>
    <w:rsid w:val="00F50A86"/>
    <w:rsid w:val="00F735B4"/>
    <w:rsid w:val="00F929F5"/>
    <w:rsid w:val="00FF0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No Spacing"/>
    <w:uiPriority w:val="1"/>
    <w:qFormat/>
    <w:rsid w:val="00810A02"/>
    <w:pPr>
      <w:suppressAutoHyphens/>
      <w:spacing w:after="0" w:line="240" w:lineRule="auto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1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949AD17DC1044E18A9E77BDBBB6FE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592935-9DE6-4DDF-A218-BF5A4673850B}"/>
      </w:docPartPr>
      <w:docPartBody>
        <w:p w:rsidR="000D0102" w:rsidRDefault="00870819" w:rsidP="00870819">
          <w:pPr>
            <w:pStyle w:val="3949AD17DC1044E18A9E77BDBBB6FE82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C06E6"/>
    <w:rsid w:val="000D0102"/>
    <w:rsid w:val="001B14A5"/>
    <w:rsid w:val="002604CE"/>
    <w:rsid w:val="00393B75"/>
    <w:rsid w:val="005F6646"/>
    <w:rsid w:val="006360AA"/>
    <w:rsid w:val="00870819"/>
    <w:rsid w:val="008D5C56"/>
    <w:rsid w:val="00B35223"/>
    <w:rsid w:val="00C96E6D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870819"/>
    <w:rPr>
      <w:color w:val="808080"/>
    </w:rPr>
  </w:style>
  <w:style w:type="paragraph" w:customStyle="1" w:styleId="CD12D6C4D2654A838BDBBDD813DE9FCD">
    <w:name w:val="CD12D6C4D2654A838BDBBDD813DE9FCD"/>
    <w:rsid w:val="00C96E6D"/>
  </w:style>
  <w:style w:type="paragraph" w:customStyle="1" w:styleId="3949AD17DC1044E18A9E77BDBBB6FE82">
    <w:name w:val="3949AD17DC1044E18A9E77BDBBB6FE82"/>
    <w:rsid w:val="00870819"/>
  </w:style>
  <w:style w:type="paragraph" w:customStyle="1" w:styleId="3CF7F48983C54A27BF5D4EBF29DA5662">
    <w:name w:val="3CF7F48983C54A27BF5D4EBF29DA5662"/>
    <w:rsid w:val="00870819"/>
  </w:style>
  <w:style w:type="paragraph" w:customStyle="1" w:styleId="4A69ED341CC54EED930BE5CD1FD9C6EE">
    <w:name w:val="4A69ED341CC54EED930BE5CD1FD9C6EE"/>
    <w:rsid w:val="00870819"/>
  </w:style>
  <w:style w:type="paragraph" w:customStyle="1" w:styleId="3949AD17DC1044E18A9E77BDBBB6FE821">
    <w:name w:val="3949AD17DC1044E18A9E77BDBBB6FE821"/>
    <w:rsid w:val="00870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F7F48983C54A27BF5D4EBF29DA56621">
    <w:name w:val="3CF7F48983C54A27BF5D4EBF29DA56621"/>
    <w:rsid w:val="00870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schemas.microsoft.com/office/2006/documentManagement/types"/>
    <ds:schemaRef ds:uri="http://schemas.microsoft.com/office/2006/metadata/properties"/>
    <ds:schemaRef ds:uri="D7192FFF-C2B2-4F10-B7A4-C791C93B1729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sharepoint/v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5FA2CB-6E6A-498B-9C35-75E336CF1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7479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Анна А. Терехова</cp:lastModifiedBy>
  <cp:revision>12</cp:revision>
  <dcterms:created xsi:type="dcterms:W3CDTF">2022-09-26T04:22:00Z</dcterms:created>
  <dcterms:modified xsi:type="dcterms:W3CDTF">2022-09-28T23:13:00Z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