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5BC7AC" w14:textId="77777777" w:rsidTr="00987DB5">
        <w:tc>
          <w:tcPr>
            <w:tcW w:w="9498" w:type="dxa"/>
          </w:tcPr>
          <w:p w14:paraId="5A5BC7A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5BC7C3" wp14:editId="5A5BC7C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BC7A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A5BC7A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5BC7A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5BC7AD" w14:textId="28D34F1E" w:rsidR="00AE5C63" w:rsidRPr="00A23CE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23CE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23CE8" w:rsidRPr="00A23CE8">
            <w:rPr>
              <w:rFonts w:ascii="Times New Roman" w:hAnsi="Times New Roman"/>
              <w:sz w:val="28"/>
              <w:szCs w:val="28"/>
            </w:rPr>
            <w:t>25 ноября 2021 года</w:t>
          </w:r>
        </w:sdtContent>
      </w:sdt>
      <w:r w:rsidRPr="00A23CE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23CE8" w:rsidRPr="00A23CE8">
            <w:rPr>
              <w:rFonts w:ascii="Times New Roman" w:hAnsi="Times New Roman"/>
              <w:sz w:val="28"/>
              <w:szCs w:val="28"/>
            </w:rPr>
            <w:t>192</w:t>
          </w:r>
        </w:sdtContent>
      </w:sdt>
    </w:p>
    <w:p w14:paraId="5A5BC7A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71F04EA" w14:textId="77777777" w:rsidR="00440E7F" w:rsidRPr="00DC021C" w:rsidRDefault="00440E7F" w:rsidP="00440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21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5C0C697C" w14:textId="77777777" w:rsidR="00440E7F" w:rsidRPr="00DC021C" w:rsidRDefault="00440E7F" w:rsidP="00440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21C">
        <w:rPr>
          <w:rFonts w:ascii="Times New Roman" w:hAnsi="Times New Roman"/>
          <w:b/>
          <w:sz w:val="28"/>
          <w:szCs w:val="28"/>
        </w:rPr>
        <w:t>«Выдача выписки из реестра муниципального имущества»</w:t>
      </w:r>
    </w:p>
    <w:p w14:paraId="6337AA23" w14:textId="77777777" w:rsidR="00440E7F" w:rsidRDefault="00440E7F" w:rsidP="00440E7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86F6BA" w14:textId="73C6D0D7" w:rsidR="00440E7F" w:rsidRPr="00DC021C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</w:t>
      </w:r>
      <w:r w:rsidR="00DC021C">
        <w:rPr>
          <w:rFonts w:ascii="Times New Roman" w:eastAsia="Times New Roman" w:hAnsi="Times New Roman"/>
          <w:sz w:val="28"/>
          <w:szCs w:val="28"/>
          <w:lang w:eastAsia="ru-RU"/>
        </w:rPr>
        <w:t>го закона от 06.10.2003 № 131-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постановления мэра муниципального образования «Городской округ Ногликский» от 28.07.2021 </w:t>
      </w:r>
      <w:r w:rsidR="00A23CE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141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28 Устава муниципального образования «Городской округ Ногликский», </w:t>
      </w:r>
      <w:r w:rsidRPr="00DC021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79B41AA1" w14:textId="77777777" w:rsidR="00440E7F" w:rsidRPr="0034432B" w:rsidRDefault="00440E7F" w:rsidP="00A23CE8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32B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34432B">
        <w:rPr>
          <w:rFonts w:ascii="Times New Roman" w:hAnsi="Times New Roman" w:cs="Times New Roman"/>
          <w:color w:val="000000"/>
          <w:sz w:val="28"/>
          <w:szCs w:val="28"/>
        </w:rPr>
        <w:t>«Выдача выписки из реестра муниципально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имущества</w:t>
      </w:r>
      <w:r w:rsidRPr="003443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432B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0D6E8342" w14:textId="5A7ED965" w:rsidR="00440E7F" w:rsidRPr="0034432B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 от 23.03.2020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Pr="0034432B">
        <w:rPr>
          <w:rFonts w:ascii="Times New Roman" w:hAnsi="Times New Roman"/>
          <w:color w:val="000000"/>
          <w:sz w:val="28"/>
          <w:szCs w:val="28"/>
        </w:rPr>
        <w:t>«Выдача выписки из реестра муниципальной собственности»</w:t>
      </w:r>
      <w:r w:rsidR="00A23CE8">
        <w:rPr>
          <w:rFonts w:ascii="Times New Roman" w:hAnsi="Times New Roman"/>
          <w:color w:val="000000"/>
          <w:sz w:val="28"/>
          <w:szCs w:val="28"/>
        </w:rPr>
        <w:t>,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за исключением пункта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AE3CB0" w14:textId="77777777" w:rsidR="00440E7F" w:rsidRPr="0034432B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</w:t>
      </w:r>
      <w:bookmarkStart w:id="0" w:name="_GoBack"/>
      <w:bookmarkEnd w:id="0"/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E5B113E" w14:textId="77777777" w:rsidR="00440E7F" w:rsidRPr="00334811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Рахматулину Л.В.</w:t>
      </w:r>
    </w:p>
    <w:p w14:paraId="76B1412D" w14:textId="77777777" w:rsidR="00440E7F" w:rsidRDefault="00440E7F" w:rsidP="004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18BFA8" w14:textId="77777777" w:rsidR="00440E7F" w:rsidRDefault="00440E7F" w:rsidP="004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27D8E5C" w14:textId="2C7287F2" w:rsidR="00440E7F" w:rsidRPr="00D12794" w:rsidRDefault="00440E7F" w:rsidP="004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</w:t>
      </w:r>
      <w:r w:rsidR="00DC021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С.В. Камелин</w:t>
      </w:r>
    </w:p>
    <w:sectPr w:rsidR="00440E7F" w:rsidRPr="00D12794" w:rsidSect="00DC021C">
      <w:footerReference w:type="default" r:id="rId7"/>
      <w:pgSz w:w="11906" w:h="16838"/>
      <w:pgMar w:top="709" w:right="851" w:bottom="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BC7C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A5BC7C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BC7C9" w14:textId="227FFF91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BC7C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A5BC7C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40E7F"/>
    <w:rsid w:val="00520CBF"/>
    <w:rsid w:val="008629FA"/>
    <w:rsid w:val="00987DB5"/>
    <w:rsid w:val="00A23CE8"/>
    <w:rsid w:val="00AC72C8"/>
    <w:rsid w:val="00AE5C63"/>
    <w:rsid w:val="00B10ED9"/>
    <w:rsid w:val="00B25688"/>
    <w:rsid w:val="00C02849"/>
    <w:rsid w:val="00D12794"/>
    <w:rsid w:val="00D67BD8"/>
    <w:rsid w:val="00DC021C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5BC7A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440E7F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40E7F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C497D" w:rsidRDefault="008C497D" w:rsidP="008C497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C497D" w:rsidRDefault="008C497D" w:rsidP="008C497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497D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497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8C497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C497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dcterms:created xsi:type="dcterms:W3CDTF">2020-04-07T04:54:00Z</dcterms:created>
  <dcterms:modified xsi:type="dcterms:W3CDTF">2021-11-26T05:36:00Z</dcterms:modified>
</cp:coreProperties>
</file>