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BA1368" w14:paraId="269719BA" w14:textId="77777777" w:rsidTr="00BA1368">
        <w:tc>
          <w:tcPr>
            <w:tcW w:w="9498" w:type="dxa"/>
          </w:tcPr>
          <w:p w14:paraId="6D958EEE" w14:textId="3418BA6A" w:rsidR="00053BD0" w:rsidRPr="00053BD0" w:rsidRDefault="00A65314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1368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33D12FF" wp14:editId="71E688B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992B9C" w14:textId="77777777" w:rsidR="00053BD0" w:rsidRPr="00053BD0" w:rsidRDefault="00242B61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182ACFE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D7758D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A5844EF" w14:textId="442E0D24" w:rsidR="000C6CC3" w:rsidRPr="000C6CC3" w:rsidRDefault="000C6CC3" w:rsidP="000C6CC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C6CC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62089F6060294858973A5A3506C2C529"/>
          </w:placeholder>
        </w:sdtPr>
        <w:sdtEndPr/>
        <w:sdtContent>
          <w:r w:rsidR="00B27121" w:rsidRPr="00B27121">
            <w:rPr>
              <w:rFonts w:ascii="Times New Roman" w:hAnsi="Times New Roman"/>
              <w:sz w:val="28"/>
              <w:szCs w:val="28"/>
            </w:rPr>
            <w:t>26 декабря 2024 года</w:t>
          </w:r>
        </w:sdtContent>
      </w:sdt>
      <w:r w:rsidRPr="00B2712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8359F212B54144CD8718AD61976EAB1C"/>
          </w:placeholder>
        </w:sdtPr>
        <w:sdtEndPr/>
        <w:sdtContent>
          <w:r w:rsidR="00B27121" w:rsidRPr="00B27121">
            <w:rPr>
              <w:rFonts w:ascii="Times New Roman" w:hAnsi="Times New Roman"/>
              <w:sz w:val="28"/>
              <w:szCs w:val="28"/>
            </w:rPr>
            <w:t>214</w:t>
          </w:r>
        </w:sdtContent>
      </w:sdt>
    </w:p>
    <w:p w14:paraId="1BAC1343" w14:textId="718482BA" w:rsidR="00B25688" w:rsidRDefault="00053BD0" w:rsidP="0048795A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71174E6" w14:textId="77777777" w:rsidR="004055C4" w:rsidRDefault="0048795A" w:rsidP="000C6CC3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Об утверждении Положения </w:t>
      </w:r>
      <w:r w:rsidR="008441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</w:t>
      </w:r>
      <w:r w:rsidR="004055C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комиссии по предупреждению</w:t>
      </w:r>
    </w:p>
    <w:p w14:paraId="5A176A80" w14:textId="77777777" w:rsidR="004055C4" w:rsidRDefault="0048795A" w:rsidP="000C6CC3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ликвидации чрез</w:t>
      </w:r>
      <w:r w:rsidR="004055C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вычайных ситуаций</w:t>
      </w:r>
      <w:proofErr w:type="gramEnd"/>
      <w:r w:rsidR="004055C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обеспечению</w:t>
      </w:r>
    </w:p>
    <w:p w14:paraId="57E83448" w14:textId="7143BFAE" w:rsidR="00492D4B" w:rsidRDefault="0048795A" w:rsidP="000C6CC3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пожарной безопасности муниципального образова</w:t>
      </w:r>
      <w:r w:rsidR="004055C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ния</w:t>
      </w:r>
    </w:p>
    <w:p w14:paraId="039809E4" w14:textId="022A9FAD" w:rsidR="0048795A" w:rsidRDefault="00492D4B" w:rsidP="000C6CC3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«Городской округ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Ногликский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14:paraId="14797C00" w14:textId="77777777" w:rsidR="000C6CC3" w:rsidRDefault="000C6CC3" w:rsidP="000C6CC3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1BB1ABE" w14:textId="7F8835E1" w:rsidR="00BC1B1D" w:rsidRDefault="0048795A" w:rsidP="000C6CC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исполнение Федерального закона от 21.12.1994 № 68-ФЗ «О защите населения и территорий от чрезвычайных ситуаций природного и техногенного характера», постановления Правительства Р</w:t>
      </w:r>
      <w:r w:rsidR="000C6CC3">
        <w:rPr>
          <w:rFonts w:ascii="Times New Roman" w:eastAsia="Times New Roman" w:hAnsi="Times New Roman"/>
          <w:sz w:val="28"/>
          <w:szCs w:val="28"/>
          <w:lang w:eastAsia="ru-RU"/>
        </w:rPr>
        <w:t xml:space="preserve">оссийской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="000C6CC3">
        <w:rPr>
          <w:rFonts w:ascii="Times New Roman" w:eastAsia="Times New Roman" w:hAnsi="Times New Roman"/>
          <w:sz w:val="28"/>
          <w:szCs w:val="28"/>
          <w:lang w:eastAsia="ru-RU"/>
        </w:rPr>
        <w:t>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30.12.2003 № 794 «О единой государственной системе предупреждения и ликвидации чрезвычайных ситуаций»</w:t>
      </w:r>
      <w:r w:rsidR="00BC1B1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C1B1D" w:rsidRPr="00BC1B1D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оперативного реагирования по предупреждению и ликвидации чрезвычайных ситуаций, </w:t>
      </w:r>
      <w:r w:rsidR="00BC1B1D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обеспечения пожарной безопасности на территории муниципального образования «Городской округ </w:t>
      </w:r>
      <w:proofErr w:type="spellStart"/>
      <w:r w:rsidR="00BC1B1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="00BC1B1D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="00BC1B1D" w:rsidRPr="00BC1B1D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ст. 28 Устава муниципального образования «Городской округ </w:t>
      </w:r>
      <w:proofErr w:type="spellStart"/>
      <w:r w:rsidR="00BC1B1D" w:rsidRPr="00BC1B1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="00BC1B1D" w:rsidRPr="00BC1B1D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="00BC1B1D" w:rsidRPr="000C6CC3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14:paraId="1D914685" w14:textId="072F0F8B" w:rsidR="00EA7349" w:rsidRPr="00EA7349" w:rsidRDefault="00EA7349" w:rsidP="000C6CC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7349">
        <w:rPr>
          <w:rFonts w:ascii="Times New Roman" w:eastAsia="Times New Roman" w:hAnsi="Times New Roman"/>
          <w:sz w:val="28"/>
          <w:szCs w:val="28"/>
          <w:lang w:eastAsia="ru-RU"/>
        </w:rPr>
        <w:t>1. Утвердить Положение о комиссии по предупреждению и ликвидации чрезвычайных ситуаций и обеспечению пожарной безопасности</w:t>
      </w:r>
      <w:r w:rsidR="00E83F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83F3C" w:rsidRPr="00E83F3C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«Городской округ </w:t>
      </w:r>
      <w:proofErr w:type="spellStart"/>
      <w:r w:rsidR="00E83F3C" w:rsidRPr="00E83F3C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="00E83F3C" w:rsidRPr="00E83F3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A7349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177F5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EA7349">
        <w:rPr>
          <w:rFonts w:ascii="Times New Roman" w:eastAsia="Times New Roman" w:hAnsi="Times New Roman"/>
          <w:sz w:val="28"/>
          <w:szCs w:val="28"/>
          <w:lang w:eastAsia="ru-RU"/>
        </w:rPr>
        <w:t>рилагается).</w:t>
      </w:r>
    </w:p>
    <w:p w14:paraId="694B194E" w14:textId="32B9F5FD" w:rsidR="00EA7349" w:rsidRPr="00EA7349" w:rsidRDefault="00EA7349" w:rsidP="000C6CC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7349">
        <w:rPr>
          <w:rFonts w:ascii="Times New Roman" w:eastAsia="Times New Roman" w:hAnsi="Times New Roman"/>
          <w:sz w:val="28"/>
          <w:szCs w:val="28"/>
          <w:lang w:eastAsia="ru-RU"/>
        </w:rPr>
        <w:t xml:space="preserve">2. Признать утратившим силу постановление мэра муниципального образования «Городской округ </w:t>
      </w:r>
      <w:proofErr w:type="spellStart"/>
      <w:r w:rsidRPr="00EA7349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EA7349">
        <w:rPr>
          <w:rFonts w:ascii="Times New Roman" w:eastAsia="Times New Roman" w:hAnsi="Times New Roman"/>
          <w:sz w:val="28"/>
          <w:szCs w:val="28"/>
          <w:lang w:eastAsia="ru-RU"/>
        </w:rPr>
        <w:t>» от 04.08.2023 № 229 «Об утверждении Положения и состава комиссии по предупреждению и ликвидации чрезвычайных ситуаций и обеспечению пожарной безопасности муниципального образовани</w:t>
      </w:r>
      <w:r w:rsidR="000C6DEE">
        <w:rPr>
          <w:rFonts w:ascii="Times New Roman" w:eastAsia="Times New Roman" w:hAnsi="Times New Roman"/>
          <w:sz w:val="28"/>
          <w:szCs w:val="28"/>
          <w:lang w:eastAsia="ru-RU"/>
        </w:rPr>
        <w:t xml:space="preserve">я «Городской округ </w:t>
      </w:r>
      <w:proofErr w:type="spellStart"/>
      <w:r w:rsidR="000C6DEE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="000C6DE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A734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CF05A11" w14:textId="77777777" w:rsidR="000C6CC3" w:rsidRPr="000C6CC3" w:rsidRDefault="000C6CC3" w:rsidP="000C6CC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CC3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Pr="000C6CC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0C6CC3">
        <w:rPr>
          <w:rFonts w:ascii="Times New Roman" w:hAnsi="Times New Roman"/>
          <w:sz w:val="28"/>
          <w:szCs w:val="28"/>
        </w:rPr>
        <w:t>» в информационно-телекоммуникационной сети «Интернет».</w:t>
      </w:r>
    </w:p>
    <w:p w14:paraId="6EAA1340" w14:textId="7390384D" w:rsidR="00BC1B1D" w:rsidRDefault="00EA7349" w:rsidP="000C6CC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7349">
        <w:rPr>
          <w:rFonts w:ascii="Times New Roman" w:eastAsia="Times New Roman" w:hAnsi="Times New Roman"/>
          <w:sz w:val="28"/>
          <w:szCs w:val="28"/>
          <w:lang w:eastAsia="ru-RU"/>
        </w:rPr>
        <w:t>4. Контроль за исполнением настоящего постановления оставляю за собой.</w:t>
      </w:r>
    </w:p>
    <w:p w14:paraId="1540C210" w14:textId="77777777" w:rsidR="002434FE" w:rsidRDefault="002434FE" w:rsidP="000C6C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BA52DF" w14:textId="77777777" w:rsidR="000C6CC3" w:rsidRDefault="000C6CC3" w:rsidP="000C6C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3775D09" w14:textId="03FF06C3" w:rsidR="00BC1B1D" w:rsidRDefault="00BC1B1D" w:rsidP="00BC1B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Мэр муниципального образования</w:t>
      </w:r>
    </w:p>
    <w:p w14:paraId="336BA245" w14:textId="3AC419EF" w:rsidR="0022175D" w:rsidRPr="002434FE" w:rsidRDefault="00BC1B1D" w:rsidP="002434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«Городской округ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С.В. </w:t>
      </w:r>
      <w:r w:rsidR="006B3BB3">
        <w:rPr>
          <w:rFonts w:ascii="Times New Roman" w:eastAsia="Times New Roman" w:hAnsi="Times New Roman"/>
          <w:sz w:val="28"/>
          <w:szCs w:val="28"/>
          <w:lang w:eastAsia="ru-RU"/>
        </w:rPr>
        <w:t>Гурьянов</w:t>
      </w:r>
    </w:p>
    <w:sectPr w:rsidR="0022175D" w:rsidRPr="002434FE" w:rsidSect="000C6CC3">
      <w:pgSz w:w="11906" w:h="16838"/>
      <w:pgMar w:top="567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314"/>
    <w:rsid w:val="00053BD0"/>
    <w:rsid w:val="000C6CC3"/>
    <w:rsid w:val="000C6DEE"/>
    <w:rsid w:val="00143911"/>
    <w:rsid w:val="00177F5C"/>
    <w:rsid w:val="0022175D"/>
    <w:rsid w:val="00242B61"/>
    <w:rsid w:val="002434FE"/>
    <w:rsid w:val="004055C4"/>
    <w:rsid w:val="0048795A"/>
    <w:rsid w:val="00492D4B"/>
    <w:rsid w:val="005F5D18"/>
    <w:rsid w:val="006B3BB3"/>
    <w:rsid w:val="007A3D9F"/>
    <w:rsid w:val="008441E8"/>
    <w:rsid w:val="008D2137"/>
    <w:rsid w:val="00A65314"/>
    <w:rsid w:val="00A67AE4"/>
    <w:rsid w:val="00B25688"/>
    <w:rsid w:val="00B27121"/>
    <w:rsid w:val="00BA1368"/>
    <w:rsid w:val="00BC1B1D"/>
    <w:rsid w:val="00E83F3C"/>
    <w:rsid w:val="00EA7349"/>
    <w:rsid w:val="00F0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C1138"/>
  <w15:chartTrackingRefBased/>
  <w15:docId w15:val="{30561F18-8D70-4EE4-8EA2-3A04F0C3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1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712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64;&#1040;&#1041;&#1051;&#1054;&#1053;&#1067;\&#1055;&#1086;&#1089;&#1090;&#1072;&#1085;&#1086;&#1074;&#1083;&#1077;&#1085;&#1080;&#1077;%20&#1084;&#1101;&#1088;&#1072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2089F6060294858973A5A3506C2C5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EACE50B-3636-4906-959C-A9F990381340}"/>
      </w:docPartPr>
      <w:docPartBody>
        <w:p w:rsidR="00A038A8" w:rsidRDefault="009F0024" w:rsidP="009F0024">
          <w:pPr>
            <w:pStyle w:val="62089F6060294858973A5A3506C2C529"/>
          </w:pPr>
          <w:r>
            <w:rPr>
              <w:sz w:val="26"/>
              <w:szCs w:val="26"/>
            </w:rPr>
            <w:t>_Дата подписания_</w:t>
          </w:r>
        </w:p>
      </w:docPartBody>
    </w:docPart>
    <w:docPart>
      <w:docPartPr>
        <w:name w:val="8359F212B54144CD8718AD61976EAB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E2C8AB-25CE-4E6C-9BB9-7E130C9AC7BA}"/>
      </w:docPartPr>
      <w:docPartBody>
        <w:p w:rsidR="00A038A8" w:rsidRDefault="009F0024" w:rsidP="009F0024">
          <w:pPr>
            <w:pStyle w:val="8359F212B54144CD8718AD61976EAB1C"/>
          </w:pPr>
          <w:r>
            <w:rPr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024"/>
    <w:rsid w:val="009F0024"/>
    <w:rsid w:val="00A0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2089F6060294858973A5A3506C2C529">
    <w:name w:val="62089F6060294858973A5A3506C2C529"/>
    <w:rsid w:val="009F0024"/>
  </w:style>
  <w:style w:type="paragraph" w:customStyle="1" w:styleId="8359F212B54144CD8718AD61976EAB1C">
    <w:name w:val="8359F212B54144CD8718AD61976EAB1C"/>
    <w:rsid w:val="009F00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мэра</Template>
  <TotalTime>44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Алехин</dc:creator>
  <cp:keywords/>
  <dc:description/>
  <cp:lastModifiedBy>Жанна С. Соколова</cp:lastModifiedBy>
  <cp:revision>19</cp:revision>
  <cp:lastPrinted>2024-12-27T00:05:00Z</cp:lastPrinted>
  <dcterms:created xsi:type="dcterms:W3CDTF">2021-04-30T01:19:00Z</dcterms:created>
  <dcterms:modified xsi:type="dcterms:W3CDTF">2024-12-27T00:05:00Z</dcterms:modified>
</cp:coreProperties>
</file>