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4286FC3" w14:textId="77777777" w:rsidTr="00987DB5">
        <w:tc>
          <w:tcPr>
            <w:tcW w:w="9498" w:type="dxa"/>
          </w:tcPr>
          <w:p w14:paraId="54286F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286FDA" wp14:editId="54286F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286FC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4286F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4286F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286FC4" w14:textId="00DC1E68" w:rsidR="00AE5C63" w:rsidRPr="00DE30E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30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E30EA" w:rsidRPr="00DE30EA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DE30E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E30EA" w:rsidRPr="00DE30EA">
            <w:rPr>
              <w:rFonts w:ascii="Times New Roman" w:hAnsi="Times New Roman"/>
              <w:sz w:val="28"/>
              <w:szCs w:val="28"/>
            </w:rPr>
            <w:t>217</w:t>
          </w:r>
        </w:sdtContent>
      </w:sdt>
    </w:p>
    <w:p w14:paraId="54286FC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38AD6A2" w14:textId="77777777" w:rsidR="00C139A4" w:rsidRPr="00C139A4" w:rsidRDefault="004420A7" w:rsidP="00C139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20A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139A4" w:rsidRPr="00C139A4">
        <w:rPr>
          <w:rFonts w:ascii="Times New Roman" w:hAnsi="Times New Roman"/>
          <w:b/>
          <w:sz w:val="28"/>
          <w:szCs w:val="28"/>
        </w:rPr>
        <w:t>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</w:r>
    </w:p>
    <w:p w14:paraId="54286FC7" w14:textId="3B89E108" w:rsidR="00185FEC" w:rsidRDefault="00185FEC" w:rsidP="00C139A4">
      <w:pPr>
        <w:jc w:val="center"/>
        <w:rPr>
          <w:rFonts w:ascii="Times New Roman" w:hAnsi="Times New Roman"/>
          <w:sz w:val="28"/>
          <w:szCs w:val="28"/>
        </w:rPr>
      </w:pPr>
    </w:p>
    <w:p w14:paraId="00371924" w14:textId="77777777" w:rsidR="004420A7" w:rsidRPr="00DC021C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постановления мэра муниципального образования «Городской округ Ногликский» от 28.07.2021 № 141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</w:t>
      </w:r>
      <w:r>
        <w:rPr>
          <w:rFonts w:ascii="Times New Roman" w:hAnsi="Times New Roman"/>
          <w:sz w:val="28"/>
          <w:szCs w:val="28"/>
        </w:rPr>
        <w:lastRenderedPageBreak/>
        <w:t>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DC021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3AAE3754" w14:textId="6484D6E6" w:rsidR="004420A7" w:rsidRPr="00C139A4" w:rsidRDefault="004420A7" w:rsidP="00C139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9A4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C139A4" w:rsidRPr="00C139A4">
        <w:rPr>
          <w:rFonts w:ascii="Times New Roman" w:hAnsi="Times New Roman"/>
          <w:sz w:val="28"/>
          <w:szCs w:val="28"/>
        </w:rPr>
        <w:t xml:space="preserve">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 </w:t>
      </w:r>
      <w:r w:rsidRPr="00C139A4">
        <w:rPr>
          <w:rFonts w:ascii="Times New Roman" w:hAnsi="Times New Roman"/>
          <w:sz w:val="28"/>
          <w:szCs w:val="28"/>
        </w:rPr>
        <w:t>(прилагается).</w:t>
      </w:r>
    </w:p>
    <w:p w14:paraId="1ACF2B93" w14:textId="77777777" w:rsidR="0095024A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</w:t>
      </w:r>
      <w:r w:rsidR="009502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="0095024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Ногликский»:</w:t>
      </w:r>
    </w:p>
    <w:p w14:paraId="488D655C" w14:textId="56196E60" w:rsidR="004420A7" w:rsidRDefault="0095024A" w:rsidP="00442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16.10.2018 № 207</w:t>
      </w:r>
      <w:r w:rsidR="004420A7"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0A7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Pr="004420A7">
        <w:rPr>
          <w:rFonts w:ascii="Times New Roman" w:hAnsi="Times New Roman"/>
          <w:sz w:val="28"/>
          <w:szCs w:val="28"/>
        </w:rPr>
        <w:t>«Установление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</w:t>
      </w:r>
      <w:bookmarkStart w:id="0" w:name="_GoBack"/>
      <w:bookmarkEnd w:id="0"/>
      <w:r w:rsidRPr="004420A7">
        <w:rPr>
          <w:rFonts w:ascii="Times New Roman" w:hAnsi="Times New Roman"/>
          <w:sz w:val="28"/>
          <w:szCs w:val="28"/>
        </w:rPr>
        <w:t>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28AC4BD1" w14:textId="60348056" w:rsidR="0095024A" w:rsidRPr="0034432B" w:rsidRDefault="0095024A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от 26.12.2018 № 253 «О внесении изменений в постановление мэра муниципального образования «Городской о</w:t>
      </w:r>
      <w:r w:rsidR="00B0290A">
        <w:rPr>
          <w:rFonts w:ascii="Times New Roman" w:hAnsi="Times New Roman"/>
          <w:sz w:val="28"/>
          <w:szCs w:val="28"/>
        </w:rPr>
        <w:t xml:space="preserve">круг Ногликский» от 16.10.2018 </w:t>
      </w:r>
      <w:r w:rsidR="00DE30E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207».</w:t>
      </w:r>
    </w:p>
    <w:p w14:paraId="73765E13" w14:textId="77777777" w:rsidR="004420A7" w:rsidRPr="0034432B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1F03EF13" w14:textId="485EDA83" w:rsidR="004420A7" w:rsidRPr="00334811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182F4C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председателя комитета по управлению муниципальным имуществом муниципального образования «Городской округ Ногликский» </w:t>
      </w:r>
      <w:r w:rsidR="00182F4C">
        <w:rPr>
          <w:rFonts w:ascii="Times New Roman" w:eastAsia="Times New Roman" w:hAnsi="Times New Roman"/>
          <w:sz w:val="28"/>
          <w:szCs w:val="28"/>
          <w:lang w:eastAsia="ru-RU"/>
        </w:rPr>
        <w:t>Харитонову К.И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86FD2" w14:textId="14E2F176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286FD4" w14:textId="616937E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420A7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420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4286F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E30E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86FD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4286FD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6FE0" w14:textId="73D0FC1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86FD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4286FD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496927"/>
      <w:docPartObj>
        <w:docPartGallery w:val="Page Numbers (Top of Page)"/>
        <w:docPartUnique/>
      </w:docPartObj>
    </w:sdtPr>
    <w:sdtContent>
      <w:p w14:paraId="3847A217" w14:textId="4A17D53E" w:rsidR="00DE30EA" w:rsidRDefault="00DE30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3442AA9" w14:textId="77777777" w:rsidR="00DE30EA" w:rsidRDefault="00DE3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2F4C"/>
    <w:rsid w:val="00185FEC"/>
    <w:rsid w:val="001E1F9F"/>
    <w:rsid w:val="002E5832"/>
    <w:rsid w:val="00364F8F"/>
    <w:rsid w:val="004420A7"/>
    <w:rsid w:val="00520CBF"/>
    <w:rsid w:val="008629FA"/>
    <w:rsid w:val="0095024A"/>
    <w:rsid w:val="00987DB5"/>
    <w:rsid w:val="00AC72C8"/>
    <w:rsid w:val="00AE5C63"/>
    <w:rsid w:val="00B0290A"/>
    <w:rsid w:val="00B10ED9"/>
    <w:rsid w:val="00B25688"/>
    <w:rsid w:val="00C02849"/>
    <w:rsid w:val="00C139A4"/>
    <w:rsid w:val="00D12794"/>
    <w:rsid w:val="00D67BD8"/>
    <w:rsid w:val="00DE30EA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6F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420A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420A7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42F11" w:rsidRDefault="00642F11" w:rsidP="00642F1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42F11" w:rsidRDefault="00642F11" w:rsidP="00642F1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42F11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2F1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42F1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42F1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2020-04-07T04:54:00Z</dcterms:created>
  <dcterms:modified xsi:type="dcterms:W3CDTF">2021-12-28T23:08:00Z</dcterms:modified>
</cp:coreProperties>
</file>