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E0D7B5C" w14:textId="77777777" w:rsidTr="00987DB5">
        <w:tc>
          <w:tcPr>
            <w:tcW w:w="9498" w:type="dxa"/>
          </w:tcPr>
          <w:p w14:paraId="6E0D7B5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E0D7B73" wp14:editId="6E0D7B7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0D7B5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E0D7B5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E0D7B5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E0D7B5D" w14:textId="2AB425E2" w:rsidR="00AE5C63" w:rsidRPr="00D67A7E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7A7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67A7E" w:rsidRPr="00D67A7E">
            <w:rPr>
              <w:rFonts w:ascii="Times New Roman" w:hAnsi="Times New Roman"/>
              <w:sz w:val="28"/>
              <w:szCs w:val="28"/>
            </w:rPr>
            <w:t>28 декабря 2024 года</w:t>
          </w:r>
        </w:sdtContent>
      </w:sdt>
      <w:r w:rsidRPr="00D67A7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67A7E" w:rsidRPr="00D67A7E">
            <w:rPr>
              <w:rFonts w:ascii="Times New Roman" w:hAnsi="Times New Roman"/>
              <w:sz w:val="28"/>
              <w:szCs w:val="28"/>
            </w:rPr>
            <w:t>219</w:t>
          </w:r>
        </w:sdtContent>
      </w:sdt>
    </w:p>
    <w:p w14:paraId="6E0D7B5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6053AF3" w14:textId="12C658DE" w:rsidR="00680EE0" w:rsidRPr="00680EE0" w:rsidRDefault="00680EE0" w:rsidP="00680EE0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80EE0">
        <w:rPr>
          <w:rFonts w:ascii="Times New Roman" w:hAnsi="Times New Roman"/>
          <w:b/>
          <w:sz w:val="28"/>
          <w:szCs w:val="28"/>
        </w:rPr>
        <w:t xml:space="preserve">О подготовке населения муниципального образования </w:t>
      </w:r>
      <w:r w:rsidRPr="00680EE0">
        <w:rPr>
          <w:rFonts w:ascii="Times New Roman" w:hAnsi="Times New Roman"/>
          <w:b/>
          <w:sz w:val="28"/>
          <w:szCs w:val="28"/>
        </w:rPr>
        <w:br/>
        <w:t xml:space="preserve">«Городской округ </w:t>
      </w:r>
      <w:proofErr w:type="spellStart"/>
      <w:r w:rsidRPr="00680EE0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680EE0">
        <w:rPr>
          <w:rFonts w:ascii="Times New Roman" w:hAnsi="Times New Roman"/>
          <w:b/>
          <w:sz w:val="28"/>
          <w:szCs w:val="28"/>
        </w:rPr>
        <w:t xml:space="preserve">» в области гражданской обороны </w:t>
      </w:r>
      <w:r w:rsidRPr="00680EE0">
        <w:rPr>
          <w:rFonts w:ascii="Times New Roman" w:hAnsi="Times New Roman"/>
          <w:b/>
          <w:sz w:val="28"/>
          <w:szCs w:val="28"/>
        </w:rPr>
        <w:br/>
        <w:t>и защиты от чрезвычайных ситуаций природного и техногенного характера</w:t>
      </w:r>
    </w:p>
    <w:p w14:paraId="6E0D7B60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23539D" w14:textId="37E22952" w:rsidR="006B61A7" w:rsidRPr="004B16B5" w:rsidRDefault="006B61A7" w:rsidP="00BC6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="00BC67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Федеральными зак</w:t>
      </w:r>
      <w:bookmarkStart w:id="0" w:name="_GoBack"/>
      <w:bookmarkEnd w:id="0"/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29.06.2015 № 171-ФЗ «О внесении изменений в Федеральный закон </w:t>
      </w:r>
      <w:r w:rsidR="00BC67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«О гражданской обороне», </w:t>
      </w:r>
      <w:r w:rsidRPr="004B16B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614B9223" w14:textId="3FDEBB6C" w:rsidR="006B61A7" w:rsidRPr="004B16B5" w:rsidRDefault="006B61A7" w:rsidP="0093513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Положение </w:t>
      </w:r>
      <w:r w:rsidR="0093513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35138" w:rsidRPr="00935138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подготовке населе</w:t>
      </w:r>
      <w:r w:rsidR="00935138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муниципального образования </w:t>
      </w:r>
      <w:r w:rsidR="00935138" w:rsidRPr="00935138">
        <w:rPr>
          <w:rFonts w:ascii="Times New Roman" w:eastAsia="Times New Roman" w:hAnsi="Times New Roman"/>
          <w:sz w:val="28"/>
          <w:szCs w:val="28"/>
          <w:lang w:eastAsia="ru-RU"/>
        </w:rPr>
        <w:t xml:space="preserve">«Городской округ </w:t>
      </w:r>
      <w:proofErr w:type="spellStart"/>
      <w:r w:rsidR="00935138" w:rsidRPr="00935138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="00935138" w:rsidRPr="00935138">
        <w:rPr>
          <w:rFonts w:ascii="Times New Roman" w:eastAsia="Times New Roman" w:hAnsi="Times New Roman"/>
          <w:sz w:val="28"/>
          <w:szCs w:val="28"/>
          <w:lang w:eastAsia="ru-RU"/>
        </w:rPr>
        <w:t xml:space="preserve">» в области гражданской обороны </w:t>
      </w:r>
      <w:r w:rsidR="00935138" w:rsidRPr="00935138">
        <w:rPr>
          <w:rFonts w:ascii="Times New Roman" w:eastAsia="Times New Roman" w:hAnsi="Times New Roman"/>
          <w:sz w:val="28"/>
          <w:szCs w:val="28"/>
          <w:lang w:eastAsia="ru-RU"/>
        </w:rPr>
        <w:br/>
        <w:t>и защиты от чрезвычайных ситуаций природного и техногенного характера</w:t>
      </w:r>
      <w:r w:rsidR="009351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>(прилагается).</w:t>
      </w:r>
    </w:p>
    <w:p w14:paraId="2B323C55" w14:textId="22833B1E" w:rsidR="006B61A7" w:rsidRPr="004B16B5" w:rsidRDefault="006B61A7" w:rsidP="00BC6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2. Установить, что подготовка населения в области защиты </w:t>
      </w:r>
      <w:r w:rsidR="0064453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от чрезвычайных ситуаций природного и техногенного характера (далее именуется – чрезвычайные ситуации) организуется в рамках единой системы подготовки населения в области гражданской обороны и защиты населения </w:t>
      </w:r>
      <w:r w:rsidR="0064453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от чрезвычайных ситуаций, осуществляется по соответствующим группам </w:t>
      </w:r>
      <w:r w:rsidR="0064453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в организациях (в том числе в образовательных учреждениях), а также </w:t>
      </w:r>
      <w:r w:rsidR="0064453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>по месту жительства.</w:t>
      </w:r>
    </w:p>
    <w:p w14:paraId="414146C5" w14:textId="6CF5112E" w:rsidR="006B61A7" w:rsidRPr="004B16B5" w:rsidRDefault="006B61A7" w:rsidP="00BC6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3. Признать утратившим силу постановление мэра муниципального образования «Городской округ </w:t>
      </w:r>
      <w:proofErr w:type="spellStart"/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07.08.2015 № 271 </w:t>
      </w:r>
      <w:r w:rsidR="00BC671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«О </w:t>
      </w:r>
      <w:r w:rsidRPr="004B16B5">
        <w:rPr>
          <w:rFonts w:ascii="Times New Roman" w:eastAsia="Times New Roman" w:hAnsi="Times New Roman"/>
          <w:bCs/>
          <w:sz w:val="28"/>
          <w:szCs w:val="28"/>
          <w:lang w:eastAsia="ru-RU"/>
        </w:rPr>
        <w:t>подготовке населе</w:t>
      </w:r>
      <w:r w:rsidR="00BC671E">
        <w:rPr>
          <w:rFonts w:ascii="Times New Roman" w:eastAsia="Times New Roman" w:hAnsi="Times New Roman"/>
          <w:bCs/>
          <w:sz w:val="28"/>
          <w:szCs w:val="28"/>
          <w:lang w:eastAsia="ru-RU"/>
        </w:rPr>
        <w:t>ния муниципального образования «</w:t>
      </w:r>
      <w:r w:rsidRPr="004B16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Городской округ </w:t>
      </w:r>
      <w:proofErr w:type="spellStart"/>
      <w:r w:rsidRPr="004B16B5">
        <w:rPr>
          <w:rFonts w:ascii="Times New Roman" w:eastAsia="Times New Roman" w:hAnsi="Times New Roman"/>
          <w:bCs/>
          <w:sz w:val="28"/>
          <w:szCs w:val="28"/>
          <w:lang w:eastAsia="ru-RU"/>
        </w:rPr>
        <w:t>Ногликский</w:t>
      </w:r>
      <w:proofErr w:type="spellEnd"/>
      <w:r w:rsidR="00BC671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4B16B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вопросам гражданской обороны и защиты от чрезвычайных ситуаций природного и техногенного характера</w:t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0044CEC2" w14:textId="3C881986" w:rsidR="006B61A7" w:rsidRPr="004B16B5" w:rsidRDefault="006B61A7" w:rsidP="00BC6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 </w:t>
      </w:r>
      <w:r w:rsidR="00BC671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C671E"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публиковать </w:t>
      </w:r>
      <w:r w:rsidR="00BC671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» в </w:t>
      </w:r>
      <w:r w:rsidR="00BC671E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сети </w:t>
      </w:r>
      <w:r w:rsidR="00BC671E">
        <w:rPr>
          <w:rFonts w:ascii="Times New Roman" w:eastAsia="Times New Roman" w:hAnsi="Times New Roman"/>
          <w:sz w:val="28"/>
          <w:szCs w:val="28"/>
          <w:lang w:eastAsia="ru-RU"/>
        </w:rPr>
        <w:t>«И</w:t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>нтернет</w:t>
      </w:r>
      <w:r w:rsidR="00BC671E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ABC9E1F" w14:textId="7306AF88" w:rsidR="006B61A7" w:rsidRPr="004B16B5" w:rsidRDefault="006B61A7" w:rsidP="00BC671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 xml:space="preserve">5. Контроль за исполнением настоящего постановления оставляю </w:t>
      </w:r>
      <w:r w:rsidR="0064453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B16B5">
        <w:rPr>
          <w:rFonts w:ascii="Times New Roman" w:eastAsia="Times New Roman" w:hAnsi="Times New Roman"/>
          <w:sz w:val="28"/>
          <w:szCs w:val="28"/>
          <w:lang w:eastAsia="ru-RU"/>
        </w:rPr>
        <w:t>за собой.</w:t>
      </w:r>
    </w:p>
    <w:p w14:paraId="610B0D90" w14:textId="77777777" w:rsidR="006B61A7" w:rsidRPr="00D12794" w:rsidRDefault="006B61A7" w:rsidP="006B61A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01430AC" w14:textId="77777777" w:rsidR="006B61A7" w:rsidRPr="00D12794" w:rsidRDefault="006B61A7" w:rsidP="006B61A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9BE46B" w14:textId="77777777" w:rsidR="006B61A7" w:rsidRDefault="006B61A7" w:rsidP="006B61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4969D9C" w14:textId="77777777" w:rsidR="006B61A7" w:rsidRPr="008629FA" w:rsidRDefault="006B61A7" w:rsidP="006B61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p w14:paraId="51294EC0" w14:textId="77777777" w:rsidR="006B61A7" w:rsidRPr="00D12794" w:rsidRDefault="006B61A7" w:rsidP="006B61A7">
      <w:pPr>
        <w:jc w:val="both"/>
        <w:rPr>
          <w:rFonts w:ascii="Times New Roman" w:hAnsi="Times New Roman"/>
          <w:sz w:val="28"/>
          <w:szCs w:val="28"/>
        </w:rPr>
      </w:pPr>
    </w:p>
    <w:p w14:paraId="38BEF6F0" w14:textId="77777777" w:rsidR="006B61A7" w:rsidRPr="00D12794" w:rsidRDefault="006B61A7" w:rsidP="006B61A7">
      <w:pPr>
        <w:jc w:val="both"/>
        <w:rPr>
          <w:rFonts w:ascii="Times New Roman" w:hAnsi="Times New Roman"/>
          <w:sz w:val="28"/>
          <w:szCs w:val="28"/>
        </w:rPr>
      </w:pPr>
    </w:p>
    <w:p w14:paraId="11143134" w14:textId="77777777" w:rsidR="006B61A7" w:rsidRPr="00D12794" w:rsidRDefault="006B61A7" w:rsidP="006B61A7">
      <w:pPr>
        <w:jc w:val="both"/>
        <w:rPr>
          <w:rFonts w:ascii="Times New Roman" w:hAnsi="Times New Roman"/>
          <w:sz w:val="28"/>
          <w:szCs w:val="28"/>
        </w:rPr>
      </w:pPr>
    </w:p>
    <w:p w14:paraId="6E0D7B72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BC67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D7B7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6E0D7B7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D7B7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6E0D7B7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6090289"/>
      <w:docPartObj>
        <w:docPartGallery w:val="Page Numbers (Top of Page)"/>
        <w:docPartUnique/>
      </w:docPartObj>
    </w:sdtPr>
    <w:sdtEndPr/>
    <w:sdtContent>
      <w:p w14:paraId="5CFC0DEE" w14:textId="17BA3E53" w:rsidR="00BC671E" w:rsidRDefault="00BC67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A7E">
          <w:rPr>
            <w:noProof/>
          </w:rPr>
          <w:t>2</w:t>
        </w:r>
        <w:r>
          <w:fldChar w:fldCharType="end"/>
        </w:r>
      </w:p>
    </w:sdtContent>
  </w:sdt>
  <w:p w14:paraId="157CCA14" w14:textId="77777777" w:rsidR="00BC671E" w:rsidRDefault="00BC67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4B16B5"/>
    <w:rsid w:val="00520CBF"/>
    <w:rsid w:val="0064453E"/>
    <w:rsid w:val="00680EE0"/>
    <w:rsid w:val="006B61A7"/>
    <w:rsid w:val="008629FA"/>
    <w:rsid w:val="00935138"/>
    <w:rsid w:val="00987DB5"/>
    <w:rsid w:val="00AC72C8"/>
    <w:rsid w:val="00AE5C63"/>
    <w:rsid w:val="00B10ED9"/>
    <w:rsid w:val="00B25688"/>
    <w:rsid w:val="00BC671E"/>
    <w:rsid w:val="00C02849"/>
    <w:rsid w:val="00C07344"/>
    <w:rsid w:val="00D12794"/>
    <w:rsid w:val="00D67A7E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D7B5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13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0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AE0DA2" w:rsidRDefault="00AE0DA2" w:rsidP="00AE0DA2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AE0DA2" w:rsidRDefault="00AE0DA2" w:rsidP="00AE0DA2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E0DA2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E0DA2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E0DA2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E0DA2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2020-04-07T04:54:00Z</dcterms:created>
  <dcterms:modified xsi:type="dcterms:W3CDTF">2024-12-28T04:29:00Z</dcterms:modified>
</cp:coreProperties>
</file>