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9E0E379" w14:textId="77777777" w:rsidTr="00987DB5">
        <w:tc>
          <w:tcPr>
            <w:tcW w:w="9498" w:type="dxa"/>
          </w:tcPr>
          <w:p w14:paraId="09E0E37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9E0E391" wp14:editId="09E0E392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E0E375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09E0E376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09E0E377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9E0E378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9E0E37A" w14:textId="7A99A168" w:rsidR="00AE5C63" w:rsidRPr="00590D5C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590D5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CC138C">
            <w:rPr>
              <w:rFonts w:ascii="Times New Roman" w:hAnsi="Times New Roman"/>
              <w:sz w:val="28"/>
              <w:szCs w:val="28"/>
            </w:rPr>
            <w:t>17 февраля 2025 года</w:t>
          </w:r>
        </w:sdtContent>
      </w:sdt>
      <w:r w:rsidRPr="00590D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0" w:name="_GoBack"/>
      <w:r w:rsidRPr="00CC138C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CC138C" w:rsidRPr="00CC138C">
            <w:rPr>
              <w:rFonts w:ascii="Times New Roman" w:hAnsi="Times New Roman"/>
              <w:sz w:val="28"/>
              <w:szCs w:val="28"/>
            </w:rPr>
            <w:t>21</w:t>
          </w:r>
        </w:sdtContent>
      </w:sdt>
      <w:bookmarkEnd w:id="0"/>
    </w:p>
    <w:p w14:paraId="09E0E37B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75D11B00" w14:textId="4A8FD679" w:rsidR="00590D5C" w:rsidRDefault="001E4001" w:rsidP="00590D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6D26">
        <w:rPr>
          <w:rFonts w:ascii="Times New Roman" w:hAnsi="Times New Roman"/>
          <w:b/>
          <w:sz w:val="28"/>
          <w:szCs w:val="28"/>
        </w:rPr>
        <w:t>О</w:t>
      </w:r>
      <w:r w:rsidR="0053490C">
        <w:rPr>
          <w:rFonts w:ascii="Times New Roman" w:hAnsi="Times New Roman"/>
          <w:b/>
          <w:sz w:val="28"/>
          <w:szCs w:val="28"/>
        </w:rPr>
        <w:t>б утверждении Положения о</w:t>
      </w:r>
      <w:r w:rsidRPr="000F6D26">
        <w:rPr>
          <w:rFonts w:ascii="Times New Roman" w:hAnsi="Times New Roman"/>
          <w:b/>
          <w:sz w:val="28"/>
          <w:szCs w:val="28"/>
        </w:rPr>
        <w:t xml:space="preserve"> порядке и услов</w:t>
      </w:r>
      <w:r w:rsidR="00590D5C">
        <w:rPr>
          <w:rFonts w:ascii="Times New Roman" w:hAnsi="Times New Roman"/>
          <w:b/>
          <w:sz w:val="28"/>
          <w:szCs w:val="28"/>
        </w:rPr>
        <w:t>иях оплаты труда руководителей</w:t>
      </w:r>
      <w:r w:rsidR="0053490C">
        <w:rPr>
          <w:rFonts w:ascii="Times New Roman" w:hAnsi="Times New Roman"/>
          <w:b/>
          <w:sz w:val="28"/>
          <w:szCs w:val="28"/>
        </w:rPr>
        <w:t xml:space="preserve"> </w:t>
      </w:r>
      <w:r w:rsidRPr="000F6D26">
        <w:rPr>
          <w:rFonts w:ascii="Times New Roman" w:hAnsi="Times New Roman"/>
          <w:b/>
          <w:sz w:val="28"/>
          <w:szCs w:val="28"/>
        </w:rPr>
        <w:t>муни</w:t>
      </w:r>
      <w:r w:rsidR="000F6D26">
        <w:rPr>
          <w:rFonts w:ascii="Times New Roman" w:hAnsi="Times New Roman"/>
          <w:b/>
          <w:sz w:val="28"/>
          <w:szCs w:val="28"/>
        </w:rPr>
        <w:t>ципальных унитарных предприятий</w:t>
      </w:r>
    </w:p>
    <w:p w14:paraId="09E0E37C" w14:textId="31361AA1" w:rsidR="00AE5C63" w:rsidRPr="000F6D26" w:rsidRDefault="00590D5C" w:rsidP="00590D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 w:rsidR="0053490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Ногликский муниципальный округ</w:t>
      </w:r>
      <w:r w:rsidR="00BC04F1">
        <w:rPr>
          <w:rFonts w:ascii="Times New Roman" w:hAnsi="Times New Roman"/>
          <w:b/>
          <w:sz w:val="28"/>
          <w:szCs w:val="28"/>
        </w:rPr>
        <w:t xml:space="preserve"> </w:t>
      </w:r>
      <w:r w:rsidR="001E4001" w:rsidRPr="000F6D26">
        <w:rPr>
          <w:rFonts w:ascii="Times New Roman" w:hAnsi="Times New Roman"/>
          <w:b/>
          <w:sz w:val="28"/>
          <w:szCs w:val="28"/>
        </w:rPr>
        <w:t>Сахалинской области</w:t>
      </w:r>
    </w:p>
    <w:p w14:paraId="09E0E37D" w14:textId="77777777" w:rsidR="00185FEC" w:rsidRDefault="00185FEC" w:rsidP="00590D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6007F63" w14:textId="7879408C" w:rsidR="000F6D26" w:rsidRPr="000F6D26" w:rsidRDefault="000F6D26" w:rsidP="00590D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6D26">
        <w:rPr>
          <w:rFonts w:ascii="Times New Roman" w:hAnsi="Times New Roman"/>
          <w:sz w:val="28"/>
          <w:szCs w:val="28"/>
        </w:rPr>
        <w:t xml:space="preserve">В целях упорядочения условий оплаты труда при заключении трудовых договоров с руководителями муниципальных предприятий, повышения </w:t>
      </w:r>
      <w:r w:rsidR="00253E88">
        <w:rPr>
          <w:rFonts w:ascii="Times New Roman" w:hAnsi="Times New Roman"/>
          <w:sz w:val="28"/>
          <w:szCs w:val="28"/>
        </w:rPr>
        <w:br/>
      </w:r>
      <w:r w:rsidRPr="000F6D26">
        <w:rPr>
          <w:rFonts w:ascii="Times New Roman" w:hAnsi="Times New Roman"/>
          <w:sz w:val="28"/>
          <w:szCs w:val="28"/>
        </w:rPr>
        <w:t>их ответственности за финансовое состояние предприятий и эффективное использование имущества, в соответствии с Законом Российской Федерации от 14.11.2002 № 161-ФЗ «О государственных и муниципальных унитарных предприятиях», руко</w:t>
      </w:r>
      <w:r w:rsidR="00253E88">
        <w:rPr>
          <w:rFonts w:ascii="Times New Roman" w:hAnsi="Times New Roman"/>
          <w:sz w:val="28"/>
          <w:szCs w:val="28"/>
        </w:rPr>
        <w:t xml:space="preserve">водствуясь отраслевым тарифным </w:t>
      </w:r>
      <w:r w:rsidRPr="000F6D26">
        <w:rPr>
          <w:rFonts w:ascii="Times New Roman" w:hAnsi="Times New Roman"/>
          <w:sz w:val="28"/>
          <w:szCs w:val="28"/>
        </w:rPr>
        <w:t xml:space="preserve">соглашением </w:t>
      </w:r>
      <w:r w:rsidR="00253E88">
        <w:rPr>
          <w:rFonts w:ascii="Times New Roman" w:hAnsi="Times New Roman"/>
          <w:sz w:val="28"/>
          <w:szCs w:val="28"/>
        </w:rPr>
        <w:br/>
      </w:r>
      <w:r w:rsidRPr="000F6D26">
        <w:rPr>
          <w:rFonts w:ascii="Times New Roman" w:hAnsi="Times New Roman"/>
          <w:sz w:val="28"/>
          <w:szCs w:val="28"/>
        </w:rPr>
        <w:t>в жилищно-коммунальном хозяйстве Сахалинской области на 2025</w:t>
      </w:r>
      <w:r w:rsidR="00673CDB">
        <w:rPr>
          <w:rFonts w:ascii="Times New Roman" w:hAnsi="Times New Roman"/>
          <w:sz w:val="28"/>
          <w:szCs w:val="28"/>
        </w:rPr>
        <w:t>-2027 годы от 14.11.2024,</w:t>
      </w:r>
      <w:r w:rsidRPr="000F6D26">
        <w:rPr>
          <w:rFonts w:ascii="Times New Roman" w:hAnsi="Times New Roman"/>
          <w:sz w:val="28"/>
          <w:szCs w:val="28"/>
        </w:rPr>
        <w:t xml:space="preserve"> ст. 28 Устава муниципального образования Ногликский муниципальный округ Сахалинской области, </w:t>
      </w:r>
      <w:r w:rsidRPr="00590D5C">
        <w:rPr>
          <w:rFonts w:ascii="Times New Roman" w:hAnsi="Times New Roman"/>
          <w:b/>
          <w:sz w:val="28"/>
          <w:szCs w:val="28"/>
        </w:rPr>
        <w:t>ПОСТАНОВЛЯЮ:</w:t>
      </w:r>
    </w:p>
    <w:p w14:paraId="5C23A1CD" w14:textId="2596CB66" w:rsidR="000F6D26" w:rsidRPr="000F6D26" w:rsidRDefault="000F6D26" w:rsidP="00590D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6D26">
        <w:rPr>
          <w:rFonts w:ascii="Times New Roman" w:hAnsi="Times New Roman"/>
          <w:sz w:val="28"/>
          <w:szCs w:val="28"/>
        </w:rPr>
        <w:t>1. Утвердить Положение о порядке и условиях оплаты труда руководителей муниципальных унитарных предприятий муниципального образования Ногликский муниципальный округ Сахалинской области</w:t>
      </w:r>
      <w:r w:rsidR="00673CDB">
        <w:rPr>
          <w:rFonts w:ascii="Times New Roman" w:hAnsi="Times New Roman"/>
          <w:sz w:val="28"/>
          <w:szCs w:val="28"/>
        </w:rPr>
        <w:t xml:space="preserve"> (прилагается)</w:t>
      </w:r>
      <w:r w:rsidRPr="000F6D26">
        <w:rPr>
          <w:rFonts w:ascii="Times New Roman" w:hAnsi="Times New Roman"/>
          <w:sz w:val="28"/>
          <w:szCs w:val="28"/>
        </w:rPr>
        <w:t xml:space="preserve">. </w:t>
      </w:r>
    </w:p>
    <w:p w14:paraId="3666A220" w14:textId="0D59DA94" w:rsidR="000F6D26" w:rsidRPr="00964487" w:rsidRDefault="00253E88" w:rsidP="00590D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Признать утратившим силу </w:t>
      </w:r>
      <w:r w:rsidR="000F6D26" w:rsidRPr="000F6D26">
        <w:rPr>
          <w:rFonts w:ascii="Times New Roman" w:hAnsi="Times New Roman"/>
          <w:sz w:val="28"/>
          <w:szCs w:val="28"/>
        </w:rPr>
        <w:t xml:space="preserve">постановление мэра муниципального образования </w:t>
      </w:r>
      <w:r w:rsidR="000F6D26">
        <w:rPr>
          <w:rFonts w:ascii="Times New Roman" w:hAnsi="Times New Roman"/>
          <w:sz w:val="28"/>
          <w:szCs w:val="28"/>
        </w:rPr>
        <w:t xml:space="preserve">«Городской округ </w:t>
      </w:r>
      <w:r w:rsidR="000F6D26" w:rsidRPr="000F6D26">
        <w:rPr>
          <w:rFonts w:ascii="Times New Roman" w:hAnsi="Times New Roman"/>
          <w:sz w:val="28"/>
          <w:szCs w:val="28"/>
        </w:rPr>
        <w:t>Ногликский</w:t>
      </w:r>
      <w:r w:rsidR="000F6D26">
        <w:rPr>
          <w:rFonts w:ascii="Times New Roman" w:hAnsi="Times New Roman"/>
          <w:sz w:val="28"/>
          <w:szCs w:val="28"/>
        </w:rPr>
        <w:t xml:space="preserve">» </w:t>
      </w:r>
      <w:r w:rsidR="000F6D26" w:rsidRPr="000F6D26">
        <w:rPr>
          <w:rFonts w:ascii="Times New Roman" w:hAnsi="Times New Roman"/>
          <w:sz w:val="28"/>
          <w:szCs w:val="28"/>
        </w:rPr>
        <w:t xml:space="preserve">от 27.06.2024 № 99 </w:t>
      </w:r>
      <w:r w:rsidR="00CF559C">
        <w:rPr>
          <w:rFonts w:ascii="Times New Roman" w:hAnsi="Times New Roman"/>
          <w:sz w:val="28"/>
          <w:szCs w:val="28"/>
        </w:rPr>
        <w:br/>
      </w:r>
      <w:r w:rsidR="000F6D26" w:rsidRPr="00964487">
        <w:rPr>
          <w:rFonts w:ascii="Times New Roman" w:hAnsi="Times New Roman"/>
          <w:sz w:val="28"/>
          <w:szCs w:val="28"/>
        </w:rPr>
        <w:t>«О</w:t>
      </w:r>
      <w:r w:rsidR="00964487" w:rsidRPr="00964487">
        <w:rPr>
          <w:rFonts w:ascii="Times New Roman" w:hAnsi="Times New Roman"/>
          <w:sz w:val="28"/>
          <w:szCs w:val="28"/>
        </w:rPr>
        <w:t>б утверждении Положения</w:t>
      </w:r>
      <w:r w:rsidR="000F6D26" w:rsidRPr="00964487">
        <w:rPr>
          <w:rFonts w:ascii="Times New Roman" w:hAnsi="Times New Roman"/>
          <w:sz w:val="28"/>
          <w:szCs w:val="28"/>
        </w:rPr>
        <w:t xml:space="preserve"> </w:t>
      </w:r>
      <w:r w:rsidR="00964487" w:rsidRPr="00964487">
        <w:rPr>
          <w:rFonts w:ascii="Times New Roman" w:hAnsi="Times New Roman"/>
          <w:sz w:val="28"/>
          <w:szCs w:val="28"/>
        </w:rPr>
        <w:t xml:space="preserve">о </w:t>
      </w:r>
      <w:r w:rsidR="000F6D26" w:rsidRPr="00964487">
        <w:rPr>
          <w:rFonts w:ascii="Times New Roman" w:hAnsi="Times New Roman"/>
          <w:sz w:val="28"/>
          <w:szCs w:val="28"/>
        </w:rPr>
        <w:t>порядке и условиях оплаты труда руководителей муниципальных унитарных предприятий муниципального образования «Городской округ Ногликский».</w:t>
      </w:r>
    </w:p>
    <w:p w14:paraId="1A666504" w14:textId="15DB1326" w:rsidR="000F6D26" w:rsidRPr="000F6D26" w:rsidRDefault="000F6D26" w:rsidP="00590D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6D26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«Знамя труда» </w:t>
      </w:r>
      <w:r w:rsidR="00253E88">
        <w:rPr>
          <w:rFonts w:ascii="Times New Roman" w:hAnsi="Times New Roman"/>
          <w:sz w:val="28"/>
          <w:szCs w:val="28"/>
        </w:rPr>
        <w:br/>
      </w:r>
      <w:r w:rsidRPr="000F6D26">
        <w:rPr>
          <w:rFonts w:ascii="Times New Roman" w:hAnsi="Times New Roman"/>
          <w:sz w:val="28"/>
          <w:szCs w:val="28"/>
        </w:rPr>
        <w:t>и разместить на официальном сайте муниципального образования Ногликский муниципальный округ Сахалинской области в информационно-телекоммуникационной сети «Интернет».</w:t>
      </w:r>
    </w:p>
    <w:p w14:paraId="09E0E386" w14:textId="30F62159" w:rsidR="008629FA" w:rsidRDefault="000F6D26" w:rsidP="00590D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6D26">
        <w:rPr>
          <w:rFonts w:ascii="Times New Roman" w:hAnsi="Times New Roman"/>
          <w:sz w:val="28"/>
          <w:szCs w:val="28"/>
        </w:rPr>
        <w:t xml:space="preserve">4. Контроль за исполнением настоящего постановления возложить </w:t>
      </w:r>
      <w:r w:rsidR="00253E88">
        <w:rPr>
          <w:rFonts w:ascii="Times New Roman" w:hAnsi="Times New Roman"/>
          <w:sz w:val="28"/>
          <w:szCs w:val="28"/>
        </w:rPr>
        <w:br/>
      </w:r>
      <w:r w:rsidRPr="000F6D26">
        <w:rPr>
          <w:rFonts w:ascii="Times New Roman" w:hAnsi="Times New Roman"/>
          <w:sz w:val="28"/>
          <w:szCs w:val="28"/>
        </w:rPr>
        <w:t xml:space="preserve">на директора департамента экономического развития, строительства, </w:t>
      </w:r>
      <w:r w:rsidR="00253E88">
        <w:rPr>
          <w:rFonts w:ascii="Times New Roman" w:hAnsi="Times New Roman"/>
          <w:sz w:val="28"/>
          <w:szCs w:val="28"/>
        </w:rPr>
        <w:br/>
      </w:r>
      <w:r w:rsidRPr="000F6D26">
        <w:rPr>
          <w:rFonts w:ascii="Times New Roman" w:hAnsi="Times New Roman"/>
          <w:sz w:val="28"/>
          <w:szCs w:val="28"/>
        </w:rPr>
        <w:lastRenderedPageBreak/>
        <w:t xml:space="preserve">и жилищно-коммунального и дорожного хозяйства администрации муниципального образования Ногликский муниципальный округ Сахалинской области </w:t>
      </w:r>
      <w:proofErr w:type="spellStart"/>
      <w:r w:rsidRPr="000F6D26">
        <w:rPr>
          <w:rFonts w:ascii="Times New Roman" w:hAnsi="Times New Roman"/>
          <w:sz w:val="28"/>
          <w:szCs w:val="28"/>
        </w:rPr>
        <w:t>Логареву</w:t>
      </w:r>
      <w:proofErr w:type="spellEnd"/>
      <w:r w:rsidRPr="000F6D26">
        <w:rPr>
          <w:rFonts w:ascii="Times New Roman" w:hAnsi="Times New Roman"/>
          <w:sz w:val="28"/>
          <w:szCs w:val="28"/>
        </w:rPr>
        <w:t xml:space="preserve"> О.П.</w:t>
      </w:r>
    </w:p>
    <w:p w14:paraId="59C591F2" w14:textId="77777777" w:rsidR="000F6D26" w:rsidRDefault="000F6D26" w:rsidP="00253E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2BC211B" w14:textId="7659EEC2" w:rsidR="00590D5C" w:rsidRDefault="00590D5C" w:rsidP="00253E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4F2E659" w14:textId="77777777" w:rsidR="00590D5C" w:rsidRDefault="00590D5C" w:rsidP="00253E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594A82A" w14:textId="42E01218" w:rsidR="00590D5C" w:rsidRDefault="00180C93" w:rsidP="00590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590D5C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 xml:space="preserve"> </w:t>
      </w:r>
      <w:r w:rsidR="00590D5C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53041425" w14:textId="77777777" w:rsidR="00590D5C" w:rsidRDefault="00590D5C" w:rsidP="00590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4C6268C3" w14:textId="15DF9F77" w:rsidR="00590D5C" w:rsidRDefault="00590D5C" w:rsidP="00590D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</w:t>
      </w:r>
      <w:r w:rsidR="00DA6AAB">
        <w:rPr>
          <w:rFonts w:ascii="Times New Roman" w:hAnsi="Times New Roman"/>
          <w:sz w:val="28"/>
          <w:szCs w:val="28"/>
        </w:rPr>
        <w:t>ти</w:t>
      </w:r>
      <w:r w:rsidR="00DA6AAB">
        <w:rPr>
          <w:rFonts w:ascii="Times New Roman" w:hAnsi="Times New Roman"/>
          <w:sz w:val="28"/>
          <w:szCs w:val="28"/>
        </w:rPr>
        <w:tab/>
      </w:r>
      <w:r w:rsidR="00DA6AAB">
        <w:rPr>
          <w:rFonts w:ascii="Times New Roman" w:hAnsi="Times New Roman"/>
          <w:sz w:val="28"/>
          <w:szCs w:val="28"/>
        </w:rPr>
        <w:tab/>
      </w:r>
      <w:r w:rsidR="00DA6AAB">
        <w:rPr>
          <w:rFonts w:ascii="Times New Roman" w:hAnsi="Times New Roman"/>
          <w:sz w:val="28"/>
          <w:szCs w:val="28"/>
        </w:rPr>
        <w:tab/>
      </w:r>
      <w:r w:rsidR="00DA6AAB">
        <w:rPr>
          <w:rFonts w:ascii="Times New Roman" w:hAnsi="Times New Roman"/>
          <w:sz w:val="28"/>
          <w:szCs w:val="28"/>
        </w:rPr>
        <w:tab/>
      </w:r>
      <w:r w:rsidR="00180C93">
        <w:rPr>
          <w:rFonts w:ascii="Times New Roman" w:hAnsi="Times New Roman"/>
          <w:sz w:val="28"/>
          <w:szCs w:val="28"/>
        </w:rPr>
        <w:t xml:space="preserve"> </w:t>
      </w:r>
      <w:r w:rsidR="00DA6AAB">
        <w:rPr>
          <w:rFonts w:ascii="Times New Roman" w:hAnsi="Times New Roman"/>
          <w:sz w:val="28"/>
          <w:szCs w:val="28"/>
        </w:rPr>
        <w:tab/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180C93">
        <w:rPr>
          <w:rFonts w:ascii="Times New Roman" w:hAnsi="Times New Roman"/>
          <w:sz w:val="28"/>
          <w:szCs w:val="28"/>
        </w:rPr>
        <w:t>С.В. Гурьянов</w:t>
      </w:r>
    </w:p>
    <w:sectPr w:rsidR="00590D5C" w:rsidSect="00590D5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E0E395" w14:textId="77777777" w:rsidR="001E4001" w:rsidRDefault="001E4001" w:rsidP="00AE5C63">
      <w:pPr>
        <w:spacing w:after="0" w:line="240" w:lineRule="auto"/>
      </w:pPr>
      <w:r>
        <w:separator/>
      </w:r>
    </w:p>
  </w:endnote>
  <w:endnote w:type="continuationSeparator" w:id="0">
    <w:p w14:paraId="09E0E396" w14:textId="77777777" w:rsidR="001E4001" w:rsidRDefault="001E4001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E0E393" w14:textId="77777777" w:rsidR="001E4001" w:rsidRDefault="001E4001" w:rsidP="00AE5C63">
      <w:pPr>
        <w:spacing w:after="0" w:line="240" w:lineRule="auto"/>
      </w:pPr>
      <w:r>
        <w:separator/>
      </w:r>
    </w:p>
  </w:footnote>
  <w:footnote w:type="continuationSeparator" w:id="0">
    <w:p w14:paraId="09E0E394" w14:textId="77777777" w:rsidR="001E4001" w:rsidRDefault="001E4001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748902"/>
      <w:docPartObj>
        <w:docPartGallery w:val="Page Numbers (Top of Page)"/>
        <w:docPartUnique/>
      </w:docPartObj>
    </w:sdtPr>
    <w:sdtEndPr/>
    <w:sdtContent>
      <w:p w14:paraId="15545BA3" w14:textId="7062FB96" w:rsidR="00590D5C" w:rsidRDefault="00590D5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138C">
          <w:rPr>
            <w:noProof/>
          </w:rPr>
          <w:t>2</w:t>
        </w:r>
        <w:r>
          <w:fldChar w:fldCharType="end"/>
        </w:r>
      </w:p>
    </w:sdtContent>
  </w:sdt>
  <w:p w14:paraId="74536120" w14:textId="77777777" w:rsidR="00590D5C" w:rsidRDefault="00590D5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1369"/>
    <w:rsid w:val="000F6D26"/>
    <w:rsid w:val="00180C93"/>
    <w:rsid w:val="00185FEC"/>
    <w:rsid w:val="001E1F9F"/>
    <w:rsid w:val="001E4001"/>
    <w:rsid w:val="00221037"/>
    <w:rsid w:val="00253E88"/>
    <w:rsid w:val="002E5832"/>
    <w:rsid w:val="00364F8F"/>
    <w:rsid w:val="00520CBF"/>
    <w:rsid w:val="0053490C"/>
    <w:rsid w:val="00590D5C"/>
    <w:rsid w:val="00673CDB"/>
    <w:rsid w:val="007622F4"/>
    <w:rsid w:val="008276D6"/>
    <w:rsid w:val="008629FA"/>
    <w:rsid w:val="00964487"/>
    <w:rsid w:val="00987DB5"/>
    <w:rsid w:val="00AC72C8"/>
    <w:rsid w:val="00AE5C63"/>
    <w:rsid w:val="00B10ED9"/>
    <w:rsid w:val="00B25688"/>
    <w:rsid w:val="00BC04F1"/>
    <w:rsid w:val="00C02849"/>
    <w:rsid w:val="00CC138C"/>
    <w:rsid w:val="00CF559C"/>
    <w:rsid w:val="00D12794"/>
    <w:rsid w:val="00D67BD8"/>
    <w:rsid w:val="00DA6AAB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0E37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C13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C138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F64FA"/>
    <w:rsid w:val="003B16D3"/>
    <w:rsid w:val="004B4044"/>
    <w:rsid w:val="00852E81"/>
    <w:rsid w:val="008C678B"/>
    <w:rsid w:val="00C95804"/>
    <w:rsid w:val="00CC65E7"/>
    <w:rsid w:val="00CF735B"/>
    <w:rsid w:val="00E8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1F64FA"/>
    <w:rPr>
      <w:rFonts w:ascii="Calibri" w:eastAsia="Calibri" w:hAnsi="Calibri" w:cs="Times New Roman"/>
      <w:lang w:eastAsia="en-US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  <w:style w:type="paragraph" w:customStyle="1" w:styleId="2D56FF0250034A218C54BC225ABDF371">
    <w:name w:val="2D56FF0250034A218C54BC225ABDF371"/>
    <w:rsid w:val="003B16D3"/>
  </w:style>
  <w:style w:type="paragraph" w:customStyle="1" w:styleId="5A1B976EA28240D28616F1D21BA2B4CA">
    <w:name w:val="5A1B976EA28240D28616F1D21BA2B4CA"/>
    <w:rsid w:val="003B16D3"/>
  </w:style>
  <w:style w:type="paragraph" w:customStyle="1" w:styleId="13EF83C9F18F4B6285583DF8E3F54B77">
    <w:name w:val="13EF83C9F18F4B6285583DF8E3F54B77"/>
    <w:rsid w:val="003B16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60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16</cp:revision>
  <cp:lastPrinted>2025-02-17T09:54:00Z</cp:lastPrinted>
  <dcterms:created xsi:type="dcterms:W3CDTF">2020-04-07T04:54:00Z</dcterms:created>
  <dcterms:modified xsi:type="dcterms:W3CDTF">2025-02-17T09:55:00Z</dcterms:modified>
</cp:coreProperties>
</file>