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A8F8F16" w14:textId="77777777" w:rsidTr="00987DB5">
        <w:tc>
          <w:tcPr>
            <w:tcW w:w="9498" w:type="dxa"/>
          </w:tcPr>
          <w:p w14:paraId="3A8F8F1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A8F8F2D" wp14:editId="3A8F8F2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8F8F13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3A8F8F1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A8F8F1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A8F8F17" w14:textId="5FE6A38D" w:rsidR="00AE5C63" w:rsidRPr="00590BF8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90BF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590BF8" w:rsidRPr="00590BF8">
            <w:rPr>
              <w:rFonts w:ascii="Times New Roman" w:hAnsi="Times New Roman"/>
              <w:sz w:val="28"/>
              <w:szCs w:val="28"/>
            </w:rPr>
            <w:t>18 февраля 2022 года</w:t>
          </w:r>
        </w:sdtContent>
      </w:sdt>
      <w:r w:rsidRPr="00590BF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590BF8" w:rsidRPr="00590BF8">
            <w:rPr>
              <w:rFonts w:ascii="Times New Roman" w:hAnsi="Times New Roman"/>
              <w:sz w:val="28"/>
              <w:szCs w:val="28"/>
            </w:rPr>
            <w:t>21</w:t>
          </w:r>
        </w:sdtContent>
      </w:sdt>
    </w:p>
    <w:p w14:paraId="3A8F8F18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A8F8F19" w14:textId="511C2636" w:rsidR="00AE5C63" w:rsidRPr="00DF6D5F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DF6D5F">
        <w:rPr>
          <w:rFonts w:ascii="Times New Roman" w:hAnsi="Times New Roman"/>
          <w:b/>
          <w:sz w:val="28"/>
          <w:szCs w:val="28"/>
        </w:rPr>
        <w:t>О внесении изменени</w:t>
      </w:r>
      <w:r w:rsidR="00DA6332">
        <w:rPr>
          <w:rFonts w:ascii="Times New Roman" w:hAnsi="Times New Roman"/>
          <w:b/>
          <w:sz w:val="28"/>
          <w:szCs w:val="28"/>
        </w:rPr>
        <w:t>я</w:t>
      </w:r>
      <w:r w:rsidRPr="00DF6D5F">
        <w:rPr>
          <w:rFonts w:ascii="Times New Roman" w:hAnsi="Times New Roman"/>
          <w:b/>
          <w:sz w:val="28"/>
          <w:szCs w:val="28"/>
        </w:rPr>
        <w:t xml:space="preserve"> в постановление мэра </w:t>
      </w:r>
      <w:r w:rsidR="00DF6D5F">
        <w:rPr>
          <w:rFonts w:ascii="Times New Roman" w:hAnsi="Times New Roman"/>
          <w:b/>
          <w:sz w:val="28"/>
          <w:szCs w:val="28"/>
        </w:rPr>
        <w:br/>
      </w:r>
      <w:r w:rsidRPr="00DF6D5F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DF6D5F">
        <w:rPr>
          <w:rFonts w:ascii="Times New Roman" w:hAnsi="Times New Roman"/>
          <w:b/>
          <w:sz w:val="28"/>
          <w:szCs w:val="28"/>
        </w:rPr>
        <w:t>«</w:t>
      </w:r>
      <w:r w:rsidRPr="00DF6D5F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DF6D5F">
        <w:rPr>
          <w:rFonts w:ascii="Times New Roman" w:hAnsi="Times New Roman"/>
          <w:b/>
          <w:sz w:val="28"/>
          <w:szCs w:val="28"/>
        </w:rPr>
        <w:t>»</w:t>
      </w:r>
      <w:r w:rsidRPr="00DF6D5F">
        <w:rPr>
          <w:rFonts w:ascii="Times New Roman" w:hAnsi="Times New Roman"/>
          <w:b/>
          <w:sz w:val="28"/>
          <w:szCs w:val="28"/>
        </w:rPr>
        <w:t xml:space="preserve"> </w:t>
      </w:r>
      <w:r w:rsidR="00DF6D5F">
        <w:rPr>
          <w:rFonts w:ascii="Times New Roman" w:hAnsi="Times New Roman"/>
          <w:b/>
          <w:sz w:val="28"/>
          <w:szCs w:val="28"/>
        </w:rPr>
        <w:br/>
      </w:r>
      <w:r w:rsidRPr="00DF6D5F">
        <w:rPr>
          <w:rFonts w:ascii="Times New Roman" w:hAnsi="Times New Roman"/>
          <w:b/>
          <w:sz w:val="28"/>
          <w:szCs w:val="28"/>
        </w:rPr>
        <w:t xml:space="preserve">от </w:t>
      </w:r>
      <w:r w:rsidR="00380B2D" w:rsidRPr="00DF6D5F">
        <w:rPr>
          <w:rFonts w:ascii="Times New Roman" w:hAnsi="Times New Roman"/>
          <w:b/>
          <w:sz w:val="28"/>
          <w:szCs w:val="28"/>
        </w:rPr>
        <w:t>14.02.2017</w:t>
      </w:r>
      <w:r w:rsidRPr="00DF6D5F">
        <w:rPr>
          <w:rFonts w:ascii="Times New Roman" w:hAnsi="Times New Roman"/>
          <w:b/>
          <w:sz w:val="28"/>
          <w:szCs w:val="28"/>
        </w:rPr>
        <w:t xml:space="preserve"> № </w:t>
      </w:r>
      <w:r w:rsidR="00380B2D" w:rsidRPr="00DF6D5F">
        <w:rPr>
          <w:rFonts w:ascii="Times New Roman" w:hAnsi="Times New Roman"/>
          <w:b/>
          <w:sz w:val="28"/>
          <w:szCs w:val="28"/>
        </w:rPr>
        <w:t>38</w:t>
      </w:r>
    </w:p>
    <w:p w14:paraId="3A8F8F1C" w14:textId="68A95E13" w:rsidR="00E609BC" w:rsidRDefault="0030553E" w:rsidP="00DF6D5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изменениями кадрового состава работников администрации муниципального образования «Городской округ Ногликский», в целях реализации Закона Сахалинской области от 30.04.2004 № 500 «Об административных комиссиях в Сахалинской области», Закона Сахалинской области от 29.03.2004 № 490 «Об административных правонарушениях в Сахалинской области», руководствуясь ст. 28 Устава муниципального образования «Городской округ Ногликский», </w:t>
      </w:r>
      <w:r w:rsidRPr="0030553E">
        <w:rPr>
          <w:rFonts w:ascii="Times New Roman" w:hAnsi="Times New Roman"/>
          <w:b/>
          <w:sz w:val="28"/>
          <w:szCs w:val="28"/>
        </w:rPr>
        <w:t>ПОСТАНОВЛЯЮ:</w:t>
      </w:r>
    </w:p>
    <w:p w14:paraId="62E6C717" w14:textId="39923AF2" w:rsidR="00D37156" w:rsidRDefault="00D37156" w:rsidP="00DF6D5F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A6332">
        <w:rPr>
          <w:rFonts w:ascii="Times New Roman" w:hAnsi="Times New Roman"/>
          <w:sz w:val="28"/>
          <w:szCs w:val="28"/>
        </w:rPr>
        <w:t>Внести изменение</w:t>
      </w:r>
      <w:r w:rsidRPr="00D37156">
        <w:rPr>
          <w:rFonts w:ascii="Times New Roman" w:hAnsi="Times New Roman"/>
          <w:sz w:val="28"/>
          <w:szCs w:val="28"/>
        </w:rPr>
        <w:t xml:space="preserve"> в пункт 2 постановления мэра муниципального образования «Городской округ Ногликский» от 14.02.2017 № 38 «Об административной комиссии муниципального образования «Городской округ Ногликский», утвердив состав административной комиссии в новой редакции</w:t>
      </w:r>
      <w:r w:rsidR="00D06B89">
        <w:rPr>
          <w:rFonts w:ascii="Times New Roman" w:hAnsi="Times New Roman"/>
          <w:sz w:val="28"/>
          <w:szCs w:val="28"/>
        </w:rPr>
        <w:t xml:space="preserve"> в соответствии с приложением к настоящему постановлению</w:t>
      </w:r>
      <w:r w:rsidRPr="00D3715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B72B47D" w14:textId="400A20BC" w:rsidR="00D37156" w:rsidRDefault="00D37156" w:rsidP="00DF6D5F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мэра </w:t>
      </w:r>
      <w:r w:rsidR="00800166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 «Городской округ Ногликский» от 16.07.2021 № 137 «О внесении изменений в постановление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мэра</w:t>
      </w:r>
      <w:r w:rsidRPr="00D37156">
        <w:rPr>
          <w:rFonts w:ascii="Times New Roman" w:hAnsi="Times New Roman"/>
          <w:sz w:val="28"/>
          <w:szCs w:val="28"/>
        </w:rPr>
        <w:t xml:space="preserve"> муниципального образования «Городской </w:t>
      </w:r>
      <w:r w:rsidRPr="00D37156">
        <w:rPr>
          <w:rFonts w:ascii="Times New Roman" w:hAnsi="Times New Roman"/>
          <w:sz w:val="28"/>
          <w:szCs w:val="28"/>
        </w:rPr>
        <w:lastRenderedPageBreak/>
        <w:t>округ Ногликский» от 14.02.2017 № 38 «Об административной комиссии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, за исключением пункта 2.</w:t>
      </w:r>
    </w:p>
    <w:p w14:paraId="78F23193" w14:textId="389B1173" w:rsidR="00281681" w:rsidRDefault="00D37156" w:rsidP="00DF6D5F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B5B5E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10D41C8" w14:textId="007A95CA" w:rsidR="009B5B5E" w:rsidRPr="00F93611" w:rsidRDefault="00F93611" w:rsidP="00DF6D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3611">
        <w:rPr>
          <w:rFonts w:ascii="Times New Roman" w:hAnsi="Times New Roman"/>
          <w:sz w:val="28"/>
          <w:szCs w:val="28"/>
        </w:rPr>
        <w:t xml:space="preserve">4. </w:t>
      </w:r>
      <w:r w:rsidR="009B5B5E" w:rsidRPr="00F93611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даты опубликования и распространяется на правоотношения, возникшие с 09.02.2022 года. </w:t>
      </w:r>
    </w:p>
    <w:p w14:paraId="76A58F1F" w14:textId="77777777" w:rsidR="00F93611" w:rsidRDefault="00F93611" w:rsidP="00DF6D5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A6D8F17" w14:textId="77777777" w:rsidR="00F93611" w:rsidRDefault="00F93611" w:rsidP="00DF6D5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6F1D33D" w14:textId="77777777" w:rsidR="009B5B5E" w:rsidRDefault="008629FA" w:rsidP="00DF6D5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B5B5E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A8F8F27" w14:textId="69951B78" w:rsidR="008629FA" w:rsidRPr="008629FA" w:rsidRDefault="008629FA" w:rsidP="00DF6D5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5D41B6">
        <w:rPr>
          <w:rFonts w:ascii="Times New Roman" w:hAnsi="Times New Roman"/>
          <w:sz w:val="28"/>
          <w:szCs w:val="28"/>
        </w:rPr>
        <w:t xml:space="preserve"> </w:t>
      </w:r>
      <w:r w:rsidR="00DF6D5F"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DF6D5F">
      <w:footerReference w:type="default" r:id="rId8"/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F8F31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3A8F8F32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F8F33" w14:textId="7F4804CF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F8F2F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3A8F8F30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362C2"/>
    <w:multiLevelType w:val="hybridMultilevel"/>
    <w:tmpl w:val="2FA661AC"/>
    <w:lvl w:ilvl="0" w:tplc="2A0A470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81681"/>
    <w:rsid w:val="002E5832"/>
    <w:rsid w:val="0030553E"/>
    <w:rsid w:val="00364F8F"/>
    <w:rsid w:val="00380B2D"/>
    <w:rsid w:val="003E6654"/>
    <w:rsid w:val="00520CBF"/>
    <w:rsid w:val="005337CE"/>
    <w:rsid w:val="00590BF8"/>
    <w:rsid w:val="005D41B6"/>
    <w:rsid w:val="00800166"/>
    <w:rsid w:val="008629FA"/>
    <w:rsid w:val="00987DB5"/>
    <w:rsid w:val="009B5B5E"/>
    <w:rsid w:val="00AC72C8"/>
    <w:rsid w:val="00AE5C63"/>
    <w:rsid w:val="00B10ED9"/>
    <w:rsid w:val="00B25688"/>
    <w:rsid w:val="00C02849"/>
    <w:rsid w:val="00D06B89"/>
    <w:rsid w:val="00D12794"/>
    <w:rsid w:val="00D37156"/>
    <w:rsid w:val="00D67BD8"/>
    <w:rsid w:val="00DA6332"/>
    <w:rsid w:val="00DF6D5F"/>
    <w:rsid w:val="00DF7897"/>
    <w:rsid w:val="00E37B8A"/>
    <w:rsid w:val="00E609BC"/>
    <w:rsid w:val="00EA0EFF"/>
    <w:rsid w:val="00F9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F8F1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30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877682" w:rsidRDefault="00877682" w:rsidP="00877682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877682" w:rsidRDefault="00877682" w:rsidP="00877682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77682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77682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877682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877682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74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11</cp:revision>
  <dcterms:created xsi:type="dcterms:W3CDTF">2020-04-07T04:54:00Z</dcterms:created>
  <dcterms:modified xsi:type="dcterms:W3CDTF">2022-02-18T08:17:00Z</dcterms:modified>
</cp:coreProperties>
</file>