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36854F" w14:textId="77777777" w:rsidTr="00987DB5">
        <w:tc>
          <w:tcPr>
            <w:tcW w:w="9498" w:type="dxa"/>
          </w:tcPr>
          <w:p w14:paraId="0D3685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368566" wp14:editId="0D36856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36854C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D36854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D3685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368550" w14:textId="4224B4CF" w:rsidR="00AE5C63" w:rsidRPr="00FF715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1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F7154" w:rsidRPr="00FF7154">
            <w:rPr>
              <w:rFonts w:ascii="Times New Roman" w:hAnsi="Times New Roman"/>
              <w:sz w:val="28"/>
              <w:szCs w:val="28"/>
            </w:rPr>
            <w:t>04 августа 2023 года</w:t>
          </w:r>
        </w:sdtContent>
      </w:sdt>
      <w:r w:rsidRPr="00FF71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F7154" w:rsidRPr="00FF7154">
            <w:rPr>
              <w:rFonts w:ascii="Times New Roman" w:hAnsi="Times New Roman"/>
              <w:sz w:val="28"/>
              <w:szCs w:val="28"/>
            </w:rPr>
            <w:t>229</w:t>
          </w:r>
        </w:sdtContent>
      </w:sdt>
    </w:p>
    <w:p w14:paraId="0D36855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368552" w14:textId="64B95968" w:rsidR="00AE5C63" w:rsidRPr="005C7A03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5C7A03">
        <w:rPr>
          <w:rFonts w:ascii="Times New Roman" w:hAnsi="Times New Roman"/>
          <w:b/>
          <w:sz w:val="28"/>
          <w:szCs w:val="28"/>
        </w:rPr>
        <w:t xml:space="preserve">Об утверждении Положения и состава комиссии по предупреждению </w:t>
      </w:r>
      <w:r w:rsidR="005C7A03">
        <w:rPr>
          <w:rFonts w:ascii="Times New Roman" w:hAnsi="Times New Roman"/>
          <w:b/>
          <w:sz w:val="28"/>
          <w:szCs w:val="28"/>
        </w:rPr>
        <w:br/>
      </w:r>
      <w:r w:rsidRPr="005C7A03">
        <w:rPr>
          <w:rFonts w:ascii="Times New Roman" w:hAnsi="Times New Roman"/>
          <w:b/>
          <w:sz w:val="28"/>
          <w:szCs w:val="28"/>
        </w:rPr>
        <w:t xml:space="preserve">и ликвидации чрезвычайных ситуаций и обеспечению пожарной безопасности муниципального образования </w:t>
      </w:r>
      <w:r w:rsidR="005C7A03">
        <w:rPr>
          <w:rFonts w:ascii="Times New Roman" w:hAnsi="Times New Roman"/>
          <w:b/>
          <w:sz w:val="28"/>
          <w:szCs w:val="28"/>
        </w:rPr>
        <w:br/>
      </w:r>
      <w:r w:rsidRPr="005C7A03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6D1460B9" w14:textId="1AE0D5B5" w:rsidR="00413384" w:rsidRDefault="00413384" w:rsidP="005C7A03">
      <w:pPr>
        <w:spacing w:before="48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исполнение Федерального закона от 21.12.1994 № 68-ФЗ «О защите населения и территорий от чрезвычайных ситуаций природного и техногенного характера», постановления Правительства Р</w:t>
      </w:r>
      <w:r w:rsidR="005C7A03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5C7A03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30.12.2003 № 794 «О единой государственной системе предупреждения и ликвидации чрезвычайных ситуаций», 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оперативного реагирования по предупреждению и ликвидации чрезвычайных ситуаций,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обеспечения пожарной безопасности на территории муниципального образования «Городской округ Ногликский», 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«Городской округ Ногликский», </w:t>
      </w:r>
      <w:r w:rsidRPr="005C7A0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1CF8C86" w14:textId="3B1E6B8E" w:rsidR="00413384" w:rsidRPr="00BC1B1D" w:rsidRDefault="00413384" w:rsidP="005C7A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о комиссии по предупреждению и ликвидации чрезвычайных ситуаций и обеспечению пожарной безопасности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C7A0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F7154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1).</w:t>
      </w:r>
    </w:p>
    <w:p w14:paraId="524EB922" w14:textId="5F2F7FF4" w:rsidR="00413384" w:rsidRPr="00BC1B1D" w:rsidRDefault="00413384" w:rsidP="005C7A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>2. Утвердить состав комиссии по предупреждению и ликвидации чрезвычайных ситуаций, и обеспечению пожарной безопасности в новой редакции (</w:t>
      </w:r>
      <w:r w:rsidR="005C7A0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>риложение 2).</w:t>
      </w:r>
    </w:p>
    <w:p w14:paraId="31213FFE" w14:textId="199E4896" w:rsidR="00413384" w:rsidRDefault="00413384" w:rsidP="005C7A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3. Признать утратившим силу постановление мэра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04.05.2021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102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и состава комиссии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предупреждению и ликвидации чрезвычайных 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>ситуаций и обеспечению пожарной безопасности муниципального образова</w:t>
      </w:r>
      <w:r w:rsidR="00176965">
        <w:rPr>
          <w:rFonts w:ascii="Times New Roman" w:eastAsia="Times New Roman" w:hAnsi="Times New Roman"/>
          <w:sz w:val="28"/>
          <w:szCs w:val="28"/>
          <w:lang w:eastAsia="ru-RU"/>
        </w:rPr>
        <w:t>ния «Городской округ Ногликский</w:t>
      </w:r>
      <w:r w:rsidRPr="00BC1B1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A656928" w14:textId="500CFEC3" w:rsidR="00413384" w:rsidRDefault="00413384" w:rsidP="005C7A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5F5D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6965" w:rsidRPr="00176965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="00176965" w:rsidRPr="00176965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lastRenderedPageBreak/>
        <w:t>округ Ногликский» в информационно-телекоммуникационной сети «Интернет»</w:t>
      </w:r>
      <w:r w:rsidR="00FF7154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.</w:t>
      </w:r>
    </w:p>
    <w:p w14:paraId="0D36855C" w14:textId="24C857E1" w:rsidR="008629FA" w:rsidRPr="00413384" w:rsidRDefault="00413384" w:rsidP="005C7A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Контроль за исполнением настоящего постановления оставляю за собой.</w:t>
      </w:r>
    </w:p>
    <w:p w14:paraId="0D36855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36855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36855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368560" w14:textId="6225A33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5C7A03">
        <w:rPr>
          <w:rFonts w:ascii="Times New Roman" w:hAnsi="Times New Roman"/>
          <w:sz w:val="28"/>
          <w:szCs w:val="28"/>
        </w:rPr>
        <w:t>й округ Ногликский»</w:t>
      </w:r>
      <w:r w:rsidR="005C7A03">
        <w:rPr>
          <w:rFonts w:ascii="Times New Roman" w:hAnsi="Times New Roman"/>
          <w:sz w:val="28"/>
          <w:szCs w:val="28"/>
        </w:rPr>
        <w:tab/>
      </w:r>
      <w:r w:rsidR="005C7A03">
        <w:rPr>
          <w:rFonts w:ascii="Times New Roman" w:hAnsi="Times New Roman"/>
          <w:sz w:val="28"/>
          <w:szCs w:val="28"/>
        </w:rPr>
        <w:tab/>
      </w:r>
      <w:r w:rsidR="005C7A03">
        <w:rPr>
          <w:rFonts w:ascii="Times New Roman" w:hAnsi="Times New Roman"/>
          <w:sz w:val="28"/>
          <w:szCs w:val="28"/>
        </w:rPr>
        <w:tab/>
      </w:r>
      <w:r w:rsidR="005C7A03">
        <w:rPr>
          <w:rFonts w:ascii="Times New Roman" w:hAnsi="Times New Roman"/>
          <w:sz w:val="28"/>
          <w:szCs w:val="28"/>
        </w:rPr>
        <w:tab/>
      </w:r>
      <w:r w:rsidR="005C7A03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C7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D36856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36856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36856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36856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36856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C7A0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A204A" w14:textId="77777777" w:rsidR="0085712B" w:rsidRDefault="0085712B" w:rsidP="00AE5C63">
      <w:pPr>
        <w:spacing w:after="0" w:line="240" w:lineRule="auto"/>
      </w:pPr>
      <w:r>
        <w:separator/>
      </w:r>
    </w:p>
  </w:endnote>
  <w:endnote w:type="continuationSeparator" w:id="0">
    <w:p w14:paraId="1991944D" w14:textId="77777777" w:rsidR="0085712B" w:rsidRDefault="0085712B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6856C" w14:textId="30298D9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FB754" w14:textId="77777777" w:rsidR="0085712B" w:rsidRDefault="0085712B" w:rsidP="00AE5C63">
      <w:pPr>
        <w:spacing w:after="0" w:line="240" w:lineRule="auto"/>
      </w:pPr>
      <w:r>
        <w:separator/>
      </w:r>
    </w:p>
  </w:footnote>
  <w:footnote w:type="continuationSeparator" w:id="0">
    <w:p w14:paraId="4219B2A0" w14:textId="77777777" w:rsidR="0085712B" w:rsidRDefault="0085712B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710555"/>
      <w:docPartObj>
        <w:docPartGallery w:val="Page Numbers (Top of Page)"/>
        <w:docPartUnique/>
      </w:docPartObj>
    </w:sdtPr>
    <w:sdtEndPr/>
    <w:sdtContent>
      <w:p w14:paraId="70FC9329" w14:textId="0723188D" w:rsidR="005C7A03" w:rsidRDefault="005C7A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154">
          <w:rPr>
            <w:noProof/>
          </w:rPr>
          <w:t>2</w:t>
        </w:r>
        <w:r>
          <w:fldChar w:fldCharType="end"/>
        </w:r>
      </w:p>
    </w:sdtContent>
  </w:sdt>
  <w:p w14:paraId="2DE7A801" w14:textId="77777777" w:rsidR="005C7A03" w:rsidRDefault="005C7A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6965"/>
    <w:rsid w:val="00185FEC"/>
    <w:rsid w:val="001E1F9F"/>
    <w:rsid w:val="002E5832"/>
    <w:rsid w:val="00364F8F"/>
    <w:rsid w:val="00413384"/>
    <w:rsid w:val="00520CBF"/>
    <w:rsid w:val="005C7A03"/>
    <w:rsid w:val="0085712B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85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C5DF1" w:rsidRDefault="009C5DF1" w:rsidP="009C5DF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C5DF1" w:rsidRDefault="009C5DF1" w:rsidP="009C5DF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9C5DF1"/>
    <w:rsid w:val="00C95804"/>
    <w:rsid w:val="00CF735B"/>
    <w:rsid w:val="00F3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5DF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C5DF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C5DF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2020-04-07T04:54:00Z</dcterms:created>
  <dcterms:modified xsi:type="dcterms:W3CDTF">2023-08-04T05:22:00Z</dcterms:modified>
</cp:coreProperties>
</file>