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3677CC1" w14:textId="77777777" w:rsidTr="00987DB5">
        <w:tc>
          <w:tcPr>
            <w:tcW w:w="9498" w:type="dxa"/>
          </w:tcPr>
          <w:p w14:paraId="23677CB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677CD8" wp14:editId="23677CD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677CBE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3677CB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677CC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3677CC2" w14:textId="04302DF1" w:rsidR="00AE5C63" w:rsidRPr="0050201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0201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75F42">
            <w:rPr>
              <w:rFonts w:ascii="Times New Roman" w:hAnsi="Times New Roman"/>
              <w:sz w:val="28"/>
              <w:szCs w:val="28"/>
            </w:rPr>
            <w:t>14 сентября 2023 года</w:t>
          </w:r>
        </w:sdtContent>
      </w:sdt>
      <w:r w:rsidRPr="0050201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75F42" w:rsidRPr="00775F42">
            <w:rPr>
              <w:rFonts w:ascii="Times New Roman" w:hAnsi="Times New Roman"/>
              <w:sz w:val="28"/>
              <w:szCs w:val="28"/>
            </w:rPr>
            <w:t>245</w:t>
          </w:r>
        </w:sdtContent>
      </w:sdt>
    </w:p>
    <w:p w14:paraId="23677CC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FEC4225" w14:textId="3BB5339A" w:rsidR="00502019" w:rsidRDefault="00AE5C63" w:rsidP="0050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2F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F82F10">
        <w:rPr>
          <w:rFonts w:ascii="Times New Roman" w:hAnsi="Times New Roman"/>
          <w:b/>
          <w:sz w:val="28"/>
          <w:szCs w:val="28"/>
        </w:rPr>
        <w:t>реестра муниципальных маршрутов</w:t>
      </w:r>
    </w:p>
    <w:p w14:paraId="0104095D" w14:textId="7BA7ECC7" w:rsidR="00502019" w:rsidRDefault="00AE5C63" w:rsidP="0050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2F8">
        <w:rPr>
          <w:rFonts w:ascii="Times New Roman" w:hAnsi="Times New Roman"/>
          <w:b/>
          <w:sz w:val="28"/>
          <w:szCs w:val="28"/>
        </w:rPr>
        <w:t xml:space="preserve">регулярных перевозок </w:t>
      </w:r>
      <w:r w:rsidR="00F82F10">
        <w:rPr>
          <w:rFonts w:ascii="Times New Roman" w:hAnsi="Times New Roman"/>
          <w:b/>
          <w:sz w:val="28"/>
          <w:szCs w:val="28"/>
        </w:rPr>
        <w:t>пассажиров и багажа</w:t>
      </w:r>
    </w:p>
    <w:p w14:paraId="66E59714" w14:textId="51DF7242" w:rsidR="00502019" w:rsidRDefault="001F771A" w:rsidP="0050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автомобильным транспортом </w:t>
      </w:r>
      <w:r w:rsidR="00F82F10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23677CC4" w14:textId="10E1C90D" w:rsidR="00AE5C63" w:rsidRPr="00D812F8" w:rsidRDefault="00AE5C63" w:rsidP="0050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2F8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23677CC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417062" w14:textId="374A8AE0" w:rsidR="00D812F8" w:rsidRPr="00B25017" w:rsidRDefault="00D812F8" w:rsidP="00D812F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0624">
        <w:rPr>
          <w:rFonts w:ascii="Times New Roman" w:hAnsi="Times New Roman"/>
          <w:sz w:val="28"/>
          <w:szCs w:val="28"/>
        </w:rPr>
        <w:t xml:space="preserve">руководствуясь ст. </w:t>
      </w:r>
      <w:r>
        <w:rPr>
          <w:rFonts w:ascii="Times New Roman" w:hAnsi="Times New Roman"/>
          <w:sz w:val="28"/>
          <w:szCs w:val="28"/>
        </w:rPr>
        <w:t>28</w:t>
      </w:r>
      <w:r w:rsidRPr="00D80624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</w:t>
      </w:r>
      <w:bookmarkStart w:id="0" w:name="_GoBack"/>
      <w:bookmarkEnd w:id="0"/>
      <w:r w:rsidRPr="00D80624">
        <w:rPr>
          <w:rFonts w:ascii="Times New Roman" w:hAnsi="Times New Roman"/>
          <w:sz w:val="28"/>
          <w:szCs w:val="28"/>
        </w:rPr>
        <w:t xml:space="preserve">руг Ногликский» </w:t>
      </w:r>
      <w:r w:rsidR="00502019">
        <w:rPr>
          <w:rFonts w:ascii="Times New Roman" w:hAnsi="Times New Roman"/>
          <w:b/>
          <w:sz w:val="28"/>
          <w:szCs w:val="28"/>
        </w:rPr>
        <w:t>ПОСТАНОВЛЯЮ:</w:t>
      </w:r>
    </w:p>
    <w:p w14:paraId="43813086" w14:textId="6073C27D" w:rsidR="00D812F8" w:rsidRPr="00A156EA" w:rsidRDefault="00502019" w:rsidP="0050201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812F8" w:rsidRPr="00A156EA">
        <w:rPr>
          <w:rFonts w:ascii="Times New Roman" w:hAnsi="Times New Roman"/>
          <w:sz w:val="28"/>
          <w:szCs w:val="28"/>
        </w:rPr>
        <w:t>Утвердить Реестр муниципальных маршрутов регулярных перевозок</w:t>
      </w:r>
      <w:r w:rsidR="001F771A">
        <w:rPr>
          <w:rFonts w:ascii="Times New Roman" w:hAnsi="Times New Roman"/>
          <w:sz w:val="28"/>
          <w:szCs w:val="28"/>
        </w:rPr>
        <w:t xml:space="preserve"> пассажиров и багажа автомобильным транспортом </w:t>
      </w:r>
      <w:r w:rsidR="00D812F8" w:rsidRPr="00A156EA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(прилагается).</w:t>
      </w:r>
    </w:p>
    <w:p w14:paraId="4E2F651D" w14:textId="093E8E58" w:rsidR="00D812F8" w:rsidRPr="00A156EA" w:rsidRDefault="00502019" w:rsidP="0050201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812F8" w:rsidRPr="00A156E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D812F8">
        <w:rPr>
          <w:rFonts w:ascii="Times New Roman" w:hAnsi="Times New Roman"/>
          <w:sz w:val="28"/>
          <w:szCs w:val="28"/>
        </w:rPr>
        <w:t xml:space="preserve">и </w:t>
      </w:r>
      <w:r w:rsidR="00D812F8" w:rsidRPr="00A156EA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B46DA9C" w14:textId="2C6A7043" w:rsidR="00D812F8" w:rsidRDefault="00502019" w:rsidP="0050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812F8">
        <w:rPr>
          <w:rFonts w:ascii="Times New Roman" w:hAnsi="Times New Roman"/>
          <w:sz w:val="28"/>
          <w:szCs w:val="28"/>
        </w:rPr>
        <w:t xml:space="preserve">. </w:t>
      </w:r>
      <w:r w:rsidR="00D812F8" w:rsidRPr="000427C0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первого вице-мэра муниципального образования «Городской округ Ногликский» </w:t>
      </w:r>
      <w:r w:rsidR="00D812F8">
        <w:rPr>
          <w:rFonts w:ascii="Times New Roman" w:hAnsi="Times New Roman"/>
          <w:sz w:val="28"/>
          <w:szCs w:val="28"/>
        </w:rPr>
        <w:t>Водолагу О.В.</w:t>
      </w:r>
    </w:p>
    <w:p w14:paraId="383D5AAE" w14:textId="77777777" w:rsidR="00D812F8" w:rsidRDefault="00D812F8" w:rsidP="00D81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5DA71D" w14:textId="77777777" w:rsidR="00D812F8" w:rsidRDefault="00D812F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677CD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3677CD2" w14:textId="57F3FB9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02019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02019">
        <w:rPr>
          <w:rFonts w:ascii="Times New Roman" w:hAnsi="Times New Roman"/>
          <w:sz w:val="28"/>
          <w:szCs w:val="28"/>
        </w:rPr>
        <w:tab/>
      </w:r>
      <w:r w:rsidR="00502019">
        <w:rPr>
          <w:rFonts w:ascii="Times New Roman" w:hAnsi="Times New Roman"/>
          <w:sz w:val="28"/>
          <w:szCs w:val="28"/>
        </w:rPr>
        <w:tab/>
      </w:r>
      <w:r w:rsidR="00502019">
        <w:rPr>
          <w:rFonts w:ascii="Times New Roman" w:hAnsi="Times New Roman"/>
          <w:sz w:val="28"/>
          <w:szCs w:val="28"/>
        </w:rPr>
        <w:tab/>
      </w:r>
      <w:r w:rsidR="00502019">
        <w:rPr>
          <w:rFonts w:ascii="Times New Roman" w:hAnsi="Times New Roman"/>
          <w:sz w:val="28"/>
          <w:szCs w:val="28"/>
        </w:rPr>
        <w:tab/>
      </w:r>
      <w:r w:rsidR="00502019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020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DC12B" w14:textId="77777777" w:rsidR="00C014DD" w:rsidRDefault="00C014DD" w:rsidP="00AE5C63">
      <w:pPr>
        <w:spacing w:after="0" w:line="240" w:lineRule="auto"/>
      </w:pPr>
      <w:r>
        <w:separator/>
      </w:r>
    </w:p>
  </w:endnote>
  <w:endnote w:type="continuationSeparator" w:id="0">
    <w:p w14:paraId="3DABA0A7" w14:textId="77777777" w:rsidR="00C014DD" w:rsidRDefault="00C014DD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B78FB" w14:textId="77777777" w:rsidR="00C014DD" w:rsidRDefault="00C014DD" w:rsidP="00AE5C63">
      <w:pPr>
        <w:spacing w:after="0" w:line="240" w:lineRule="auto"/>
      </w:pPr>
      <w:r>
        <w:separator/>
      </w:r>
    </w:p>
  </w:footnote>
  <w:footnote w:type="continuationSeparator" w:id="0">
    <w:p w14:paraId="144C3737" w14:textId="77777777" w:rsidR="00C014DD" w:rsidRDefault="00C014DD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37D14"/>
    <w:multiLevelType w:val="hybridMultilevel"/>
    <w:tmpl w:val="6954419C"/>
    <w:lvl w:ilvl="0" w:tplc="FF0A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771A"/>
    <w:rsid w:val="0021393A"/>
    <w:rsid w:val="002E5832"/>
    <w:rsid w:val="00364F8F"/>
    <w:rsid w:val="00502019"/>
    <w:rsid w:val="00520CBF"/>
    <w:rsid w:val="00775F42"/>
    <w:rsid w:val="008629FA"/>
    <w:rsid w:val="00987DB5"/>
    <w:rsid w:val="00AC72C8"/>
    <w:rsid w:val="00AE5C63"/>
    <w:rsid w:val="00B10ED9"/>
    <w:rsid w:val="00B25688"/>
    <w:rsid w:val="00C014DD"/>
    <w:rsid w:val="00C02849"/>
    <w:rsid w:val="00D12794"/>
    <w:rsid w:val="00D67BD8"/>
    <w:rsid w:val="00D812F8"/>
    <w:rsid w:val="00DF7897"/>
    <w:rsid w:val="00E37B8A"/>
    <w:rsid w:val="00E609BC"/>
    <w:rsid w:val="00E92C6B"/>
    <w:rsid w:val="00EA0EFF"/>
    <w:rsid w:val="00ED2526"/>
    <w:rsid w:val="00F8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7CB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812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5F4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D3839" w:rsidRDefault="004D3839" w:rsidP="004D3839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D3839" w:rsidRDefault="004D3839" w:rsidP="004D3839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D14C4"/>
    <w:rsid w:val="004B4044"/>
    <w:rsid w:val="004D3839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D3839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D3839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D383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2023-09-18T23:47:00Z</cp:lastPrinted>
  <dcterms:created xsi:type="dcterms:W3CDTF">2020-04-07T04:54:00Z</dcterms:created>
  <dcterms:modified xsi:type="dcterms:W3CDTF">2023-09-18T23:47:00Z</dcterms:modified>
</cp:coreProperties>
</file>