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D966A3" w14:paraId="68C72320" w14:textId="77777777" w:rsidTr="00987DB5">
        <w:tc>
          <w:tcPr>
            <w:tcW w:w="9498" w:type="dxa"/>
          </w:tcPr>
          <w:p w14:paraId="68C7231C" w14:textId="77777777" w:rsidR="00053BD0" w:rsidRPr="00D966A3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6A3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C7232D" wp14:editId="68C7232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7231D" w14:textId="77777777" w:rsidR="00053BD0" w:rsidRPr="00D966A3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D966A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D966A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8C7231E" w14:textId="77777777" w:rsidR="00053BD0" w:rsidRPr="00D966A3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D966A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C7231F" w14:textId="77777777" w:rsidR="00053BD0" w:rsidRPr="00D966A3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D966A3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8C72321" w14:textId="43BEEE02" w:rsidR="00AE5C63" w:rsidRPr="00EA4A4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A4A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A4A4C" w:rsidRPr="00EA4A4C">
            <w:rPr>
              <w:rFonts w:ascii="Times New Roman" w:hAnsi="Times New Roman"/>
              <w:sz w:val="28"/>
              <w:szCs w:val="28"/>
            </w:rPr>
            <w:t>21 февраля 2022 года</w:t>
          </w:r>
        </w:sdtContent>
      </w:sdt>
      <w:r w:rsidRPr="00EA4A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A4A4C" w:rsidRPr="00EA4A4C">
            <w:rPr>
              <w:rFonts w:ascii="Times New Roman" w:hAnsi="Times New Roman"/>
              <w:sz w:val="28"/>
              <w:szCs w:val="28"/>
            </w:rPr>
            <w:t>24</w:t>
          </w:r>
        </w:sdtContent>
      </w:sdt>
    </w:p>
    <w:p w14:paraId="68C72322" w14:textId="77777777" w:rsidR="00AE5C63" w:rsidRPr="00D966A3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6A3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8C72323" w14:textId="77777777" w:rsidR="00AE5C63" w:rsidRPr="000E5C0D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0E5C0D">
        <w:rPr>
          <w:rFonts w:ascii="Times New Roman" w:hAnsi="Times New Roman"/>
          <w:b/>
          <w:sz w:val="28"/>
          <w:szCs w:val="28"/>
        </w:rPr>
        <w:t>Об утверждении плана проведения экспертизы нормативных правовых актов муниципального образования «Городской округ Ногликский», затрагивающих вопросы осуществления предпринимательской и инвестиционной деятельности, на 2022 год</w:t>
      </w:r>
    </w:p>
    <w:p w14:paraId="68C72324" w14:textId="77777777" w:rsidR="00185FEC" w:rsidRPr="00D966A3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C72325" w14:textId="77777777" w:rsidR="00D966A3" w:rsidRPr="005156D3" w:rsidRDefault="00D966A3" w:rsidP="00D96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t>В соответствии с постановлением администрации муниципального образования «Городской округ Ногликский» от 19.09.2019 № 705 «Об утверждении Порядка проведения оценки регулирующего воздействия проектов нормативных правовых актов, экспертизы и оценки фактического воздействия нормативный правовых актов муниципального образования «Городской округ Ногликский», в целях выявления в нормативных правовых актах положений, необоснованно затру</w:t>
      </w:r>
      <w:bookmarkStart w:id="0" w:name="_GoBack"/>
      <w:bookmarkEnd w:id="0"/>
      <w:r w:rsidRPr="005156D3">
        <w:rPr>
          <w:rFonts w:ascii="Times New Roman" w:hAnsi="Times New Roman"/>
          <w:sz w:val="28"/>
          <w:szCs w:val="28"/>
        </w:rPr>
        <w:t xml:space="preserve">дняющих осуществление предпринимательской и инвестиционной деятельности, руководствуясь ст. 28 Устава муниципального образования «Городской округ Ногликский», </w:t>
      </w:r>
      <w:r w:rsidRPr="005156D3">
        <w:rPr>
          <w:rFonts w:ascii="Times New Roman" w:hAnsi="Times New Roman"/>
          <w:b/>
          <w:sz w:val="28"/>
          <w:szCs w:val="28"/>
        </w:rPr>
        <w:t>ПОСТАНОВЛЯЮ:</w:t>
      </w:r>
      <w:r w:rsidRPr="005156D3">
        <w:rPr>
          <w:rFonts w:ascii="Times New Roman" w:hAnsi="Times New Roman"/>
          <w:sz w:val="28"/>
          <w:szCs w:val="28"/>
        </w:rPr>
        <w:t xml:space="preserve"> </w:t>
      </w:r>
    </w:p>
    <w:p w14:paraId="68C72326" w14:textId="77777777" w:rsidR="00D966A3" w:rsidRPr="005156D3" w:rsidRDefault="00D966A3" w:rsidP="00D966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lastRenderedPageBreak/>
        <w:t xml:space="preserve">1. Утвердить </w:t>
      </w:r>
      <w:r w:rsidRPr="005156D3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5156D3">
        <w:rPr>
          <w:rFonts w:ascii="Times New Roman" w:hAnsi="Times New Roman"/>
          <w:sz w:val="28"/>
          <w:szCs w:val="28"/>
        </w:rPr>
        <w:t xml:space="preserve">экспертизы нормативных правовых актов муниципального образования </w:t>
      </w:r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5156D3">
        <w:rPr>
          <w:rFonts w:ascii="Times New Roman" w:hAnsi="Times New Roman"/>
          <w:sz w:val="28"/>
          <w:szCs w:val="28"/>
        </w:rPr>
        <w:t>Городской округ Ногликский</w:t>
      </w:r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5156D3">
        <w:rPr>
          <w:rFonts w:ascii="Times New Roman" w:hAnsi="Times New Roman"/>
          <w:sz w:val="28"/>
          <w:szCs w:val="28"/>
        </w:rPr>
        <w:t>затрагивающих вопросы осущ</w:t>
      </w:r>
      <w:r>
        <w:rPr>
          <w:rFonts w:ascii="Times New Roman" w:hAnsi="Times New Roman"/>
          <w:sz w:val="28"/>
          <w:szCs w:val="28"/>
        </w:rPr>
        <w:t xml:space="preserve">ествления предпринимательской и </w:t>
      </w:r>
      <w:r w:rsidRPr="005156D3">
        <w:rPr>
          <w:rFonts w:ascii="Times New Roman" w:hAnsi="Times New Roman"/>
          <w:sz w:val="28"/>
          <w:szCs w:val="28"/>
        </w:rPr>
        <w:t>инвестиционной деятельности,</w:t>
      </w:r>
      <w:r w:rsidRPr="005156D3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5156D3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68C72327" w14:textId="77777777" w:rsidR="008629FA" w:rsidRPr="00D966A3" w:rsidRDefault="00D966A3" w:rsidP="00D966A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56D3">
        <w:rPr>
          <w:rFonts w:ascii="Times New Roman" w:hAnsi="Times New Roman"/>
          <w:sz w:val="28"/>
          <w:szCs w:val="28"/>
        </w:rPr>
        <w:t>2. Разместить настоящее постановление на официальном сайте муниципального образования «Городской округ Ногликский» в информационно-телек</w:t>
      </w:r>
      <w:r>
        <w:rPr>
          <w:rFonts w:ascii="Times New Roman" w:hAnsi="Times New Roman"/>
          <w:sz w:val="28"/>
          <w:szCs w:val="28"/>
        </w:rPr>
        <w:t>оммуникационной сети «Интернет».</w:t>
      </w:r>
    </w:p>
    <w:p w14:paraId="68C72328" w14:textId="77777777" w:rsidR="008629FA" w:rsidRPr="00D966A3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8C72329" w14:textId="77777777" w:rsidR="008629FA" w:rsidRPr="00D966A3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66A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8C7232A" w14:textId="77777777" w:rsidR="008629FA" w:rsidRPr="00D966A3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66A3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D966A3">
        <w:rPr>
          <w:rFonts w:ascii="Times New Roman" w:hAnsi="Times New Roman"/>
          <w:sz w:val="28"/>
          <w:szCs w:val="28"/>
        </w:rPr>
        <w:tab/>
      </w:r>
      <w:r w:rsidRPr="00D966A3">
        <w:rPr>
          <w:rFonts w:ascii="Times New Roman" w:hAnsi="Times New Roman"/>
          <w:sz w:val="28"/>
          <w:szCs w:val="28"/>
        </w:rPr>
        <w:tab/>
      </w:r>
      <w:r w:rsidRPr="00D966A3">
        <w:rPr>
          <w:rFonts w:ascii="Times New Roman" w:hAnsi="Times New Roman"/>
          <w:sz w:val="28"/>
          <w:szCs w:val="28"/>
        </w:rPr>
        <w:tab/>
      </w:r>
      <w:r w:rsidRPr="00D966A3">
        <w:rPr>
          <w:rFonts w:ascii="Times New Roman" w:hAnsi="Times New Roman"/>
          <w:sz w:val="28"/>
          <w:szCs w:val="28"/>
        </w:rPr>
        <w:tab/>
      </w:r>
      <w:r w:rsidRPr="00D966A3">
        <w:rPr>
          <w:rFonts w:ascii="Times New Roman" w:hAnsi="Times New Roman"/>
          <w:sz w:val="28"/>
          <w:szCs w:val="28"/>
        </w:rPr>
        <w:tab/>
        <w:t xml:space="preserve">         С.В.</w:t>
      </w:r>
      <w:r w:rsidR="00D966A3">
        <w:rPr>
          <w:rFonts w:ascii="Times New Roman" w:hAnsi="Times New Roman"/>
          <w:sz w:val="28"/>
          <w:szCs w:val="28"/>
        </w:rPr>
        <w:t xml:space="preserve"> </w:t>
      </w:r>
      <w:r w:rsidRPr="00D966A3">
        <w:rPr>
          <w:rFonts w:ascii="Times New Roman" w:hAnsi="Times New Roman"/>
          <w:sz w:val="28"/>
          <w:szCs w:val="28"/>
        </w:rPr>
        <w:t>Камелин</w:t>
      </w:r>
    </w:p>
    <w:p w14:paraId="68C7232B" w14:textId="77777777" w:rsidR="008629FA" w:rsidRPr="00D966A3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8C7232C" w14:textId="77777777" w:rsidR="008629FA" w:rsidRPr="00D966A3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966A3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72331" w14:textId="77777777" w:rsidR="00325562" w:rsidRDefault="00325562" w:rsidP="00AE5C63">
      <w:pPr>
        <w:spacing w:after="0" w:line="240" w:lineRule="auto"/>
      </w:pPr>
      <w:r>
        <w:separator/>
      </w:r>
    </w:p>
  </w:endnote>
  <w:endnote w:type="continuationSeparator" w:id="0">
    <w:p w14:paraId="68C72332" w14:textId="77777777" w:rsidR="00325562" w:rsidRDefault="00325562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72333" w14:textId="11500A78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7232F" w14:textId="77777777" w:rsidR="00325562" w:rsidRDefault="00325562" w:rsidP="00AE5C63">
      <w:pPr>
        <w:spacing w:after="0" w:line="240" w:lineRule="auto"/>
      </w:pPr>
      <w:r>
        <w:separator/>
      </w:r>
    </w:p>
  </w:footnote>
  <w:footnote w:type="continuationSeparator" w:id="0">
    <w:p w14:paraId="68C72330" w14:textId="77777777" w:rsidR="00325562" w:rsidRDefault="00325562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5C0D"/>
    <w:rsid w:val="000F37E0"/>
    <w:rsid w:val="00185FEC"/>
    <w:rsid w:val="001E1F9F"/>
    <w:rsid w:val="002E5832"/>
    <w:rsid w:val="00325562"/>
    <w:rsid w:val="00364F8F"/>
    <w:rsid w:val="00520CBF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966A3"/>
    <w:rsid w:val="00DF7897"/>
    <w:rsid w:val="00E37B8A"/>
    <w:rsid w:val="00E609BC"/>
    <w:rsid w:val="00EA0EFF"/>
    <w:rsid w:val="00EA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231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290438" w:rsidRDefault="00290438" w:rsidP="00290438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290438" w:rsidRDefault="00290438" w:rsidP="00290438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2EEC"/>
    <w:rsid w:val="00290438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0438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290438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29043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2020-04-07T04:54:00Z</dcterms:created>
  <dcterms:modified xsi:type="dcterms:W3CDTF">2022-02-22T00:28:00Z</dcterms:modified>
</cp:coreProperties>
</file>