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C35AFA0" w14:textId="77777777" w:rsidTr="00987DB5">
        <w:tc>
          <w:tcPr>
            <w:tcW w:w="9498" w:type="dxa"/>
          </w:tcPr>
          <w:p w14:paraId="5C35AF9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C35AFB7" wp14:editId="5C35AFB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35AF9D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C35AF9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C35AF9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C35AFA1" w14:textId="5E52F887" w:rsidR="00AE5C63" w:rsidRPr="00E80061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E8006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E80061" w:rsidRPr="00E80061">
            <w:rPr>
              <w:rFonts w:ascii="Times New Roman" w:hAnsi="Times New Roman"/>
              <w:sz w:val="28"/>
              <w:szCs w:val="28"/>
            </w:rPr>
            <w:t>26 сентября 2023 года</w:t>
          </w:r>
        </w:sdtContent>
      </w:sdt>
      <w:r w:rsidRPr="00E8006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E80061" w:rsidRPr="00E80061">
            <w:rPr>
              <w:rFonts w:ascii="Times New Roman" w:hAnsi="Times New Roman"/>
              <w:sz w:val="28"/>
              <w:szCs w:val="28"/>
            </w:rPr>
            <w:t>254</w:t>
          </w:r>
        </w:sdtContent>
      </w:sdt>
    </w:p>
    <w:bookmarkEnd w:id="0"/>
    <w:p w14:paraId="5C35AFA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C35AFA3" w14:textId="45A4F973" w:rsidR="00AE5C63" w:rsidRPr="00710C37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710C37">
        <w:rPr>
          <w:rFonts w:ascii="Times New Roman" w:hAnsi="Times New Roman"/>
          <w:b/>
          <w:sz w:val="28"/>
          <w:szCs w:val="28"/>
        </w:rPr>
        <w:t xml:space="preserve">Об утверждении состава межведомственной комиссии </w:t>
      </w:r>
      <w:r w:rsidR="00057133">
        <w:rPr>
          <w:rFonts w:ascii="Times New Roman" w:hAnsi="Times New Roman"/>
          <w:b/>
          <w:sz w:val="28"/>
          <w:szCs w:val="28"/>
        </w:rPr>
        <w:br/>
      </w:r>
      <w:r w:rsidRPr="00710C37">
        <w:rPr>
          <w:rFonts w:ascii="Times New Roman" w:hAnsi="Times New Roman"/>
          <w:b/>
          <w:sz w:val="28"/>
          <w:szCs w:val="28"/>
        </w:rPr>
        <w:t>по мобилизации доходов в местный бюджет</w:t>
      </w:r>
    </w:p>
    <w:p w14:paraId="5C35AFA4" w14:textId="77777777" w:rsidR="00185FEC" w:rsidRDefault="00185FEC" w:rsidP="000571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637741" w14:textId="650292DB" w:rsidR="00710C37" w:rsidRPr="00A12BA7" w:rsidRDefault="00710C37" w:rsidP="0005713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4D029B">
        <w:rPr>
          <w:rFonts w:ascii="Times New Roman" w:hAnsi="Times New Roman"/>
          <w:color w:val="000000"/>
          <w:sz w:val="28"/>
          <w:szCs w:val="28"/>
        </w:rPr>
        <w:t xml:space="preserve">а основании </w:t>
      </w:r>
      <w:r w:rsidR="00083F85">
        <w:rPr>
          <w:rFonts w:ascii="Times New Roman" w:hAnsi="Times New Roman"/>
          <w:color w:val="000000"/>
          <w:sz w:val="28"/>
          <w:szCs w:val="28"/>
        </w:rPr>
        <w:t>подпункта 1.3 пункта 1</w:t>
      </w:r>
      <w:r>
        <w:rPr>
          <w:rFonts w:ascii="Times New Roman" w:hAnsi="Times New Roman"/>
          <w:color w:val="000000"/>
          <w:sz w:val="28"/>
          <w:szCs w:val="28"/>
        </w:rPr>
        <w:t xml:space="preserve"> Положения о межведомственной комиссии по мобилизации доходов в местный бюджет, утвержденного </w:t>
      </w:r>
      <w:r w:rsidRPr="004D029B">
        <w:rPr>
          <w:rFonts w:ascii="Times New Roman" w:hAnsi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 w:rsidRPr="004D029B">
        <w:rPr>
          <w:rFonts w:ascii="Times New Roman" w:hAnsi="Times New Roman"/>
          <w:color w:val="000000"/>
          <w:sz w:val="28"/>
          <w:szCs w:val="28"/>
        </w:rPr>
        <w:t xml:space="preserve"> мэра муниципального образования «Городской округ Ногликский» от</w:t>
      </w:r>
      <w:r>
        <w:rPr>
          <w:rFonts w:ascii="Times New Roman" w:hAnsi="Times New Roman"/>
          <w:color w:val="000000"/>
          <w:sz w:val="28"/>
          <w:szCs w:val="28"/>
        </w:rPr>
        <w:t xml:space="preserve"> 04.07.2023 № 204 «Об утверждении Положения о межведомственной комиссии по мобилизации доходов в бюджет муниципального образования «Городской округ Ногликский»</w:t>
      </w:r>
      <w:r w:rsidRPr="00A12BA7">
        <w:rPr>
          <w:rFonts w:ascii="Times New Roman" w:hAnsi="Times New Roman"/>
          <w:color w:val="000000"/>
          <w:sz w:val="28"/>
          <w:szCs w:val="28"/>
        </w:rPr>
        <w:t xml:space="preserve">, руководствуясь статьей 28 Устава муниципального образования «Городской округ Ногликский», </w:t>
      </w:r>
      <w:r w:rsidRPr="005E5336">
        <w:rPr>
          <w:rFonts w:ascii="Times New Roman" w:hAnsi="Times New Roman"/>
          <w:b/>
          <w:color w:val="000000"/>
          <w:sz w:val="28"/>
          <w:szCs w:val="28"/>
        </w:rPr>
        <w:t>ПОСТАНОВЛЯЮ</w:t>
      </w:r>
      <w:r w:rsidRPr="00A12BA7">
        <w:rPr>
          <w:rFonts w:ascii="Times New Roman" w:hAnsi="Times New Roman"/>
          <w:color w:val="000000"/>
          <w:sz w:val="28"/>
          <w:szCs w:val="28"/>
        </w:rPr>
        <w:t>:</w:t>
      </w:r>
    </w:p>
    <w:p w14:paraId="45E2B1EF" w14:textId="77777777" w:rsidR="00710C37" w:rsidRDefault="00710C37" w:rsidP="0005713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Утвердить состав</w:t>
      </w:r>
      <w:r w:rsidRPr="004D029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D02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межведомственной комиссии по мобилизации доходов в местный бюджет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(прилагается)</w:t>
      </w:r>
      <w:r w:rsidRPr="00A12BA7">
        <w:rPr>
          <w:rFonts w:ascii="Times New Roman" w:hAnsi="Times New Roman"/>
          <w:color w:val="000000"/>
          <w:sz w:val="28"/>
          <w:szCs w:val="28"/>
        </w:rPr>
        <w:t>.</w:t>
      </w:r>
    </w:p>
    <w:p w14:paraId="24D10172" w14:textId="77777777" w:rsidR="00710C37" w:rsidRDefault="00710C37" w:rsidP="0005713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Разместить настоящее постановление на официальном сайте </w:t>
      </w:r>
      <w:r w:rsidRPr="00A12BA7">
        <w:rPr>
          <w:rFonts w:ascii="Times New Roman" w:hAnsi="Times New Roman"/>
          <w:color w:val="000000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14:paraId="5C35AFA8" w14:textId="108FB558" w:rsidR="00E609BC" w:rsidRDefault="00710C37" w:rsidP="0005713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4D029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D02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 исполнением настоящего постановления возложить на начальника финансового управления муниципального образования «Городской округ Ногликский»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Петрушенко Е.В.</w:t>
      </w:r>
    </w:p>
    <w:p w14:paraId="5C35AFAF" w14:textId="77777777" w:rsidR="008629FA" w:rsidRDefault="008629FA" w:rsidP="00057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0BDF0A" w14:textId="77777777" w:rsidR="00710C37" w:rsidRPr="00D12794" w:rsidRDefault="00710C37" w:rsidP="00057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35AFB0" w14:textId="77777777" w:rsidR="008629FA" w:rsidRDefault="008629FA" w:rsidP="00057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C35AFB4" w14:textId="555ECAC1" w:rsidR="008629FA" w:rsidRPr="00D12794" w:rsidRDefault="008629FA" w:rsidP="00057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83F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5C35AFB5" w14:textId="77777777" w:rsidR="008629FA" w:rsidRPr="00D12794" w:rsidRDefault="008629FA" w:rsidP="00057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35AFB6" w14:textId="77777777" w:rsidR="008629FA" w:rsidRPr="008629FA" w:rsidRDefault="008629FA" w:rsidP="00057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75443" w14:textId="77777777" w:rsidR="003C5A6A" w:rsidRDefault="003C5A6A" w:rsidP="00AE5C63">
      <w:pPr>
        <w:spacing w:after="0" w:line="240" w:lineRule="auto"/>
      </w:pPr>
      <w:r>
        <w:separator/>
      </w:r>
    </w:p>
  </w:endnote>
  <w:endnote w:type="continuationSeparator" w:id="0">
    <w:p w14:paraId="0A3DEC39" w14:textId="77777777" w:rsidR="003C5A6A" w:rsidRDefault="003C5A6A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5AFBD" w14:textId="67055D08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E21EE" w14:textId="77777777" w:rsidR="003C5A6A" w:rsidRDefault="003C5A6A" w:rsidP="00AE5C63">
      <w:pPr>
        <w:spacing w:after="0" w:line="240" w:lineRule="auto"/>
      </w:pPr>
      <w:r>
        <w:separator/>
      </w:r>
    </w:p>
  </w:footnote>
  <w:footnote w:type="continuationSeparator" w:id="0">
    <w:p w14:paraId="26F807F7" w14:textId="77777777" w:rsidR="003C5A6A" w:rsidRDefault="003C5A6A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7133"/>
    <w:rsid w:val="00083F85"/>
    <w:rsid w:val="00185FEC"/>
    <w:rsid w:val="001E1F9F"/>
    <w:rsid w:val="002E5832"/>
    <w:rsid w:val="00364F8F"/>
    <w:rsid w:val="003C5A6A"/>
    <w:rsid w:val="00520CBF"/>
    <w:rsid w:val="00710C37"/>
    <w:rsid w:val="008629FA"/>
    <w:rsid w:val="00987DB5"/>
    <w:rsid w:val="00AC72C8"/>
    <w:rsid w:val="00AE5C63"/>
    <w:rsid w:val="00B10ED9"/>
    <w:rsid w:val="00B25688"/>
    <w:rsid w:val="00BA41F6"/>
    <w:rsid w:val="00C02849"/>
    <w:rsid w:val="00D12794"/>
    <w:rsid w:val="00D67BD8"/>
    <w:rsid w:val="00DF7897"/>
    <w:rsid w:val="00E37B8A"/>
    <w:rsid w:val="00E609BC"/>
    <w:rsid w:val="00E80061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AF9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800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006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471940" w:rsidRDefault="00471940" w:rsidP="00471940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471940" w:rsidRDefault="00471940" w:rsidP="00471940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71940"/>
    <w:rsid w:val="004B4044"/>
    <w:rsid w:val="00577C67"/>
    <w:rsid w:val="008C678B"/>
    <w:rsid w:val="009C719E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1940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471940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471940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cp:lastPrinted>2023-09-25T23:46:00Z</cp:lastPrinted>
  <dcterms:created xsi:type="dcterms:W3CDTF">2020-04-07T04:54:00Z</dcterms:created>
  <dcterms:modified xsi:type="dcterms:W3CDTF">2023-09-25T23:46:00Z</dcterms:modified>
</cp:coreProperties>
</file>