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A1378CF" w14:textId="77777777" w:rsidTr="00987DB5">
        <w:tc>
          <w:tcPr>
            <w:tcW w:w="9498" w:type="dxa"/>
          </w:tcPr>
          <w:p w14:paraId="3A1378C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1378E7" wp14:editId="3A1378E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1378CB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3A1378CC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A1378CD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A1378C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A1378D0" w14:textId="58C571CB" w:rsidR="00AE5C63" w:rsidRPr="0048640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8640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E63FF5">
            <w:rPr>
              <w:rFonts w:ascii="Times New Roman" w:hAnsi="Times New Roman"/>
              <w:sz w:val="28"/>
              <w:szCs w:val="28"/>
            </w:rPr>
            <w:t>24 февраля 2025 года</w:t>
          </w:r>
        </w:sdtContent>
      </w:sdt>
      <w:r w:rsidRPr="004864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63FF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E63FF5" w:rsidRPr="00E63FF5">
            <w:rPr>
              <w:rFonts w:ascii="Times New Roman" w:hAnsi="Times New Roman"/>
              <w:sz w:val="28"/>
              <w:szCs w:val="28"/>
            </w:rPr>
            <w:t>26</w:t>
          </w:r>
        </w:sdtContent>
      </w:sdt>
    </w:p>
    <w:p w14:paraId="3A1378D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1359F16" w14:textId="77777777" w:rsidR="0048640D" w:rsidRDefault="001E4001" w:rsidP="00FE75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640D">
        <w:rPr>
          <w:rFonts w:ascii="Times New Roman" w:hAnsi="Times New Roman"/>
          <w:b/>
          <w:sz w:val="28"/>
          <w:szCs w:val="28"/>
        </w:rPr>
        <w:t>О создании системы про</w:t>
      </w:r>
      <w:r w:rsidR="0048640D">
        <w:rPr>
          <w:rFonts w:ascii="Times New Roman" w:hAnsi="Times New Roman"/>
          <w:b/>
          <w:sz w:val="28"/>
          <w:szCs w:val="28"/>
        </w:rPr>
        <w:t>филактики социального сиротства</w:t>
      </w:r>
    </w:p>
    <w:p w14:paraId="2FAF4741" w14:textId="527CBF9D" w:rsidR="00FE75F5" w:rsidRPr="0048640D" w:rsidRDefault="001E4001" w:rsidP="00FE75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640D">
        <w:rPr>
          <w:rFonts w:ascii="Times New Roman" w:hAnsi="Times New Roman"/>
          <w:b/>
          <w:sz w:val="28"/>
          <w:szCs w:val="28"/>
        </w:rPr>
        <w:t>и жестокого обращения с дет</w:t>
      </w:r>
      <w:r w:rsidR="0048640D">
        <w:rPr>
          <w:rFonts w:ascii="Times New Roman" w:hAnsi="Times New Roman"/>
          <w:b/>
          <w:sz w:val="28"/>
          <w:szCs w:val="28"/>
        </w:rPr>
        <w:t>ьми в муниципальном образовани</w:t>
      </w:r>
      <w:r w:rsidR="00A40F09">
        <w:rPr>
          <w:rFonts w:ascii="Times New Roman" w:hAnsi="Times New Roman"/>
          <w:b/>
          <w:sz w:val="28"/>
          <w:szCs w:val="28"/>
        </w:rPr>
        <w:t>и</w:t>
      </w:r>
    </w:p>
    <w:p w14:paraId="3A1378D2" w14:textId="74DBCF5E" w:rsidR="00AE5C63" w:rsidRPr="0048640D" w:rsidRDefault="001E4001" w:rsidP="00FE75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640D">
        <w:rPr>
          <w:rFonts w:ascii="Times New Roman" w:hAnsi="Times New Roman"/>
          <w:b/>
          <w:sz w:val="28"/>
          <w:szCs w:val="28"/>
        </w:rPr>
        <w:t>Ногликски</w:t>
      </w:r>
      <w:bookmarkStart w:id="0" w:name="_GoBack"/>
      <w:bookmarkEnd w:id="0"/>
      <w:r w:rsidRPr="0048640D">
        <w:rPr>
          <w:rFonts w:ascii="Times New Roman" w:hAnsi="Times New Roman"/>
          <w:b/>
          <w:sz w:val="28"/>
          <w:szCs w:val="28"/>
        </w:rPr>
        <w:t>й муниципальный округ Сахалинской области</w:t>
      </w:r>
    </w:p>
    <w:p w14:paraId="3A1378D3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739BAE" w14:textId="2971A01C" w:rsidR="001F41C0" w:rsidRPr="00655B07" w:rsidRDefault="00CD0606" w:rsidP="0048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создания условий для обеспечения гарантий госу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защиты прав, свобод и законных интересов ребенка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A40F0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A40F09">
        <w:rPr>
          <w:rFonts w:ascii="Times New Roman" w:hAnsi="Times New Roman"/>
          <w:sz w:val="28"/>
          <w:szCs w:val="28"/>
        </w:rPr>
        <w:t xml:space="preserve">на </w:t>
      </w:r>
      <w:r w:rsidR="00FE75F5">
        <w:rPr>
          <w:rFonts w:ascii="Times New Roman" w:eastAsia="Times New Roman" w:hAnsi="Times New Roman"/>
          <w:sz w:val="28"/>
          <w:szCs w:val="28"/>
          <w:lang w:eastAsia="ru-RU"/>
        </w:rPr>
        <w:t>основании</w:t>
      </w:r>
      <w:r w:rsidR="001F41C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="00FE75F5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F41C0"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Сахалинской области от 02</w:t>
      </w:r>
      <w:r w:rsidR="001F41C0"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.03.2012 № 115 </w:t>
      </w:r>
      <w:r w:rsidR="001F41C0" w:rsidRPr="000E543E">
        <w:rPr>
          <w:rFonts w:ascii="Times New Roman" w:eastAsia="Times New Roman" w:hAnsi="Times New Roman"/>
          <w:sz w:val="28"/>
          <w:szCs w:val="28"/>
          <w:lang w:eastAsia="ru-RU"/>
        </w:rPr>
        <w:t>«О создании системы профилактики социального сиротства и жестокого обращения с детьми в Сахалинской области»</w:t>
      </w:r>
      <w:r w:rsidR="00FE75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F41C0" w:rsidRPr="001F41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75F5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ст. 28 Устава муниципального образования Ногликский муниципальный округ Сахалинской области</w:t>
      </w:r>
      <w:r w:rsidR="001F41C0"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F41C0" w:rsidRPr="00655B0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01283336" w14:textId="0830ACBB" w:rsidR="001F41C0" w:rsidRPr="000E543E" w:rsidRDefault="001F41C0" w:rsidP="0048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="00FE75F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оложение об общественном муниципальном совете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по работе с семьями, оказавшимися в социально опасном положении (приложение 1).</w:t>
      </w:r>
    </w:p>
    <w:p w14:paraId="2CFF7CFC" w14:textId="1DEED484" w:rsidR="001F41C0" w:rsidRPr="000E543E" w:rsidRDefault="001F41C0" w:rsidP="0048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орядок межведомственного взаимодействия органов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и учреждений системы профилактики по </w:t>
      </w:r>
      <w:proofErr w:type="spellStart"/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постинтернатному</w:t>
      </w:r>
      <w:proofErr w:type="spellEnd"/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 сопровождению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социальной адаптации лиц из числа детей-сирот, и детей, оставшихся </w:t>
      </w:r>
      <w:r w:rsidR="00BB128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без попечения родителей, прибывших к месту жительства и семьями, находящимися в социально опасном положении 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606AA38A" w14:textId="23519D45" w:rsidR="001F41C0" w:rsidRPr="000E543E" w:rsidRDefault="001F41C0" w:rsidP="0048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</w:t>
      </w:r>
      <w:r w:rsidR="00FE75F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оложение об общественном кураторе семьи, оказавшейся в социально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опасном положении (приложение </w:t>
      </w:r>
      <w:r w:rsidR="00FE75F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7610D6B9" w14:textId="5065CFDA" w:rsidR="001F41C0" w:rsidRPr="00693DF1" w:rsidRDefault="001F41C0" w:rsidP="0048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. Утвердить форму «План по защите прав ребенка» (приложение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17EA60B8" w14:textId="123A9D27" w:rsidR="001F41C0" w:rsidRPr="000E543E" w:rsidRDefault="001F41C0" w:rsidP="0048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93DF1">
        <w:rPr>
          <w:rFonts w:ascii="Times New Roman" w:eastAsia="Times New Roman" w:hAnsi="Times New Roman"/>
          <w:sz w:val="28"/>
          <w:szCs w:val="28"/>
          <w:lang w:eastAsia="ru-RU"/>
        </w:rPr>
        <w:t>. Признать утратившим силу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93DF1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 «Городской округ Ногликский» 18.08.2022 № 142 «О создании системы профилактики социального сиротства и жестокого обращения </w:t>
      </w:r>
      <w:r w:rsidR="00BB128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с детьми в муниципальном образования «Городской округ Ногликский»</w:t>
      </w:r>
      <w:r w:rsidR="00FE75F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58D30F6" w14:textId="393B207A" w:rsidR="001F41C0" w:rsidRPr="000E543E" w:rsidRDefault="001F41C0" w:rsidP="004864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68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 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>в сети информационно-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коммуникационной сети «Интернет».</w:t>
      </w:r>
    </w:p>
    <w:p w14:paraId="3A1378DC" w14:textId="7D6E431E" w:rsidR="008629FA" w:rsidRPr="00D12794" w:rsidRDefault="001F41C0" w:rsidP="004864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E543E">
        <w:rPr>
          <w:rFonts w:ascii="Times New Roman" w:eastAsia="Times New Roman" w:hAnsi="Times New Roman"/>
          <w:sz w:val="28"/>
          <w:szCs w:val="28"/>
          <w:lang w:eastAsia="ru-RU"/>
        </w:rPr>
        <w:t>на вице-мэра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="002223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Pr="00655B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Я.С.</w:t>
      </w:r>
    </w:p>
    <w:p w14:paraId="3A1378DD" w14:textId="77777777" w:rsidR="008629FA" w:rsidRDefault="008629FA" w:rsidP="00486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E0B3E3" w14:textId="72A68DC0" w:rsidR="0048640D" w:rsidRDefault="0048640D" w:rsidP="00486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B72F83" w14:textId="77777777" w:rsidR="0048640D" w:rsidRPr="00D12794" w:rsidRDefault="0048640D" w:rsidP="00486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3A1378E0" w14:textId="77777777" w:rsidTr="0077512A">
        <w:tc>
          <w:tcPr>
            <w:tcW w:w="4672" w:type="dxa"/>
          </w:tcPr>
          <w:p w14:paraId="3A1378DE" w14:textId="77777777" w:rsidR="007622F4" w:rsidRDefault="007622F4" w:rsidP="0048640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334EE6D3" w14:textId="77777777" w:rsidR="00FE75F5" w:rsidRDefault="00FE75F5" w:rsidP="0048640D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24E5FD64" w14:textId="03F5FB70" w:rsidR="001566B4" w:rsidRDefault="001566B4" w:rsidP="0048640D">
            <w:pPr>
              <w:spacing w:after="0" w:line="240" w:lineRule="auto"/>
              <w:rPr>
                <w:rFonts w:cs="Arial"/>
                <w:sz w:val="28"/>
                <w:szCs w:val="28"/>
              </w:rPr>
            </w:pPr>
          </w:p>
          <w:p w14:paraId="3A1378DF" w14:textId="2807D48C" w:rsidR="007622F4" w:rsidRDefault="001566B4" w:rsidP="0048640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                                       </w:t>
            </w:r>
            <w:r w:rsidR="007622F4">
              <w:rPr>
                <w:rFonts w:cs="Arial"/>
                <w:sz w:val="28"/>
                <w:szCs w:val="28"/>
              </w:rPr>
              <w:t>С.В.</w:t>
            </w:r>
            <w:r w:rsidR="007622F4"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 w:rsidR="007622F4">
              <w:rPr>
                <w:rFonts w:cs="Arial"/>
                <w:sz w:val="28"/>
                <w:szCs w:val="28"/>
              </w:rPr>
              <w:t>Гурьянов</w:t>
            </w:r>
          </w:p>
        </w:tc>
      </w:tr>
      <w:tr w:rsidR="00FE75F5" w14:paraId="4547EF68" w14:textId="77777777" w:rsidTr="0077512A">
        <w:tc>
          <w:tcPr>
            <w:tcW w:w="4672" w:type="dxa"/>
          </w:tcPr>
          <w:p w14:paraId="53207128" w14:textId="77777777" w:rsidR="00FE75F5" w:rsidRDefault="00FE75F5" w:rsidP="0077512A">
            <w:pPr>
              <w:jc w:val="both"/>
              <w:rPr>
                <w:rFonts w:cs="Arial"/>
                <w:sz w:val="28"/>
                <w:szCs w:val="28"/>
              </w:rPr>
            </w:pPr>
          </w:p>
        </w:tc>
        <w:tc>
          <w:tcPr>
            <w:tcW w:w="4672" w:type="dxa"/>
          </w:tcPr>
          <w:p w14:paraId="1EA1EE84" w14:textId="77777777" w:rsidR="00FE75F5" w:rsidRDefault="00FE75F5" w:rsidP="0077512A">
            <w:pPr>
              <w:jc w:val="right"/>
              <w:rPr>
                <w:rFonts w:cs="Arial"/>
                <w:sz w:val="28"/>
                <w:szCs w:val="28"/>
              </w:rPr>
            </w:pPr>
          </w:p>
        </w:tc>
      </w:tr>
    </w:tbl>
    <w:p w14:paraId="3A1378E6" w14:textId="77777777" w:rsidR="008629FA" w:rsidRPr="008629FA" w:rsidRDefault="008629FA" w:rsidP="004864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48640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E6C2D" w14:textId="77777777" w:rsidR="00510A1A" w:rsidRDefault="00510A1A" w:rsidP="00AE5C63">
      <w:pPr>
        <w:spacing w:after="0" w:line="240" w:lineRule="auto"/>
      </w:pPr>
      <w:r>
        <w:separator/>
      </w:r>
    </w:p>
  </w:endnote>
  <w:endnote w:type="continuationSeparator" w:id="0">
    <w:p w14:paraId="7A29CDFA" w14:textId="77777777" w:rsidR="00510A1A" w:rsidRDefault="00510A1A" w:rsidP="00AE5C63">
      <w:pPr>
        <w:spacing w:after="0" w:line="240" w:lineRule="auto"/>
      </w:pPr>
      <w:r>
        <w:continuationSeparator/>
      </w:r>
    </w:p>
  </w:endnote>
  <w:endnote w:type="continuationNotice" w:id="1">
    <w:p w14:paraId="47D0E3F1" w14:textId="77777777" w:rsidR="00510A1A" w:rsidRDefault="00510A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96449" w14:textId="77777777" w:rsidR="00510A1A" w:rsidRDefault="00510A1A" w:rsidP="00AE5C63">
      <w:pPr>
        <w:spacing w:after="0" w:line="240" w:lineRule="auto"/>
      </w:pPr>
      <w:r>
        <w:separator/>
      </w:r>
    </w:p>
  </w:footnote>
  <w:footnote w:type="continuationSeparator" w:id="0">
    <w:p w14:paraId="10B35CE3" w14:textId="77777777" w:rsidR="00510A1A" w:rsidRDefault="00510A1A" w:rsidP="00AE5C63">
      <w:pPr>
        <w:spacing w:after="0" w:line="240" w:lineRule="auto"/>
      </w:pPr>
      <w:r>
        <w:continuationSeparator/>
      </w:r>
    </w:p>
  </w:footnote>
  <w:footnote w:type="continuationNotice" w:id="1">
    <w:p w14:paraId="28263098" w14:textId="77777777" w:rsidR="00510A1A" w:rsidRDefault="00510A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657156"/>
      <w:docPartObj>
        <w:docPartGallery w:val="Page Numbers (Top of Page)"/>
        <w:docPartUnique/>
      </w:docPartObj>
    </w:sdtPr>
    <w:sdtEndPr/>
    <w:sdtContent>
      <w:p w14:paraId="76300397" w14:textId="73699787" w:rsidR="00510A1A" w:rsidRDefault="00510A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FF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566B4"/>
    <w:rsid w:val="00185FEC"/>
    <w:rsid w:val="001E1F9F"/>
    <w:rsid w:val="001E4001"/>
    <w:rsid w:val="001F41C0"/>
    <w:rsid w:val="00222316"/>
    <w:rsid w:val="00225B13"/>
    <w:rsid w:val="002E5832"/>
    <w:rsid w:val="00364F8F"/>
    <w:rsid w:val="003A75ED"/>
    <w:rsid w:val="0048640D"/>
    <w:rsid w:val="00510A1A"/>
    <w:rsid w:val="00520CBF"/>
    <w:rsid w:val="00601E8A"/>
    <w:rsid w:val="006848B4"/>
    <w:rsid w:val="006D54EA"/>
    <w:rsid w:val="007622F4"/>
    <w:rsid w:val="0077512A"/>
    <w:rsid w:val="00814401"/>
    <w:rsid w:val="008276D6"/>
    <w:rsid w:val="008629FA"/>
    <w:rsid w:val="00987DB5"/>
    <w:rsid w:val="00A145D7"/>
    <w:rsid w:val="00A40F09"/>
    <w:rsid w:val="00AC72C8"/>
    <w:rsid w:val="00AE5C63"/>
    <w:rsid w:val="00B10ED9"/>
    <w:rsid w:val="00B25688"/>
    <w:rsid w:val="00BB1288"/>
    <w:rsid w:val="00C02849"/>
    <w:rsid w:val="00C312AA"/>
    <w:rsid w:val="00C75B85"/>
    <w:rsid w:val="00CD0606"/>
    <w:rsid w:val="00D12794"/>
    <w:rsid w:val="00D67BD8"/>
    <w:rsid w:val="00DF7897"/>
    <w:rsid w:val="00E37B8A"/>
    <w:rsid w:val="00E609BC"/>
    <w:rsid w:val="00E63FF5"/>
    <w:rsid w:val="00EA0EFF"/>
    <w:rsid w:val="00FE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78C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63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63FF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576552"/>
    <w:rsid w:val="00601E8A"/>
    <w:rsid w:val="00643D07"/>
    <w:rsid w:val="00852E81"/>
    <w:rsid w:val="008C678B"/>
    <w:rsid w:val="00C95804"/>
    <w:rsid w:val="00CF735B"/>
    <w:rsid w:val="00E47818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183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2025-02-24T10:32:00Z</cp:lastPrinted>
  <dcterms:created xsi:type="dcterms:W3CDTF">2020-04-07T04:54:00Z</dcterms:created>
  <dcterms:modified xsi:type="dcterms:W3CDTF">2025-02-24T10:32:00Z</dcterms:modified>
</cp:coreProperties>
</file>