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4D025B3" w14:textId="77777777" w:rsidTr="00987DB5">
        <w:tc>
          <w:tcPr>
            <w:tcW w:w="9498" w:type="dxa"/>
          </w:tcPr>
          <w:p w14:paraId="14D025AF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4D025CA" wp14:editId="14D025CB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D025B0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14D025B1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4D025B2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4D025B4" w14:textId="36C8FA8A" w:rsidR="00AE5C63" w:rsidRPr="0042177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2177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42177C" w:rsidRPr="0042177C">
            <w:rPr>
              <w:rFonts w:ascii="Times New Roman" w:hAnsi="Times New Roman"/>
              <w:sz w:val="28"/>
              <w:szCs w:val="28"/>
            </w:rPr>
            <w:t>15 декабря 2023 года</w:t>
          </w:r>
        </w:sdtContent>
      </w:sdt>
      <w:r w:rsidRPr="0042177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42177C" w:rsidRPr="0042177C">
            <w:rPr>
              <w:rFonts w:ascii="Times New Roman" w:hAnsi="Times New Roman"/>
              <w:sz w:val="28"/>
              <w:szCs w:val="28"/>
            </w:rPr>
            <w:t>295</w:t>
          </w:r>
        </w:sdtContent>
      </w:sdt>
    </w:p>
    <w:bookmarkEnd w:id="0"/>
    <w:p w14:paraId="14D025B5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66B0883" w14:textId="77777777" w:rsidR="000A27D0" w:rsidRDefault="00AE5C63" w:rsidP="000A27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A27D0">
        <w:rPr>
          <w:rFonts w:ascii="Times New Roman" w:hAnsi="Times New Roman"/>
          <w:b/>
          <w:sz w:val="28"/>
          <w:szCs w:val="28"/>
        </w:rPr>
        <w:t>О внесении изменения в Положение о системе оплаты труда</w:t>
      </w:r>
    </w:p>
    <w:p w14:paraId="4DF2CD60" w14:textId="77777777" w:rsidR="000A27D0" w:rsidRDefault="00AE5C63" w:rsidP="000A27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A27D0">
        <w:rPr>
          <w:rFonts w:ascii="Times New Roman" w:hAnsi="Times New Roman"/>
          <w:b/>
          <w:sz w:val="28"/>
          <w:szCs w:val="28"/>
        </w:rPr>
        <w:t xml:space="preserve"> работников муниципального казенного учреждения</w:t>
      </w:r>
    </w:p>
    <w:p w14:paraId="14D025B6" w14:textId="42020D30" w:rsidR="00AE5C63" w:rsidRPr="000A27D0" w:rsidRDefault="00555D1A" w:rsidP="000A27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AE5C63" w:rsidRPr="000A27D0">
        <w:rPr>
          <w:rFonts w:ascii="Times New Roman" w:hAnsi="Times New Roman"/>
          <w:b/>
          <w:sz w:val="28"/>
          <w:szCs w:val="28"/>
        </w:rPr>
        <w:t>Служба гражданской обороны и чрезвычайных ситуаций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14D025B7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C3D3010" w14:textId="77777777" w:rsidR="000A27D0" w:rsidRPr="00DC01EB" w:rsidRDefault="000A27D0" w:rsidP="000A27D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01EB">
        <w:rPr>
          <w:rFonts w:ascii="Times New Roman" w:hAnsi="Times New Roman"/>
          <w:sz w:val="28"/>
          <w:szCs w:val="28"/>
        </w:rPr>
        <w:t xml:space="preserve">В соответствии со ст. 144 Трудового кодекса Российской Федерации, руководствуясь ст. 28 Устава муниципального образования «Городской округ </w:t>
      </w:r>
      <w:proofErr w:type="spellStart"/>
      <w:r w:rsidRPr="00DC01E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C01E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D4D1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DC01EB">
        <w:rPr>
          <w:rFonts w:ascii="Times New Roman" w:hAnsi="Times New Roman"/>
          <w:sz w:val="28"/>
          <w:szCs w:val="28"/>
        </w:rPr>
        <w:t>:</w:t>
      </w:r>
    </w:p>
    <w:p w14:paraId="7269A6CF" w14:textId="1BE34FAC" w:rsidR="000A27D0" w:rsidRPr="00DC01EB" w:rsidRDefault="000A27D0" w:rsidP="002332AA">
      <w:pPr>
        <w:pStyle w:val="a8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Внести изменение в Положение</w:t>
      </w:r>
      <w:r w:rsidRPr="0015285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системе оплаты труда работников муниципального казенного учреждения «Служба гражданской обороны и чрезвычайных ситуаций</w:t>
      </w:r>
      <w:r w:rsidR="00733D1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84539" w:rsidRPr="000845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84539">
        <w:rPr>
          <w:rFonts w:ascii="Times New Roman" w:eastAsia="Times New Roman" w:hAnsi="Times New Roman"/>
          <w:sz w:val="28"/>
          <w:szCs w:val="28"/>
          <w:lang w:eastAsia="ru-RU"/>
        </w:rPr>
        <w:t>(далее – Положение)</w:t>
      </w:r>
      <w:r w:rsidR="00733D19">
        <w:rPr>
          <w:rFonts w:ascii="Times New Roman" w:eastAsia="Times New Roman" w:hAnsi="Times New Roman"/>
          <w:sz w:val="28"/>
          <w:szCs w:val="28"/>
          <w:lang w:eastAsia="ru-RU"/>
        </w:rPr>
        <w:t>, утвержденное</w:t>
      </w:r>
      <w:r>
        <w:rPr>
          <w:rFonts w:ascii="Times New Roman" w:hAnsi="Times New Roman"/>
          <w:sz w:val="28"/>
          <w:szCs w:val="28"/>
        </w:rPr>
        <w:t xml:space="preserve"> постановление</w:t>
      </w:r>
      <w:r w:rsidR="00733D19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мэра </w:t>
      </w:r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</w:t>
      </w:r>
      <w:proofErr w:type="spellStart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21.09.2017 № 170 (в редакции от 02.04.2019 № 58)</w:t>
      </w:r>
      <w:r w:rsidR="0008453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55D1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84539" w:rsidRPr="00084539">
        <w:rPr>
          <w:rFonts w:ascii="Times New Roman" w:eastAsia="Times New Roman" w:hAnsi="Times New Roman"/>
          <w:sz w:val="28"/>
          <w:szCs w:val="28"/>
          <w:lang w:eastAsia="ru-RU"/>
        </w:rPr>
        <w:t xml:space="preserve">О системе оплаты труда работников муниципального казенного учреждения </w:t>
      </w:r>
      <w:r w:rsidR="00555D1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84539" w:rsidRPr="00084539">
        <w:rPr>
          <w:rFonts w:ascii="Times New Roman" w:eastAsia="Times New Roman" w:hAnsi="Times New Roman"/>
          <w:sz w:val="28"/>
          <w:szCs w:val="28"/>
          <w:lang w:eastAsia="ru-RU"/>
        </w:rPr>
        <w:t>Служба гражданской обороны и чрезвычайных ситуаций</w:t>
      </w:r>
      <w:r w:rsidR="00555D1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изложив приложение 1 к</w:t>
      </w:r>
      <w:r w:rsidRPr="00DC01EB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ю</w:t>
      </w:r>
      <w:r w:rsidRPr="00DC01EB">
        <w:rPr>
          <w:rFonts w:ascii="Times New Roman" w:hAnsi="Times New Roman"/>
          <w:sz w:val="28"/>
          <w:szCs w:val="28"/>
        </w:rPr>
        <w:t xml:space="preserve"> </w:t>
      </w:r>
      <w:bookmarkStart w:id="1" w:name="_Hlk131171323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новой редакции </w:t>
      </w:r>
      <w:bookmarkEnd w:id="1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(прилага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тся).</w:t>
      </w:r>
    </w:p>
    <w:p w14:paraId="5A313A99" w14:textId="64DB95F3" w:rsidR="000A27D0" w:rsidRPr="00DC01EB" w:rsidRDefault="00860483" w:rsidP="0086048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A27D0" w:rsidRPr="00DC01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«Знамя труда»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</w:t>
      </w:r>
      <w:r w:rsidR="002332AA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«Интернет»</w:t>
      </w:r>
      <w:r w:rsidR="000A27D0" w:rsidRPr="00DC01EB">
        <w:rPr>
          <w:rFonts w:ascii="Times New Roman" w:hAnsi="Times New Roman" w:cs="Times New Roman"/>
          <w:sz w:val="28"/>
          <w:szCs w:val="28"/>
        </w:rPr>
        <w:t>.</w:t>
      </w:r>
    </w:p>
    <w:p w14:paraId="2DA1F2E6" w14:textId="49D73539" w:rsidR="000A27D0" w:rsidRPr="00DC01EB" w:rsidRDefault="00860483" w:rsidP="0086048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A27D0" w:rsidRPr="00DC01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 и распространяется на правоотношения</w:t>
      </w:r>
      <w:r w:rsidR="007A4987">
        <w:rPr>
          <w:rFonts w:ascii="Times New Roman" w:hAnsi="Times New Roman" w:cs="Times New Roman"/>
          <w:sz w:val="28"/>
          <w:szCs w:val="28"/>
        </w:rPr>
        <w:t>, возникшие</w:t>
      </w:r>
      <w:r w:rsidR="000A27D0" w:rsidRPr="00DC01EB">
        <w:rPr>
          <w:rFonts w:ascii="Times New Roman" w:hAnsi="Times New Roman" w:cs="Times New Roman"/>
          <w:sz w:val="28"/>
          <w:szCs w:val="28"/>
        </w:rPr>
        <w:t xml:space="preserve"> с 01 </w:t>
      </w:r>
      <w:r w:rsidR="000A27D0">
        <w:rPr>
          <w:rFonts w:ascii="Times New Roman" w:hAnsi="Times New Roman" w:cs="Times New Roman"/>
          <w:sz w:val="28"/>
          <w:szCs w:val="28"/>
        </w:rPr>
        <w:t>октября</w:t>
      </w:r>
      <w:r w:rsidR="000A27D0" w:rsidRPr="00DC01EB">
        <w:rPr>
          <w:rFonts w:ascii="Times New Roman" w:hAnsi="Times New Roman" w:cs="Times New Roman"/>
          <w:sz w:val="28"/>
          <w:szCs w:val="28"/>
        </w:rPr>
        <w:t xml:space="preserve"> 202</w:t>
      </w:r>
      <w:r w:rsidR="000A27D0">
        <w:rPr>
          <w:rFonts w:ascii="Times New Roman" w:hAnsi="Times New Roman" w:cs="Times New Roman"/>
          <w:sz w:val="28"/>
          <w:szCs w:val="28"/>
        </w:rPr>
        <w:t>3</w:t>
      </w:r>
      <w:r w:rsidR="000A27D0" w:rsidRPr="00DC01EB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14D025B9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27182A8" w14:textId="77777777" w:rsidR="00203862" w:rsidRDefault="00203862" w:rsidP="00E37B8A">
      <w:pPr>
        <w:jc w:val="both"/>
        <w:rPr>
          <w:rFonts w:ascii="Times New Roman" w:hAnsi="Times New Roman"/>
          <w:sz w:val="28"/>
          <w:szCs w:val="28"/>
        </w:rPr>
      </w:pPr>
    </w:p>
    <w:p w14:paraId="00DB4FDF" w14:textId="77777777" w:rsidR="002332AA" w:rsidRDefault="00203862" w:rsidP="002332A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  <w:r w:rsidR="002332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мэра</w:t>
      </w:r>
    </w:p>
    <w:p w14:paraId="4D88B76D" w14:textId="7893CAE4" w:rsidR="00203862" w:rsidRDefault="00203862" w:rsidP="002332A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14D025C4" w14:textId="38B4FAEF" w:rsidR="008629FA" w:rsidRPr="008629FA" w:rsidRDefault="00203862" w:rsidP="0020386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                О.В. Водолага</w:t>
      </w:r>
      <w:r w:rsidR="000A27D0">
        <w:rPr>
          <w:rFonts w:ascii="Times New Roman" w:hAnsi="Times New Roman"/>
          <w:sz w:val="28"/>
          <w:szCs w:val="28"/>
        </w:rPr>
        <w:tab/>
      </w:r>
      <w:r w:rsidR="000A27D0">
        <w:rPr>
          <w:rFonts w:ascii="Times New Roman" w:hAnsi="Times New Roman"/>
          <w:sz w:val="28"/>
          <w:szCs w:val="28"/>
        </w:rPr>
        <w:tab/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CFC00" w14:textId="77777777" w:rsidR="001C2148" w:rsidRDefault="001C2148" w:rsidP="00AE5C63">
      <w:pPr>
        <w:spacing w:after="0" w:line="240" w:lineRule="auto"/>
      </w:pPr>
      <w:r>
        <w:separator/>
      </w:r>
    </w:p>
  </w:endnote>
  <w:endnote w:type="continuationSeparator" w:id="0">
    <w:p w14:paraId="6B8F67E5" w14:textId="77777777" w:rsidR="001C2148" w:rsidRDefault="001C2148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025D0" w14:textId="5B64F88E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79A043" w14:textId="77777777" w:rsidR="001C2148" w:rsidRDefault="001C2148" w:rsidP="00AE5C63">
      <w:pPr>
        <w:spacing w:after="0" w:line="240" w:lineRule="auto"/>
      </w:pPr>
      <w:r>
        <w:separator/>
      </w:r>
    </w:p>
  </w:footnote>
  <w:footnote w:type="continuationSeparator" w:id="0">
    <w:p w14:paraId="1E0B5A26" w14:textId="77777777" w:rsidR="001C2148" w:rsidRDefault="001C2148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A3127"/>
    <w:multiLevelType w:val="hybridMultilevel"/>
    <w:tmpl w:val="8E70C666"/>
    <w:lvl w:ilvl="0" w:tplc="F906D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84539"/>
    <w:rsid w:val="000A27D0"/>
    <w:rsid w:val="00185FEC"/>
    <w:rsid w:val="001C2148"/>
    <w:rsid w:val="001E1F9F"/>
    <w:rsid w:val="00203862"/>
    <w:rsid w:val="002332AA"/>
    <w:rsid w:val="002E5832"/>
    <w:rsid w:val="00364F8F"/>
    <w:rsid w:val="0042177C"/>
    <w:rsid w:val="00520CBF"/>
    <w:rsid w:val="00555D1A"/>
    <w:rsid w:val="00733D19"/>
    <w:rsid w:val="007A4987"/>
    <w:rsid w:val="00860483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25AF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0A27D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0A27D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21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177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D75115" w:rsidRDefault="00D75115" w:rsidP="00D75115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D75115" w:rsidRDefault="00D75115" w:rsidP="00D75115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8C678B"/>
    <w:rsid w:val="009028F5"/>
    <w:rsid w:val="00C95804"/>
    <w:rsid w:val="00CF735B"/>
    <w:rsid w:val="00D7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75115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75115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75115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2023-12-15T02:49:00Z</cp:lastPrinted>
  <dcterms:created xsi:type="dcterms:W3CDTF">2020-04-07T04:54:00Z</dcterms:created>
  <dcterms:modified xsi:type="dcterms:W3CDTF">2023-12-15T02:49:00Z</dcterms:modified>
</cp:coreProperties>
</file>